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39" w:rsidRPr="006535F7" w:rsidRDefault="00695ABA" w:rsidP="006A0039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039" w:rsidRPr="006535F7" w:rsidRDefault="006A0039" w:rsidP="006A0039">
      <w:pPr>
        <w:jc w:val="center"/>
        <w:rPr>
          <w:b/>
          <w:sz w:val="28"/>
          <w:szCs w:val="28"/>
          <w:lang w:eastAsia="en-US"/>
        </w:rPr>
      </w:pPr>
    </w:p>
    <w:p w:rsidR="006A0039" w:rsidRPr="006535F7" w:rsidRDefault="006A0039" w:rsidP="006A0039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КРАСНОЯРСКИЙ КРАЙ</w:t>
      </w:r>
    </w:p>
    <w:p w:rsidR="006A0039" w:rsidRPr="006535F7" w:rsidRDefault="006A0039" w:rsidP="006A0039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АДМИНИСТРАЦИЯ ИДРИНСКОГО РАЙОНА</w:t>
      </w:r>
    </w:p>
    <w:p w:rsidR="006A0039" w:rsidRPr="006535F7" w:rsidRDefault="006A0039" w:rsidP="006A0039">
      <w:pPr>
        <w:jc w:val="center"/>
        <w:rPr>
          <w:b/>
          <w:sz w:val="28"/>
          <w:szCs w:val="28"/>
        </w:rPr>
      </w:pPr>
    </w:p>
    <w:p w:rsidR="006A0039" w:rsidRPr="006535F7" w:rsidRDefault="006A0039" w:rsidP="006A003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ПОСТАНОВЛЕНИЕ</w:t>
      </w:r>
    </w:p>
    <w:p w:rsidR="006A0039" w:rsidRPr="006535F7" w:rsidRDefault="006A0039" w:rsidP="006A0039">
      <w:pPr>
        <w:rPr>
          <w:sz w:val="28"/>
          <w:szCs w:val="28"/>
        </w:rPr>
      </w:pPr>
    </w:p>
    <w:p w:rsidR="006A0039" w:rsidRPr="006535F7" w:rsidRDefault="006535F7" w:rsidP="006A0039">
      <w:pPr>
        <w:tabs>
          <w:tab w:val="left" w:pos="3969"/>
          <w:tab w:val="left" w:pos="8222"/>
        </w:tabs>
        <w:rPr>
          <w:sz w:val="28"/>
          <w:szCs w:val="28"/>
        </w:rPr>
      </w:pPr>
      <w:r w:rsidRPr="006535F7">
        <w:rPr>
          <w:sz w:val="28"/>
          <w:szCs w:val="28"/>
        </w:rPr>
        <w:t>0</w:t>
      </w:r>
      <w:r w:rsidR="00930733">
        <w:rPr>
          <w:sz w:val="28"/>
          <w:szCs w:val="28"/>
        </w:rPr>
        <w:t>7</w:t>
      </w:r>
      <w:r w:rsidRPr="006535F7">
        <w:rPr>
          <w:sz w:val="28"/>
          <w:szCs w:val="28"/>
        </w:rPr>
        <w:t>.11.2019</w:t>
      </w:r>
      <w:r w:rsidRPr="006535F7">
        <w:rPr>
          <w:sz w:val="28"/>
          <w:szCs w:val="28"/>
        </w:rPr>
        <w:tab/>
        <w:t xml:space="preserve">с. Идринское                               </w:t>
      </w:r>
      <w:r>
        <w:rPr>
          <w:sz w:val="28"/>
          <w:szCs w:val="28"/>
        </w:rPr>
        <w:t xml:space="preserve">    </w:t>
      </w:r>
      <w:r w:rsidRPr="006535F7">
        <w:rPr>
          <w:sz w:val="28"/>
          <w:szCs w:val="28"/>
        </w:rPr>
        <w:t xml:space="preserve"> </w:t>
      </w:r>
      <w:r w:rsidR="006A0039" w:rsidRPr="006535F7">
        <w:rPr>
          <w:sz w:val="28"/>
          <w:szCs w:val="28"/>
        </w:rPr>
        <w:t xml:space="preserve">№ </w:t>
      </w:r>
      <w:r w:rsidRPr="006535F7">
        <w:rPr>
          <w:sz w:val="28"/>
          <w:szCs w:val="28"/>
        </w:rPr>
        <w:t>800-п</w:t>
      </w:r>
    </w:p>
    <w:p w:rsidR="006A0039" w:rsidRPr="006535F7" w:rsidRDefault="006A0039" w:rsidP="006A0039">
      <w:pPr>
        <w:rPr>
          <w:sz w:val="28"/>
          <w:szCs w:val="28"/>
        </w:rPr>
      </w:pPr>
    </w:p>
    <w:p w:rsidR="006A0039" w:rsidRPr="006535F7" w:rsidRDefault="006A0039" w:rsidP="006A0039">
      <w:pPr>
        <w:jc w:val="both"/>
        <w:rPr>
          <w:sz w:val="28"/>
          <w:szCs w:val="28"/>
        </w:rPr>
      </w:pPr>
    </w:p>
    <w:p w:rsidR="006A0039" w:rsidRPr="006535F7" w:rsidRDefault="006A0039" w:rsidP="006A0039">
      <w:pPr>
        <w:jc w:val="both"/>
        <w:rPr>
          <w:bCs/>
          <w:sz w:val="28"/>
          <w:szCs w:val="28"/>
        </w:rPr>
      </w:pPr>
      <w:r w:rsidRPr="006535F7">
        <w:rPr>
          <w:bCs/>
          <w:color w:val="000000"/>
          <w:sz w:val="28"/>
          <w:szCs w:val="28"/>
        </w:rPr>
        <w:t>О</w:t>
      </w:r>
      <w:r w:rsidR="0015436A">
        <w:rPr>
          <w:bCs/>
          <w:color w:val="000000"/>
          <w:sz w:val="28"/>
          <w:szCs w:val="28"/>
        </w:rPr>
        <w:t>б утверждении административного регламента</w:t>
      </w:r>
      <w:r w:rsidRPr="006535F7">
        <w:rPr>
          <w:bCs/>
          <w:color w:val="000000"/>
          <w:sz w:val="28"/>
          <w:szCs w:val="28"/>
        </w:rPr>
        <w:t xml:space="preserve"> предоставления муниципальной услуги </w:t>
      </w:r>
      <w:r w:rsidRPr="006535F7">
        <w:rPr>
          <w:bCs/>
          <w:sz w:val="28"/>
          <w:szCs w:val="28"/>
        </w:rPr>
        <w:t>«Прием заявлений и зачисление в муниципальные общеобразовательные учреждения, расположенные на территории Идринского района»</w:t>
      </w:r>
    </w:p>
    <w:p w:rsidR="006A0039" w:rsidRPr="006535F7" w:rsidRDefault="006A0039" w:rsidP="006A0039">
      <w:pPr>
        <w:jc w:val="both"/>
        <w:rPr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статьями 19, 33 Устава Идринского района, ПОСТАНОВЛЯЮ:</w:t>
      </w:r>
    </w:p>
    <w:p w:rsidR="006535F7" w:rsidRPr="006535F7" w:rsidRDefault="006535F7" w:rsidP="006535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535F7">
        <w:rPr>
          <w:sz w:val="28"/>
          <w:szCs w:val="28"/>
        </w:rPr>
        <w:t>Утвердить административный регламент пред</w:t>
      </w:r>
      <w:r>
        <w:rPr>
          <w:sz w:val="28"/>
          <w:szCs w:val="28"/>
        </w:rPr>
        <w:t xml:space="preserve">оставления муниципальной услуги </w:t>
      </w:r>
      <w:r w:rsidRPr="006535F7">
        <w:rPr>
          <w:bCs/>
          <w:sz w:val="28"/>
          <w:szCs w:val="28"/>
        </w:rPr>
        <w:t>«Прием заявлений и з</w:t>
      </w:r>
      <w:r w:rsidRPr="006535F7">
        <w:rPr>
          <w:sz w:val="28"/>
          <w:szCs w:val="28"/>
        </w:rPr>
        <w:t xml:space="preserve">ачисление в муниципальные общеобразовательные учреждения, расположенные на территории Идринского района» согласно </w:t>
      </w:r>
      <w:r>
        <w:rPr>
          <w:sz w:val="28"/>
          <w:szCs w:val="28"/>
        </w:rPr>
        <w:t>п</w:t>
      </w:r>
      <w:r w:rsidRPr="006535F7">
        <w:rPr>
          <w:sz w:val="28"/>
          <w:szCs w:val="28"/>
        </w:rPr>
        <w:t>риложению</w:t>
      </w:r>
      <w:r>
        <w:rPr>
          <w:sz w:val="28"/>
          <w:szCs w:val="28"/>
        </w:rPr>
        <w:t>.</w:t>
      </w:r>
    </w:p>
    <w:p w:rsidR="006535F7" w:rsidRDefault="006A0039" w:rsidP="006535F7">
      <w:pPr>
        <w:tabs>
          <w:tab w:val="left" w:pos="993"/>
        </w:tabs>
        <w:autoSpaceDE w:val="0"/>
        <w:autoSpaceDN w:val="0"/>
        <w:adjustRightInd w:val="0"/>
        <w:ind w:left="56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 Признать утратившим </w:t>
      </w:r>
      <w:r w:rsidR="006535F7">
        <w:rPr>
          <w:sz w:val="28"/>
          <w:szCs w:val="28"/>
        </w:rPr>
        <w:t xml:space="preserve">силу постановление администрации </w:t>
      </w:r>
    </w:p>
    <w:p w:rsidR="006A0039" w:rsidRPr="006535F7" w:rsidRDefault="006A0039" w:rsidP="006535F7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6535F7">
        <w:rPr>
          <w:sz w:val="28"/>
          <w:szCs w:val="28"/>
        </w:rPr>
        <w:t>Идринского района</w:t>
      </w:r>
      <w:r w:rsidR="006535F7">
        <w:rPr>
          <w:sz w:val="28"/>
          <w:szCs w:val="28"/>
        </w:rPr>
        <w:t xml:space="preserve"> от 08.06.2016 </w:t>
      </w:r>
      <w:r w:rsidRPr="006535F7">
        <w:rPr>
          <w:sz w:val="28"/>
          <w:szCs w:val="28"/>
          <w:shd w:val="clear" w:color="auto" w:fill="FFFFFF"/>
        </w:rPr>
        <w:t>№</w:t>
      </w:r>
      <w:r w:rsidR="006535F7">
        <w:rPr>
          <w:sz w:val="28"/>
          <w:szCs w:val="28"/>
          <w:shd w:val="clear" w:color="auto" w:fill="FFFFFF"/>
        </w:rPr>
        <w:t xml:space="preserve"> </w:t>
      </w:r>
      <w:hyperlink r:id="rId10" w:history="1">
        <w:r w:rsidRPr="006535F7">
          <w:rPr>
            <w:rStyle w:val="af3"/>
            <w:color w:val="auto"/>
            <w:sz w:val="28"/>
            <w:szCs w:val="28"/>
            <w:u w:val="none"/>
            <w:shd w:val="clear" w:color="auto" w:fill="FFFFFF"/>
          </w:rPr>
          <w:t>206-п</w:t>
        </w:r>
      </w:hyperlink>
      <w:r w:rsidRPr="006535F7">
        <w:rPr>
          <w:sz w:val="28"/>
          <w:szCs w:val="28"/>
          <w:shd w:val="clear" w:color="auto" w:fill="FFFFFF"/>
        </w:rPr>
        <w:t xml:space="preserve"> «О </w:t>
      </w:r>
      <w:r w:rsidRPr="006535F7">
        <w:rPr>
          <w:color w:val="000000"/>
          <w:sz w:val="28"/>
          <w:szCs w:val="28"/>
          <w:shd w:val="clear" w:color="auto" w:fill="FFFFFF"/>
        </w:rPr>
        <w:t>зачислени</w:t>
      </w:r>
      <w:r w:rsidR="006535F7">
        <w:rPr>
          <w:color w:val="000000"/>
          <w:sz w:val="28"/>
          <w:szCs w:val="28"/>
          <w:shd w:val="clear" w:color="auto" w:fill="FFFFFF"/>
        </w:rPr>
        <w:t>и</w:t>
      </w:r>
      <w:r w:rsidRPr="006535F7">
        <w:rPr>
          <w:color w:val="000000"/>
          <w:sz w:val="28"/>
          <w:szCs w:val="28"/>
          <w:shd w:val="clear" w:color="auto" w:fill="FFFFFF"/>
        </w:rPr>
        <w:t> в муниципальные общеобразовательные учреждения, расположенные на территории муниципального образования Идринск</w:t>
      </w:r>
      <w:r w:rsidR="006535F7">
        <w:rPr>
          <w:color w:val="000000"/>
          <w:sz w:val="28"/>
          <w:szCs w:val="28"/>
          <w:shd w:val="clear" w:color="auto" w:fill="FFFFFF"/>
        </w:rPr>
        <w:t>ий</w:t>
      </w:r>
      <w:r w:rsidRPr="006535F7">
        <w:rPr>
          <w:color w:val="000000"/>
          <w:sz w:val="28"/>
          <w:szCs w:val="28"/>
          <w:shd w:val="clear" w:color="auto" w:fill="FFFFFF"/>
        </w:rPr>
        <w:t xml:space="preserve"> район</w:t>
      </w:r>
      <w:r w:rsidR="006535F7">
        <w:rPr>
          <w:sz w:val="28"/>
          <w:szCs w:val="28"/>
          <w:shd w:val="clear" w:color="auto" w:fill="FFFFFF"/>
        </w:rPr>
        <w:t>».</w:t>
      </w:r>
    </w:p>
    <w:p w:rsidR="006A0039" w:rsidRPr="006535F7" w:rsidRDefault="006535F7" w:rsidP="006535F7">
      <w:pPr>
        <w:shd w:val="clear" w:color="auto" w:fill="FFFFFF"/>
        <w:tabs>
          <w:tab w:val="left" w:pos="5280"/>
          <w:tab w:val="left" w:pos="59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6A0039" w:rsidRPr="006535F7">
        <w:rPr>
          <w:sz w:val="28"/>
          <w:szCs w:val="28"/>
        </w:rPr>
        <w:t xml:space="preserve">.Контроль за </w:t>
      </w:r>
      <w:r>
        <w:rPr>
          <w:sz w:val="28"/>
          <w:szCs w:val="28"/>
        </w:rPr>
        <w:t>вы</w:t>
      </w:r>
      <w:r w:rsidR="006A0039" w:rsidRPr="006535F7">
        <w:rPr>
          <w:sz w:val="28"/>
          <w:szCs w:val="28"/>
        </w:rPr>
        <w:t>полнением постановления возложить на заместителя главы района по социальным вопросам Л.А. Юрочкину.</w:t>
      </w:r>
    </w:p>
    <w:p w:rsidR="006535F7" w:rsidRDefault="006535F7" w:rsidP="006535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4.Опубликовать  постановление в газете «Идринский вестник» и на официальном сайте муниципального образования Идринский район в сети интернет   (</w:t>
      </w:r>
      <w:hyperlink r:id="rId11" w:history="1">
        <w:r w:rsidRPr="006535F7">
          <w:rPr>
            <w:rStyle w:val="af3"/>
            <w:color w:val="auto"/>
            <w:sz w:val="28"/>
            <w:szCs w:val="28"/>
            <w:lang w:val="en-US"/>
          </w:rPr>
          <w:t>www</w:t>
        </w:r>
        <w:r w:rsidRPr="006535F7">
          <w:rPr>
            <w:rStyle w:val="af3"/>
            <w:color w:val="auto"/>
            <w:sz w:val="28"/>
            <w:szCs w:val="28"/>
          </w:rPr>
          <w:t>.</w:t>
        </w:r>
        <w:r w:rsidRPr="006535F7">
          <w:rPr>
            <w:rStyle w:val="af3"/>
            <w:color w:val="auto"/>
            <w:sz w:val="28"/>
            <w:szCs w:val="28"/>
            <w:lang w:val="en-US"/>
          </w:rPr>
          <w:t>idra</w:t>
        </w:r>
        <w:r w:rsidRPr="006535F7">
          <w:rPr>
            <w:rStyle w:val="af3"/>
            <w:color w:val="auto"/>
            <w:sz w:val="28"/>
            <w:szCs w:val="28"/>
          </w:rPr>
          <w:t>-rayon.ru</w:t>
        </w:r>
      </w:hyperlink>
      <w:r>
        <w:rPr>
          <w:sz w:val="28"/>
          <w:szCs w:val="28"/>
        </w:rPr>
        <w:t>).</w:t>
      </w:r>
    </w:p>
    <w:p w:rsidR="006535F7" w:rsidRDefault="006535F7" w:rsidP="006535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5.Постановление вступает в силу в день, следующий за днём его официального опубликования.</w:t>
      </w:r>
    </w:p>
    <w:p w:rsidR="006535F7" w:rsidRDefault="006535F7" w:rsidP="006535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0039" w:rsidRPr="006535F7" w:rsidRDefault="006A0039" w:rsidP="006A0039">
      <w:pPr>
        <w:tabs>
          <w:tab w:val="left" w:pos="7371"/>
          <w:tab w:val="left" w:pos="793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Глава района </w:t>
      </w:r>
      <w:r w:rsidRPr="006535F7">
        <w:rPr>
          <w:sz w:val="28"/>
          <w:szCs w:val="28"/>
        </w:rPr>
        <w:tab/>
        <w:t>А.В. Киреев</w:t>
      </w:r>
    </w:p>
    <w:p w:rsidR="006A0039" w:rsidRPr="006535F7" w:rsidRDefault="006A0039" w:rsidP="006A0039">
      <w:pPr>
        <w:ind w:firstLine="709"/>
        <w:rPr>
          <w:sz w:val="28"/>
          <w:szCs w:val="28"/>
        </w:rPr>
      </w:pPr>
    </w:p>
    <w:p w:rsidR="006A0039" w:rsidRPr="006535F7" w:rsidRDefault="006A0039" w:rsidP="006A0039">
      <w:pPr>
        <w:ind w:firstLine="709"/>
        <w:rPr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A0039" w:rsidRPr="006535F7" w:rsidRDefault="006A0039" w:rsidP="006A003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E027B" w:rsidRPr="006535F7" w:rsidRDefault="00C94B67" w:rsidP="00C94B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="00410C7D" w:rsidRPr="00653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E027B" w:rsidRPr="006535F7">
        <w:rPr>
          <w:sz w:val="28"/>
          <w:szCs w:val="28"/>
        </w:rPr>
        <w:t>Приложение  к постановлению</w:t>
      </w:r>
    </w:p>
    <w:p w:rsidR="007E027B" w:rsidRPr="006535F7" w:rsidRDefault="00410C7D" w:rsidP="00410C7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6535F7">
        <w:rPr>
          <w:color w:val="FF0000"/>
          <w:sz w:val="28"/>
          <w:szCs w:val="28"/>
        </w:rPr>
        <w:t xml:space="preserve"> </w:t>
      </w:r>
      <w:r w:rsidR="007E027B" w:rsidRPr="006535F7">
        <w:rPr>
          <w:sz w:val="28"/>
          <w:szCs w:val="28"/>
        </w:rPr>
        <w:t xml:space="preserve">администрации </w:t>
      </w:r>
      <w:r w:rsidR="006C5D67" w:rsidRPr="006535F7">
        <w:rPr>
          <w:sz w:val="28"/>
          <w:szCs w:val="28"/>
        </w:rPr>
        <w:t>Идринского района</w:t>
      </w:r>
    </w:p>
    <w:p w:rsidR="007E027B" w:rsidRPr="006535F7" w:rsidRDefault="00C94B67" w:rsidP="00C94B6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</w:t>
      </w:r>
      <w:r w:rsidR="00410C7D" w:rsidRPr="006535F7">
        <w:rPr>
          <w:color w:val="FF0000"/>
          <w:sz w:val="28"/>
          <w:szCs w:val="28"/>
        </w:rPr>
        <w:t xml:space="preserve"> </w:t>
      </w:r>
      <w:r w:rsidR="007E027B" w:rsidRPr="006535F7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930733">
        <w:rPr>
          <w:sz w:val="28"/>
          <w:szCs w:val="28"/>
        </w:rPr>
        <w:t>7</w:t>
      </w:r>
      <w:r>
        <w:rPr>
          <w:sz w:val="28"/>
          <w:szCs w:val="28"/>
        </w:rPr>
        <w:t>.11.2019</w:t>
      </w:r>
      <w:r w:rsidR="007E027B" w:rsidRPr="006535F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800-п</w:t>
      </w:r>
    </w:p>
    <w:p w:rsidR="007E027B" w:rsidRPr="006535F7" w:rsidRDefault="007E027B" w:rsidP="007E027B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5D03E2" w:rsidRPr="006535F7" w:rsidRDefault="005D03E2" w:rsidP="00BC2253">
      <w:pPr>
        <w:jc w:val="center"/>
        <w:rPr>
          <w:b/>
          <w:bCs/>
          <w:sz w:val="28"/>
          <w:szCs w:val="28"/>
        </w:rPr>
      </w:pPr>
    </w:p>
    <w:p w:rsidR="00BC2253" w:rsidRPr="006535F7" w:rsidRDefault="00BC2253" w:rsidP="00BC2253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>Административный регламент</w:t>
      </w:r>
      <w:r w:rsidRPr="006535F7">
        <w:rPr>
          <w:b/>
          <w:bCs/>
          <w:sz w:val="28"/>
          <w:szCs w:val="28"/>
        </w:rPr>
        <w:br/>
        <w:t xml:space="preserve">предоставления муниципальной услуги </w:t>
      </w:r>
    </w:p>
    <w:p w:rsidR="00E26A20" w:rsidRPr="006535F7" w:rsidRDefault="00BC2253" w:rsidP="00BC2253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>«</w:t>
      </w:r>
      <w:r w:rsidR="005623FE" w:rsidRPr="006535F7">
        <w:rPr>
          <w:b/>
          <w:bCs/>
          <w:sz w:val="28"/>
          <w:szCs w:val="28"/>
        </w:rPr>
        <w:t>Прием заявлений и з</w:t>
      </w:r>
      <w:r w:rsidRPr="006535F7">
        <w:rPr>
          <w:b/>
          <w:bCs/>
          <w:sz w:val="28"/>
          <w:szCs w:val="28"/>
        </w:rPr>
        <w:t>ачисление в муниципальные</w:t>
      </w:r>
    </w:p>
    <w:p w:rsidR="0015611E" w:rsidRPr="006535F7" w:rsidRDefault="00BC2253" w:rsidP="00BC2253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 xml:space="preserve"> </w:t>
      </w:r>
      <w:r w:rsidR="00AA3851" w:rsidRPr="006535F7">
        <w:rPr>
          <w:b/>
          <w:bCs/>
          <w:sz w:val="28"/>
          <w:szCs w:val="28"/>
        </w:rPr>
        <w:t>обще</w:t>
      </w:r>
      <w:r w:rsidRPr="006535F7">
        <w:rPr>
          <w:b/>
          <w:bCs/>
          <w:sz w:val="28"/>
          <w:szCs w:val="28"/>
        </w:rPr>
        <w:t>образовательные учреждения</w:t>
      </w:r>
      <w:r w:rsidR="0015611E" w:rsidRPr="006535F7">
        <w:rPr>
          <w:b/>
          <w:bCs/>
          <w:sz w:val="28"/>
          <w:szCs w:val="28"/>
        </w:rPr>
        <w:t xml:space="preserve">, </w:t>
      </w:r>
    </w:p>
    <w:p w:rsidR="00BC2253" w:rsidRPr="006535F7" w:rsidRDefault="00BC2253" w:rsidP="00BC2253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>расположенные</w:t>
      </w:r>
      <w:r w:rsidR="00B17C49" w:rsidRPr="006535F7">
        <w:rPr>
          <w:b/>
          <w:bCs/>
          <w:sz w:val="28"/>
          <w:szCs w:val="28"/>
        </w:rPr>
        <w:t xml:space="preserve"> </w:t>
      </w:r>
      <w:r w:rsidR="009449A5" w:rsidRPr="006535F7">
        <w:rPr>
          <w:b/>
          <w:bCs/>
          <w:sz w:val="28"/>
          <w:szCs w:val="28"/>
        </w:rPr>
        <w:t>на территории Идринского района</w:t>
      </w:r>
      <w:r w:rsidRPr="006535F7">
        <w:rPr>
          <w:b/>
          <w:bCs/>
          <w:sz w:val="28"/>
          <w:szCs w:val="28"/>
        </w:rPr>
        <w:t>»</w:t>
      </w:r>
    </w:p>
    <w:p w:rsidR="005D03E2" w:rsidRPr="006535F7" w:rsidRDefault="005D03E2" w:rsidP="00BC2253">
      <w:pPr>
        <w:jc w:val="center"/>
        <w:rPr>
          <w:b/>
          <w:sz w:val="28"/>
          <w:szCs w:val="28"/>
        </w:rPr>
      </w:pPr>
    </w:p>
    <w:p w:rsidR="004359F6" w:rsidRPr="006535F7" w:rsidRDefault="004359F6" w:rsidP="00BC2253">
      <w:pPr>
        <w:jc w:val="center"/>
        <w:rPr>
          <w:b/>
          <w:sz w:val="28"/>
          <w:szCs w:val="28"/>
        </w:rPr>
      </w:pPr>
    </w:p>
    <w:p w:rsidR="00BC2253" w:rsidRPr="006535F7" w:rsidRDefault="00BC2253" w:rsidP="00BC2253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  <w:lang w:val="en-US"/>
        </w:rPr>
        <w:t>I</w:t>
      </w:r>
      <w:r w:rsidRPr="006535F7">
        <w:rPr>
          <w:b/>
          <w:sz w:val="28"/>
          <w:szCs w:val="28"/>
        </w:rPr>
        <w:t>.</w:t>
      </w:r>
      <w:r w:rsidR="00410C7D" w:rsidRPr="006535F7">
        <w:rPr>
          <w:b/>
          <w:sz w:val="28"/>
          <w:szCs w:val="28"/>
        </w:rPr>
        <w:t xml:space="preserve"> </w:t>
      </w:r>
      <w:r w:rsidRPr="006535F7">
        <w:rPr>
          <w:b/>
          <w:sz w:val="28"/>
          <w:szCs w:val="28"/>
        </w:rPr>
        <w:t>ОБЩИЕ ПОЛОЖЕНИЯ</w:t>
      </w:r>
    </w:p>
    <w:p w:rsidR="00B91A1A" w:rsidRPr="006535F7" w:rsidRDefault="00B91A1A" w:rsidP="00BC2253">
      <w:pPr>
        <w:ind w:firstLine="709"/>
        <w:jc w:val="both"/>
        <w:rPr>
          <w:bCs/>
          <w:sz w:val="28"/>
          <w:szCs w:val="28"/>
        </w:rPr>
      </w:pPr>
    </w:p>
    <w:p w:rsidR="001634EB" w:rsidRPr="006535F7" w:rsidRDefault="00BC2253" w:rsidP="00DB141C">
      <w:pPr>
        <w:ind w:firstLine="709"/>
        <w:jc w:val="both"/>
        <w:rPr>
          <w:sz w:val="28"/>
          <w:szCs w:val="28"/>
        </w:rPr>
      </w:pPr>
      <w:r w:rsidRPr="006535F7">
        <w:rPr>
          <w:bCs/>
          <w:sz w:val="28"/>
          <w:szCs w:val="28"/>
        </w:rPr>
        <w:t>1.1. </w:t>
      </w:r>
      <w:r w:rsidR="00DF2534" w:rsidRPr="006535F7">
        <w:rPr>
          <w:bCs/>
          <w:sz w:val="28"/>
          <w:szCs w:val="28"/>
        </w:rPr>
        <w:t>Ад</w:t>
      </w:r>
      <w:r w:rsidRPr="006535F7">
        <w:rPr>
          <w:bCs/>
          <w:sz w:val="28"/>
          <w:szCs w:val="28"/>
        </w:rPr>
        <w:t xml:space="preserve">министративный регламент предоставления муниципальной </w:t>
      </w:r>
      <w:r w:rsidR="00DF2534" w:rsidRPr="006535F7">
        <w:rPr>
          <w:bCs/>
          <w:sz w:val="28"/>
          <w:szCs w:val="28"/>
        </w:rPr>
        <w:t xml:space="preserve">услуги </w:t>
      </w:r>
      <w:r w:rsidR="005F065A" w:rsidRPr="006535F7">
        <w:rPr>
          <w:bCs/>
          <w:sz w:val="28"/>
          <w:szCs w:val="28"/>
        </w:rPr>
        <w:t>«Прием заявлений и з</w:t>
      </w:r>
      <w:r w:rsidR="005F065A" w:rsidRPr="006535F7">
        <w:rPr>
          <w:sz w:val="28"/>
          <w:szCs w:val="28"/>
        </w:rPr>
        <w:t>ачисление в муниципальные общеобразовательные учреждения</w:t>
      </w:r>
      <w:r w:rsidR="004359F6" w:rsidRPr="006535F7">
        <w:rPr>
          <w:sz w:val="28"/>
          <w:szCs w:val="28"/>
        </w:rPr>
        <w:t xml:space="preserve">, </w:t>
      </w:r>
      <w:r w:rsidR="005F065A" w:rsidRPr="006535F7">
        <w:rPr>
          <w:sz w:val="28"/>
          <w:szCs w:val="28"/>
        </w:rPr>
        <w:t xml:space="preserve">расположенные на территории </w:t>
      </w:r>
      <w:r w:rsidR="009449A5" w:rsidRPr="006535F7">
        <w:rPr>
          <w:sz w:val="28"/>
          <w:szCs w:val="28"/>
        </w:rPr>
        <w:t>Идринского района</w:t>
      </w:r>
      <w:r w:rsidR="005F065A" w:rsidRPr="006535F7">
        <w:rPr>
          <w:sz w:val="28"/>
          <w:szCs w:val="28"/>
        </w:rPr>
        <w:t>»</w:t>
      </w:r>
      <w:r w:rsidR="005F065A" w:rsidRPr="006535F7">
        <w:rPr>
          <w:bCs/>
          <w:sz w:val="28"/>
          <w:szCs w:val="28"/>
        </w:rPr>
        <w:t xml:space="preserve"> </w:t>
      </w:r>
      <w:r w:rsidRPr="006535F7">
        <w:rPr>
          <w:bCs/>
          <w:sz w:val="28"/>
          <w:szCs w:val="28"/>
        </w:rPr>
        <w:t xml:space="preserve">(далее – </w:t>
      </w:r>
      <w:r w:rsidR="00D31CAF" w:rsidRPr="006535F7">
        <w:rPr>
          <w:bCs/>
          <w:sz w:val="28"/>
          <w:szCs w:val="28"/>
        </w:rPr>
        <w:t>А</w:t>
      </w:r>
      <w:r w:rsidRPr="006535F7">
        <w:rPr>
          <w:bCs/>
          <w:sz w:val="28"/>
          <w:szCs w:val="28"/>
        </w:rPr>
        <w:t xml:space="preserve">дминистративный регламент) разработан в целях </w:t>
      </w:r>
      <w:r w:rsidRPr="006535F7">
        <w:rPr>
          <w:sz w:val="28"/>
          <w:szCs w:val="28"/>
        </w:rPr>
        <w:t xml:space="preserve">повышения </w:t>
      </w:r>
      <w:r w:rsidR="009F7540" w:rsidRPr="006535F7">
        <w:rPr>
          <w:sz w:val="28"/>
          <w:szCs w:val="28"/>
        </w:rPr>
        <w:t xml:space="preserve">качества предоставления и доступности </w:t>
      </w:r>
      <w:r w:rsidRPr="006535F7">
        <w:rPr>
          <w:sz w:val="28"/>
          <w:szCs w:val="28"/>
        </w:rPr>
        <w:t>д</w:t>
      </w:r>
      <w:r w:rsidR="009F7540" w:rsidRPr="006535F7">
        <w:rPr>
          <w:sz w:val="28"/>
          <w:szCs w:val="28"/>
        </w:rPr>
        <w:t>анной</w:t>
      </w:r>
      <w:r w:rsidRPr="006535F7">
        <w:rPr>
          <w:sz w:val="28"/>
          <w:szCs w:val="28"/>
        </w:rPr>
        <w:t xml:space="preserve"> муниципальной услуги, </w:t>
      </w:r>
      <w:r w:rsidR="00DE0E72" w:rsidRPr="006535F7">
        <w:rPr>
          <w:sz w:val="28"/>
          <w:szCs w:val="28"/>
        </w:rPr>
        <w:t xml:space="preserve">определяет порядок, сроки и последовательность </w:t>
      </w:r>
      <w:r w:rsidR="00E041B8" w:rsidRPr="006535F7">
        <w:rPr>
          <w:sz w:val="28"/>
          <w:szCs w:val="28"/>
        </w:rPr>
        <w:t xml:space="preserve">действий (административных процедур) при зачислении </w:t>
      </w:r>
      <w:r w:rsidR="002413AF" w:rsidRPr="006535F7">
        <w:rPr>
          <w:sz w:val="28"/>
          <w:szCs w:val="28"/>
        </w:rPr>
        <w:t xml:space="preserve">несовершеннолетних лиц </w:t>
      </w:r>
      <w:r w:rsidR="00F46F60" w:rsidRPr="006535F7">
        <w:rPr>
          <w:sz w:val="28"/>
          <w:szCs w:val="28"/>
        </w:rPr>
        <w:t>и сове</w:t>
      </w:r>
      <w:r w:rsidR="00FF0894" w:rsidRPr="006535F7">
        <w:rPr>
          <w:sz w:val="28"/>
          <w:szCs w:val="28"/>
        </w:rPr>
        <w:t>ршеннолетних лиц</w:t>
      </w:r>
      <w:r w:rsidR="00410C7D" w:rsidRPr="006535F7">
        <w:rPr>
          <w:sz w:val="28"/>
          <w:szCs w:val="28"/>
        </w:rPr>
        <w:t xml:space="preserve"> </w:t>
      </w:r>
      <w:r w:rsidR="00E041B8" w:rsidRPr="006535F7">
        <w:rPr>
          <w:sz w:val="28"/>
          <w:szCs w:val="28"/>
        </w:rPr>
        <w:t xml:space="preserve">в </w:t>
      </w:r>
      <w:r w:rsidR="00C9678C" w:rsidRPr="006535F7">
        <w:rPr>
          <w:sz w:val="28"/>
          <w:szCs w:val="28"/>
        </w:rPr>
        <w:t xml:space="preserve">муниципальные общеобразовательные учреждения </w:t>
      </w:r>
      <w:r w:rsidR="009449A5" w:rsidRPr="006535F7">
        <w:rPr>
          <w:sz w:val="28"/>
          <w:szCs w:val="28"/>
        </w:rPr>
        <w:t>Идринского района</w:t>
      </w:r>
      <w:r w:rsidR="00C9678C" w:rsidRPr="006535F7">
        <w:rPr>
          <w:sz w:val="28"/>
          <w:szCs w:val="28"/>
        </w:rPr>
        <w:t xml:space="preserve">, реализующие </w:t>
      </w:r>
      <w:r w:rsidR="00783071" w:rsidRPr="006535F7">
        <w:rPr>
          <w:sz w:val="28"/>
          <w:szCs w:val="28"/>
        </w:rPr>
        <w:t>основные общеобразовательные программы начального общего, основного общего и среднего общего образования.</w:t>
      </w:r>
    </w:p>
    <w:p w:rsidR="00B53101" w:rsidRPr="006535F7" w:rsidRDefault="00BC2253" w:rsidP="003C450B">
      <w:pPr>
        <w:ind w:firstLine="709"/>
        <w:jc w:val="both"/>
        <w:rPr>
          <w:sz w:val="28"/>
          <w:szCs w:val="28"/>
        </w:rPr>
      </w:pPr>
      <w:r w:rsidRPr="006535F7">
        <w:rPr>
          <w:bCs/>
          <w:sz w:val="28"/>
          <w:szCs w:val="28"/>
        </w:rPr>
        <w:t>1.2.</w:t>
      </w:r>
      <w:r w:rsidR="00410C7D" w:rsidRPr="006535F7">
        <w:rPr>
          <w:bCs/>
          <w:sz w:val="28"/>
          <w:szCs w:val="28"/>
        </w:rPr>
        <w:t xml:space="preserve"> </w:t>
      </w:r>
      <w:r w:rsidR="00AC5765" w:rsidRPr="006535F7">
        <w:rPr>
          <w:sz w:val="28"/>
          <w:szCs w:val="28"/>
        </w:rPr>
        <w:t xml:space="preserve">Получателями муниципальной услуги </w:t>
      </w:r>
      <w:r w:rsidR="006E2A24" w:rsidRPr="006535F7">
        <w:rPr>
          <w:sz w:val="28"/>
          <w:szCs w:val="28"/>
        </w:rPr>
        <w:t xml:space="preserve">(далее - Получатели) </w:t>
      </w:r>
      <w:r w:rsidR="006E1BCF" w:rsidRPr="006535F7">
        <w:rPr>
          <w:sz w:val="28"/>
          <w:szCs w:val="28"/>
        </w:rPr>
        <w:t xml:space="preserve">по общему правилу </w:t>
      </w:r>
      <w:r w:rsidR="00AC5765" w:rsidRPr="006535F7">
        <w:rPr>
          <w:sz w:val="28"/>
          <w:szCs w:val="28"/>
        </w:rPr>
        <w:t>являются физические лица</w:t>
      </w:r>
      <w:r w:rsidR="005164B4" w:rsidRPr="006535F7">
        <w:rPr>
          <w:sz w:val="28"/>
          <w:szCs w:val="28"/>
        </w:rPr>
        <w:t xml:space="preserve"> в возрасте от </w:t>
      </w:r>
      <w:r w:rsidR="00AC5765" w:rsidRPr="006535F7">
        <w:rPr>
          <w:sz w:val="28"/>
          <w:szCs w:val="28"/>
        </w:rPr>
        <w:t>шести лет шести месяцев</w:t>
      </w:r>
      <w:r w:rsidR="00410C7D" w:rsidRPr="006535F7">
        <w:rPr>
          <w:sz w:val="28"/>
          <w:szCs w:val="28"/>
        </w:rPr>
        <w:t xml:space="preserve"> </w:t>
      </w:r>
      <w:r w:rsidR="005164B4" w:rsidRPr="006535F7">
        <w:rPr>
          <w:sz w:val="28"/>
          <w:szCs w:val="28"/>
        </w:rPr>
        <w:t xml:space="preserve">до </w:t>
      </w:r>
      <w:r w:rsidR="00B53101" w:rsidRPr="006535F7">
        <w:rPr>
          <w:sz w:val="28"/>
          <w:szCs w:val="28"/>
        </w:rPr>
        <w:t>восемнадцати лет</w:t>
      </w:r>
      <w:r w:rsidR="00330EFE" w:rsidRPr="006535F7">
        <w:rPr>
          <w:sz w:val="28"/>
          <w:szCs w:val="28"/>
        </w:rPr>
        <w:t xml:space="preserve"> (далее </w:t>
      </w:r>
      <w:r w:rsidR="001E42F4" w:rsidRPr="006535F7">
        <w:rPr>
          <w:sz w:val="28"/>
          <w:szCs w:val="28"/>
        </w:rPr>
        <w:t>–</w:t>
      </w:r>
      <w:r w:rsidR="00330EFE" w:rsidRPr="006535F7">
        <w:rPr>
          <w:sz w:val="28"/>
          <w:szCs w:val="28"/>
        </w:rPr>
        <w:t xml:space="preserve"> дети</w:t>
      </w:r>
      <w:r w:rsidR="001E42F4" w:rsidRPr="006535F7">
        <w:rPr>
          <w:sz w:val="28"/>
          <w:szCs w:val="28"/>
        </w:rPr>
        <w:t>, ребенок</w:t>
      </w:r>
      <w:r w:rsidR="00330EFE" w:rsidRPr="006535F7">
        <w:rPr>
          <w:sz w:val="28"/>
          <w:szCs w:val="28"/>
        </w:rPr>
        <w:t>)</w:t>
      </w:r>
      <w:r w:rsidR="00B53101" w:rsidRPr="006535F7">
        <w:rPr>
          <w:sz w:val="28"/>
          <w:szCs w:val="28"/>
        </w:rPr>
        <w:t>.</w:t>
      </w:r>
    </w:p>
    <w:p w:rsidR="00AC5765" w:rsidRPr="006535F7" w:rsidRDefault="003C450B" w:rsidP="003C450B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Получателями муниципальной услуги </w:t>
      </w:r>
      <w:r w:rsidR="00CA0F0D" w:rsidRPr="006535F7">
        <w:rPr>
          <w:sz w:val="28"/>
          <w:szCs w:val="28"/>
        </w:rPr>
        <w:t xml:space="preserve">при зачислении </w:t>
      </w:r>
      <w:r w:rsidR="00AE6A8C" w:rsidRPr="006535F7">
        <w:rPr>
          <w:sz w:val="28"/>
          <w:szCs w:val="28"/>
        </w:rPr>
        <w:t xml:space="preserve">в первый класс </w:t>
      </w:r>
      <w:r w:rsidR="00E560C1" w:rsidRPr="006535F7">
        <w:rPr>
          <w:sz w:val="28"/>
          <w:szCs w:val="28"/>
        </w:rPr>
        <w:t>муниципального обще</w:t>
      </w:r>
      <w:r w:rsidR="00AE6A8C" w:rsidRPr="006535F7">
        <w:rPr>
          <w:sz w:val="28"/>
          <w:szCs w:val="28"/>
        </w:rPr>
        <w:t xml:space="preserve">образовательного учреждения </w:t>
      </w:r>
      <w:r w:rsidRPr="006535F7">
        <w:rPr>
          <w:sz w:val="28"/>
          <w:szCs w:val="28"/>
        </w:rPr>
        <w:t xml:space="preserve">являются физические лица, </w:t>
      </w:r>
      <w:r w:rsidR="001F12A8" w:rsidRPr="006535F7">
        <w:rPr>
          <w:sz w:val="28"/>
          <w:szCs w:val="28"/>
        </w:rPr>
        <w:t xml:space="preserve">не имеющие </w:t>
      </w:r>
      <w:r w:rsidRPr="006535F7">
        <w:rPr>
          <w:sz w:val="28"/>
          <w:szCs w:val="28"/>
        </w:rPr>
        <w:t xml:space="preserve">противопоказаний по состоянию здоровья, </w:t>
      </w:r>
      <w:r w:rsidR="001F12A8" w:rsidRPr="006535F7">
        <w:rPr>
          <w:sz w:val="28"/>
          <w:szCs w:val="28"/>
        </w:rPr>
        <w:t xml:space="preserve">достигшие на 1 сентября текущего года </w:t>
      </w:r>
      <w:r w:rsidRPr="006535F7">
        <w:rPr>
          <w:sz w:val="28"/>
          <w:szCs w:val="28"/>
        </w:rPr>
        <w:t>возраста шести лет шести месяцев, но не позже достижения ими возраста восьми лет.</w:t>
      </w:r>
      <w:r w:rsidR="00410C7D" w:rsidRPr="006535F7">
        <w:rPr>
          <w:sz w:val="28"/>
          <w:szCs w:val="28"/>
        </w:rPr>
        <w:t xml:space="preserve"> </w:t>
      </w:r>
    </w:p>
    <w:p w:rsidR="00AC5765" w:rsidRPr="006535F7" w:rsidRDefault="00FD1C10" w:rsidP="00AC576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Получателями муниципальной услуги в части зачисления н</w:t>
      </w:r>
      <w:r w:rsidR="00AC5765" w:rsidRPr="006535F7">
        <w:rPr>
          <w:sz w:val="28"/>
          <w:szCs w:val="28"/>
        </w:rPr>
        <w:t>а обучение</w:t>
      </w:r>
      <w:r w:rsidR="00410C7D" w:rsidRPr="006535F7">
        <w:rPr>
          <w:sz w:val="28"/>
          <w:szCs w:val="28"/>
        </w:rPr>
        <w:t xml:space="preserve"> </w:t>
      </w:r>
      <w:r w:rsidR="00AC5765" w:rsidRPr="006535F7">
        <w:rPr>
          <w:sz w:val="28"/>
          <w:szCs w:val="28"/>
        </w:rPr>
        <w:t>по очно-заочной форме в учебно-консультационны</w:t>
      </w:r>
      <w:r w:rsidRPr="006535F7">
        <w:rPr>
          <w:sz w:val="28"/>
          <w:szCs w:val="28"/>
        </w:rPr>
        <w:t>й</w:t>
      </w:r>
      <w:r w:rsidR="00AC5765" w:rsidRPr="006535F7">
        <w:rPr>
          <w:sz w:val="28"/>
          <w:szCs w:val="28"/>
        </w:rPr>
        <w:t xml:space="preserve"> пункт </w:t>
      </w:r>
      <w:r w:rsidR="00EF0818" w:rsidRPr="006535F7">
        <w:rPr>
          <w:sz w:val="28"/>
          <w:szCs w:val="28"/>
        </w:rPr>
        <w:t>муниципального общеобразовательного учреждения</w:t>
      </w:r>
      <w:r w:rsidR="00AC5765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являются</w:t>
      </w:r>
      <w:r w:rsidR="00AC5765" w:rsidRPr="006535F7">
        <w:rPr>
          <w:sz w:val="28"/>
          <w:szCs w:val="28"/>
        </w:rPr>
        <w:t xml:space="preserve"> физические лица любого возраста, работающие и неработающие, желающие получить основное общее и (или)</w:t>
      </w:r>
      <w:r w:rsidR="00410C7D" w:rsidRPr="006535F7">
        <w:rPr>
          <w:sz w:val="28"/>
          <w:szCs w:val="28"/>
        </w:rPr>
        <w:t xml:space="preserve"> </w:t>
      </w:r>
      <w:r w:rsidR="00AC5765" w:rsidRPr="006535F7">
        <w:rPr>
          <w:sz w:val="28"/>
          <w:szCs w:val="28"/>
        </w:rPr>
        <w:t>среднее общее образование, которые в силу разных причин не смогли получить общее образование в стандартные сроки.</w:t>
      </w:r>
    </w:p>
    <w:p w:rsidR="006E2A24" w:rsidRPr="006535F7" w:rsidRDefault="001E361D" w:rsidP="00F04A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Зачисление </w:t>
      </w:r>
      <w:r w:rsidR="003C450B" w:rsidRPr="006535F7">
        <w:rPr>
          <w:sz w:val="28"/>
          <w:szCs w:val="28"/>
        </w:rPr>
        <w:t>иностранных граждан и лиц без гражданства, для обучения</w:t>
      </w:r>
      <w:r w:rsidR="00410C7D" w:rsidRPr="006535F7">
        <w:rPr>
          <w:sz w:val="28"/>
          <w:szCs w:val="28"/>
        </w:rPr>
        <w:t xml:space="preserve"> </w:t>
      </w:r>
      <w:r w:rsidR="003C450B" w:rsidRPr="006535F7">
        <w:rPr>
          <w:sz w:val="28"/>
          <w:szCs w:val="28"/>
        </w:rPr>
        <w:t>по общеобразовательным программам за счет бюджетных ассигнований</w:t>
      </w:r>
      <w:r w:rsidR="00410C7D" w:rsidRPr="006535F7">
        <w:rPr>
          <w:sz w:val="28"/>
          <w:szCs w:val="28"/>
        </w:rPr>
        <w:t xml:space="preserve"> </w:t>
      </w:r>
      <w:r w:rsidR="003C450B" w:rsidRPr="006535F7">
        <w:rPr>
          <w:sz w:val="28"/>
          <w:szCs w:val="28"/>
        </w:rPr>
        <w:t>осуществляется в соответствии с международными договорами Российской Федера</w:t>
      </w:r>
      <w:r w:rsidR="005722AA" w:rsidRPr="006535F7">
        <w:rPr>
          <w:sz w:val="28"/>
          <w:szCs w:val="28"/>
        </w:rPr>
        <w:t>ц</w:t>
      </w:r>
      <w:r w:rsidR="003C450B" w:rsidRPr="006535F7">
        <w:rPr>
          <w:sz w:val="28"/>
          <w:szCs w:val="28"/>
        </w:rPr>
        <w:t>ии, Федеральным законом от 29</w:t>
      </w:r>
      <w:r w:rsidR="00B04C96" w:rsidRPr="006535F7">
        <w:rPr>
          <w:sz w:val="28"/>
          <w:szCs w:val="28"/>
        </w:rPr>
        <w:t>.12.2</w:t>
      </w:r>
      <w:r w:rsidR="003C450B" w:rsidRPr="006535F7">
        <w:rPr>
          <w:sz w:val="28"/>
          <w:szCs w:val="28"/>
        </w:rPr>
        <w:t xml:space="preserve">012 </w:t>
      </w:r>
      <w:r w:rsidR="005722AA" w:rsidRPr="006535F7">
        <w:rPr>
          <w:sz w:val="28"/>
          <w:szCs w:val="28"/>
        </w:rPr>
        <w:t>№</w:t>
      </w:r>
      <w:r w:rsidR="003C450B" w:rsidRPr="006535F7">
        <w:rPr>
          <w:sz w:val="28"/>
          <w:szCs w:val="28"/>
        </w:rPr>
        <w:t xml:space="preserve"> 273-ФЗ </w:t>
      </w:r>
      <w:r w:rsidR="00B04C96" w:rsidRPr="006535F7">
        <w:rPr>
          <w:sz w:val="28"/>
          <w:szCs w:val="28"/>
        </w:rPr>
        <w:t>«</w:t>
      </w:r>
      <w:r w:rsidR="003C450B" w:rsidRPr="006535F7">
        <w:rPr>
          <w:sz w:val="28"/>
          <w:szCs w:val="28"/>
        </w:rPr>
        <w:t>Об образовании</w:t>
      </w:r>
      <w:r w:rsidR="00410C7D" w:rsidRPr="006535F7">
        <w:rPr>
          <w:sz w:val="28"/>
          <w:szCs w:val="28"/>
        </w:rPr>
        <w:t xml:space="preserve"> </w:t>
      </w:r>
      <w:r w:rsidR="003C450B" w:rsidRPr="006535F7">
        <w:rPr>
          <w:sz w:val="28"/>
          <w:szCs w:val="28"/>
        </w:rPr>
        <w:t>в Российской Федерации</w:t>
      </w:r>
      <w:r w:rsidR="005722AA" w:rsidRPr="006535F7">
        <w:rPr>
          <w:sz w:val="28"/>
          <w:szCs w:val="28"/>
        </w:rPr>
        <w:t>»</w:t>
      </w:r>
      <w:r w:rsidR="003C450B" w:rsidRPr="006535F7">
        <w:rPr>
          <w:sz w:val="28"/>
          <w:szCs w:val="28"/>
        </w:rPr>
        <w:t xml:space="preserve"> и Порядком приема граждан на обучение по образовательным программам начального общего, основного общего и </w:t>
      </w:r>
      <w:r w:rsidR="003C450B" w:rsidRPr="006535F7">
        <w:rPr>
          <w:sz w:val="28"/>
          <w:szCs w:val="28"/>
        </w:rPr>
        <w:lastRenderedPageBreak/>
        <w:t>среднего общего образования</w:t>
      </w:r>
      <w:r w:rsidR="00F04AB9" w:rsidRPr="006535F7">
        <w:rPr>
          <w:sz w:val="28"/>
          <w:szCs w:val="28"/>
        </w:rPr>
        <w:t>, утвержденным приказом Министерства образования и науки Российской Федерации от 22.01.2014 № 32</w:t>
      </w:r>
      <w:r w:rsidR="006E2A24" w:rsidRPr="006535F7">
        <w:rPr>
          <w:sz w:val="28"/>
          <w:szCs w:val="28"/>
        </w:rPr>
        <w:t>.</w:t>
      </w:r>
    </w:p>
    <w:p w:rsidR="00440AD4" w:rsidRPr="006535F7" w:rsidRDefault="009A4D15" w:rsidP="008D7178">
      <w:pPr>
        <w:widowControl w:val="0"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 w:rsidRPr="006535F7">
        <w:rPr>
          <w:sz w:val="28"/>
          <w:szCs w:val="28"/>
        </w:rPr>
        <w:t xml:space="preserve">Заявителями на </w:t>
      </w:r>
      <w:r w:rsidR="0013430D" w:rsidRPr="006535F7">
        <w:rPr>
          <w:sz w:val="28"/>
          <w:szCs w:val="28"/>
        </w:rPr>
        <w:t xml:space="preserve">предоставление </w:t>
      </w:r>
      <w:r w:rsidRPr="006535F7">
        <w:rPr>
          <w:sz w:val="28"/>
          <w:szCs w:val="28"/>
        </w:rPr>
        <w:t xml:space="preserve">муниципальной услуги </w:t>
      </w:r>
      <w:r w:rsidR="009E4623" w:rsidRPr="006535F7">
        <w:rPr>
          <w:sz w:val="28"/>
          <w:szCs w:val="28"/>
        </w:rPr>
        <w:t xml:space="preserve">(далее - Заявители) </w:t>
      </w:r>
      <w:r w:rsidR="00876119" w:rsidRPr="006535F7">
        <w:rPr>
          <w:sz w:val="28"/>
          <w:szCs w:val="28"/>
        </w:rPr>
        <w:t xml:space="preserve">по общему правилу </w:t>
      </w:r>
      <w:r w:rsidRPr="006535F7">
        <w:rPr>
          <w:sz w:val="28"/>
          <w:szCs w:val="28"/>
        </w:rPr>
        <w:t xml:space="preserve">являются родители (законные представители) </w:t>
      </w:r>
      <w:r w:rsidR="005C1563" w:rsidRPr="006535F7">
        <w:rPr>
          <w:sz w:val="28"/>
          <w:szCs w:val="28"/>
        </w:rPr>
        <w:t>детей</w:t>
      </w:r>
      <w:r w:rsidRPr="006535F7">
        <w:rPr>
          <w:sz w:val="28"/>
          <w:szCs w:val="28"/>
        </w:rPr>
        <w:t xml:space="preserve"> </w:t>
      </w:r>
      <w:r w:rsidR="005C1563" w:rsidRPr="006535F7">
        <w:rPr>
          <w:sz w:val="28"/>
          <w:szCs w:val="28"/>
        </w:rPr>
        <w:t>или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их </w:t>
      </w:r>
      <w:r w:rsidR="003E32AB" w:rsidRPr="006535F7">
        <w:rPr>
          <w:spacing w:val="1"/>
          <w:sz w:val="28"/>
          <w:szCs w:val="28"/>
          <w:shd w:val="clear" w:color="auto" w:fill="FFFFFF"/>
        </w:rPr>
        <w:t>уполномоченные</w:t>
      </w:r>
      <w:r w:rsidRPr="006535F7">
        <w:rPr>
          <w:sz w:val="28"/>
          <w:szCs w:val="28"/>
        </w:rPr>
        <w:t xml:space="preserve"> представители</w:t>
      </w:r>
      <w:r w:rsidR="003E32AB" w:rsidRPr="006535F7">
        <w:rPr>
          <w:sz w:val="28"/>
          <w:szCs w:val="28"/>
        </w:rPr>
        <w:t xml:space="preserve">, </w:t>
      </w:r>
      <w:r w:rsidR="00440AD4" w:rsidRPr="006535F7">
        <w:rPr>
          <w:spacing w:val="1"/>
          <w:sz w:val="28"/>
          <w:szCs w:val="28"/>
          <w:shd w:val="clear" w:color="auto" w:fill="FFFFFF"/>
        </w:rPr>
        <w:t xml:space="preserve">обратившиеся </w:t>
      </w:r>
      <w:r w:rsidR="005C1563" w:rsidRPr="006535F7">
        <w:rPr>
          <w:spacing w:val="1"/>
          <w:sz w:val="28"/>
          <w:szCs w:val="28"/>
          <w:shd w:val="clear" w:color="auto" w:fill="FFFFFF"/>
        </w:rPr>
        <w:t>с</w:t>
      </w:r>
      <w:r w:rsidR="00440AD4" w:rsidRPr="006535F7">
        <w:rPr>
          <w:spacing w:val="1"/>
          <w:sz w:val="28"/>
          <w:szCs w:val="28"/>
          <w:shd w:val="clear" w:color="auto" w:fill="FFFFFF"/>
        </w:rPr>
        <w:t xml:space="preserve"> за</w:t>
      </w:r>
      <w:r w:rsidR="001361CF" w:rsidRPr="006535F7">
        <w:rPr>
          <w:spacing w:val="1"/>
          <w:sz w:val="28"/>
          <w:szCs w:val="28"/>
          <w:shd w:val="clear" w:color="auto" w:fill="FFFFFF"/>
        </w:rPr>
        <w:t xml:space="preserve">явлением </w:t>
      </w:r>
      <w:r w:rsidR="00440AD4" w:rsidRPr="006535F7">
        <w:rPr>
          <w:spacing w:val="1"/>
          <w:sz w:val="28"/>
          <w:szCs w:val="28"/>
          <w:shd w:val="clear" w:color="auto" w:fill="FFFFFF"/>
        </w:rPr>
        <w:t xml:space="preserve">о </w:t>
      </w:r>
      <w:r w:rsidR="007C7339" w:rsidRPr="006535F7">
        <w:rPr>
          <w:spacing w:val="1"/>
          <w:sz w:val="28"/>
          <w:szCs w:val="28"/>
          <w:shd w:val="clear" w:color="auto" w:fill="FFFFFF"/>
        </w:rPr>
        <w:t>зачислении</w:t>
      </w:r>
      <w:r w:rsidR="00410C7D" w:rsidRPr="006535F7">
        <w:rPr>
          <w:spacing w:val="1"/>
          <w:sz w:val="28"/>
          <w:szCs w:val="28"/>
          <w:shd w:val="clear" w:color="auto" w:fill="FFFFFF"/>
        </w:rPr>
        <w:t xml:space="preserve"> </w:t>
      </w:r>
      <w:r w:rsidR="009F654D" w:rsidRPr="006535F7">
        <w:rPr>
          <w:spacing w:val="1"/>
          <w:sz w:val="28"/>
          <w:szCs w:val="28"/>
          <w:shd w:val="clear" w:color="auto" w:fill="FFFFFF"/>
        </w:rPr>
        <w:t xml:space="preserve">ребенка </w:t>
      </w:r>
      <w:r w:rsidR="007C7339" w:rsidRPr="006535F7">
        <w:rPr>
          <w:spacing w:val="1"/>
          <w:sz w:val="28"/>
          <w:szCs w:val="28"/>
          <w:shd w:val="clear" w:color="auto" w:fill="FFFFFF"/>
        </w:rPr>
        <w:t xml:space="preserve">в </w:t>
      </w:r>
      <w:r w:rsidR="00356C70" w:rsidRPr="006535F7">
        <w:rPr>
          <w:sz w:val="28"/>
          <w:szCs w:val="28"/>
        </w:rPr>
        <w:t>муниципально</w:t>
      </w:r>
      <w:r w:rsidR="005C1563" w:rsidRPr="006535F7">
        <w:rPr>
          <w:sz w:val="28"/>
          <w:szCs w:val="28"/>
        </w:rPr>
        <w:t xml:space="preserve">е </w:t>
      </w:r>
      <w:r w:rsidR="00356C70" w:rsidRPr="006535F7">
        <w:rPr>
          <w:sz w:val="28"/>
          <w:szCs w:val="28"/>
        </w:rPr>
        <w:t>общеобразовательно</w:t>
      </w:r>
      <w:r w:rsidR="005C1563" w:rsidRPr="006535F7">
        <w:rPr>
          <w:sz w:val="28"/>
          <w:szCs w:val="28"/>
        </w:rPr>
        <w:t xml:space="preserve">е </w:t>
      </w:r>
      <w:r w:rsidR="00356C70" w:rsidRPr="006535F7">
        <w:rPr>
          <w:sz w:val="28"/>
          <w:szCs w:val="28"/>
        </w:rPr>
        <w:t>учреждени</w:t>
      </w:r>
      <w:r w:rsidR="005C1563" w:rsidRPr="006535F7">
        <w:rPr>
          <w:sz w:val="28"/>
          <w:szCs w:val="28"/>
        </w:rPr>
        <w:t xml:space="preserve">е </w:t>
      </w:r>
      <w:r w:rsidR="00EC4FAA" w:rsidRPr="006535F7">
        <w:rPr>
          <w:sz w:val="28"/>
          <w:szCs w:val="28"/>
        </w:rPr>
        <w:t>Идринского района</w:t>
      </w:r>
      <w:r w:rsidR="00410C7D" w:rsidRPr="006535F7">
        <w:rPr>
          <w:sz w:val="28"/>
          <w:szCs w:val="28"/>
        </w:rPr>
        <w:t xml:space="preserve"> </w:t>
      </w:r>
      <w:r w:rsidR="009F654D" w:rsidRPr="006535F7">
        <w:rPr>
          <w:sz w:val="28"/>
          <w:szCs w:val="28"/>
        </w:rPr>
        <w:t>в порядке, установленном настоящим Административным регламентом.</w:t>
      </w:r>
      <w:r w:rsidR="005C1563" w:rsidRPr="006535F7">
        <w:rPr>
          <w:sz w:val="28"/>
          <w:szCs w:val="28"/>
        </w:rPr>
        <w:t xml:space="preserve"> </w:t>
      </w:r>
    </w:p>
    <w:p w:rsidR="00327B57" w:rsidRPr="006535F7" w:rsidRDefault="00327B57" w:rsidP="00327B57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1.3. Предметом регулирования </w:t>
      </w:r>
      <w:r w:rsidR="00F140B0" w:rsidRPr="006535F7">
        <w:rPr>
          <w:sz w:val="28"/>
          <w:szCs w:val="28"/>
        </w:rPr>
        <w:t xml:space="preserve">настоящего </w:t>
      </w:r>
      <w:r w:rsidRPr="006535F7">
        <w:rPr>
          <w:bCs/>
          <w:sz w:val="28"/>
          <w:szCs w:val="28"/>
        </w:rPr>
        <w:t xml:space="preserve">Административного регламента являются порядок взаимодействия </w:t>
      </w:r>
      <w:r w:rsidR="008B7AFD" w:rsidRPr="006535F7">
        <w:rPr>
          <w:sz w:val="28"/>
          <w:szCs w:val="28"/>
        </w:rPr>
        <w:t xml:space="preserve">Заявителей с муниципальными общеобразовательными учреждениями </w:t>
      </w:r>
      <w:r w:rsidR="00EC4FAA" w:rsidRPr="006535F7">
        <w:rPr>
          <w:sz w:val="28"/>
          <w:szCs w:val="28"/>
        </w:rPr>
        <w:t>Идринского района</w:t>
      </w:r>
      <w:r w:rsidR="004001C6" w:rsidRPr="006535F7">
        <w:rPr>
          <w:sz w:val="28"/>
          <w:szCs w:val="28"/>
        </w:rPr>
        <w:t xml:space="preserve"> и другими организациями в процессе предоставления муниципальной услуги, </w:t>
      </w:r>
      <w:r w:rsidR="00ED7AA4" w:rsidRPr="006535F7">
        <w:rPr>
          <w:sz w:val="28"/>
          <w:szCs w:val="28"/>
        </w:rPr>
        <w:t xml:space="preserve">последовательность и срок выполнения </w:t>
      </w:r>
      <w:r w:rsidR="00AC0C34" w:rsidRPr="006535F7">
        <w:rPr>
          <w:sz w:val="28"/>
          <w:szCs w:val="28"/>
        </w:rPr>
        <w:t>административных процедур при предоставлении муниципальной услуги, стандарт предоставления муниципальной услуги.</w:t>
      </w:r>
      <w:r w:rsidR="00410C7D" w:rsidRPr="006535F7">
        <w:rPr>
          <w:sz w:val="28"/>
          <w:szCs w:val="28"/>
        </w:rPr>
        <w:t xml:space="preserve"> </w:t>
      </w:r>
    </w:p>
    <w:p w:rsidR="00327B57" w:rsidRPr="006535F7" w:rsidRDefault="00327B57" w:rsidP="009A4D1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253" w:rsidRPr="006535F7" w:rsidRDefault="00BC2253" w:rsidP="00BC2253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  <w:lang w:val="en-US"/>
        </w:rPr>
        <w:t>II</w:t>
      </w:r>
      <w:r w:rsidRPr="006535F7">
        <w:rPr>
          <w:b/>
          <w:sz w:val="28"/>
          <w:szCs w:val="28"/>
        </w:rPr>
        <w:t>. СТАНДАРТ ПРЕДОСТАВЛЕНИЯ МУНИЦИПАЛЬНОЙ УСЛУГИ</w:t>
      </w:r>
    </w:p>
    <w:p w:rsidR="00B91A1A" w:rsidRPr="006535F7" w:rsidRDefault="00B91A1A" w:rsidP="00BC22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35F7">
        <w:rPr>
          <w:bCs/>
          <w:sz w:val="28"/>
          <w:szCs w:val="28"/>
        </w:rPr>
        <w:t>2.1.</w:t>
      </w:r>
      <w:r w:rsidR="00410C7D" w:rsidRPr="006535F7">
        <w:rPr>
          <w:bCs/>
          <w:sz w:val="28"/>
          <w:szCs w:val="28"/>
        </w:rPr>
        <w:t xml:space="preserve"> </w:t>
      </w:r>
      <w:r w:rsidRPr="006535F7">
        <w:rPr>
          <w:bCs/>
          <w:sz w:val="28"/>
          <w:szCs w:val="28"/>
        </w:rPr>
        <w:t>Наименование муниципальн</w:t>
      </w:r>
      <w:r w:rsidR="00133357" w:rsidRPr="006535F7">
        <w:rPr>
          <w:bCs/>
          <w:sz w:val="28"/>
          <w:szCs w:val="28"/>
        </w:rPr>
        <w:t xml:space="preserve">ой услуги: </w:t>
      </w:r>
      <w:r w:rsidR="008115B1" w:rsidRPr="006535F7">
        <w:rPr>
          <w:bCs/>
          <w:sz w:val="28"/>
          <w:szCs w:val="28"/>
        </w:rPr>
        <w:t>«Прием заявлений и з</w:t>
      </w:r>
      <w:r w:rsidR="008115B1" w:rsidRPr="006535F7">
        <w:rPr>
          <w:sz w:val="28"/>
          <w:szCs w:val="28"/>
        </w:rPr>
        <w:t>ачисление в муниципальные общеобразовательные учреждения</w:t>
      </w:r>
      <w:r w:rsidR="00B47EA4" w:rsidRPr="006535F7">
        <w:rPr>
          <w:sz w:val="28"/>
          <w:szCs w:val="28"/>
        </w:rPr>
        <w:t xml:space="preserve">, </w:t>
      </w:r>
      <w:r w:rsidR="008115B1" w:rsidRPr="006535F7">
        <w:rPr>
          <w:sz w:val="28"/>
          <w:szCs w:val="28"/>
        </w:rPr>
        <w:t xml:space="preserve">расположенные на территории </w:t>
      </w:r>
      <w:r w:rsidR="00EC4FAA" w:rsidRPr="006535F7">
        <w:rPr>
          <w:sz w:val="28"/>
          <w:szCs w:val="28"/>
        </w:rPr>
        <w:t>Идринского района</w:t>
      </w:r>
      <w:r w:rsidR="008115B1" w:rsidRPr="006535F7">
        <w:rPr>
          <w:sz w:val="28"/>
          <w:szCs w:val="28"/>
        </w:rPr>
        <w:t>»</w:t>
      </w:r>
      <w:r w:rsidRPr="006535F7">
        <w:rPr>
          <w:bCs/>
          <w:sz w:val="28"/>
          <w:szCs w:val="28"/>
        </w:rPr>
        <w:t xml:space="preserve"> (далее – муниципальная услуга). 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535F7">
        <w:rPr>
          <w:sz w:val="28"/>
          <w:szCs w:val="28"/>
        </w:rPr>
        <w:t>2.2.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Муниципальная у</w:t>
      </w:r>
      <w:r w:rsidRPr="006535F7">
        <w:rPr>
          <w:bCs/>
          <w:sz w:val="28"/>
          <w:szCs w:val="28"/>
        </w:rPr>
        <w:t xml:space="preserve">слуга предоставляется муниципальными </w:t>
      </w:r>
      <w:r w:rsidR="00AB2A31" w:rsidRPr="006535F7">
        <w:rPr>
          <w:bCs/>
          <w:sz w:val="28"/>
          <w:szCs w:val="28"/>
        </w:rPr>
        <w:t>обще</w:t>
      </w:r>
      <w:r w:rsidRPr="006535F7">
        <w:rPr>
          <w:bCs/>
          <w:sz w:val="28"/>
          <w:szCs w:val="28"/>
        </w:rPr>
        <w:t>образовательными учреждениями, реализующими основные общеобразовательные программы</w:t>
      </w:r>
      <w:r w:rsidR="009264A0" w:rsidRPr="006535F7">
        <w:rPr>
          <w:bCs/>
          <w:sz w:val="28"/>
          <w:szCs w:val="28"/>
        </w:rPr>
        <w:t>: образовательные программы</w:t>
      </w:r>
      <w:r w:rsidRPr="006535F7">
        <w:rPr>
          <w:bCs/>
          <w:sz w:val="28"/>
          <w:szCs w:val="28"/>
        </w:rPr>
        <w:t xml:space="preserve"> начального общего</w:t>
      </w:r>
      <w:r w:rsidR="009264A0" w:rsidRPr="006535F7">
        <w:rPr>
          <w:bCs/>
          <w:sz w:val="28"/>
          <w:szCs w:val="28"/>
        </w:rPr>
        <w:t xml:space="preserve"> образования</w:t>
      </w:r>
      <w:r w:rsidRPr="006535F7">
        <w:rPr>
          <w:bCs/>
          <w:sz w:val="28"/>
          <w:szCs w:val="28"/>
        </w:rPr>
        <w:t xml:space="preserve">, </w:t>
      </w:r>
      <w:r w:rsidR="009264A0" w:rsidRPr="006535F7">
        <w:rPr>
          <w:bCs/>
          <w:sz w:val="28"/>
          <w:szCs w:val="28"/>
        </w:rPr>
        <w:t xml:space="preserve">образовательные программы </w:t>
      </w:r>
      <w:r w:rsidRPr="006535F7">
        <w:rPr>
          <w:bCs/>
          <w:sz w:val="28"/>
          <w:szCs w:val="28"/>
        </w:rPr>
        <w:t>основного общего</w:t>
      </w:r>
      <w:r w:rsidR="009264A0" w:rsidRPr="006535F7">
        <w:rPr>
          <w:bCs/>
          <w:sz w:val="28"/>
          <w:szCs w:val="28"/>
        </w:rPr>
        <w:t xml:space="preserve"> образования</w:t>
      </w:r>
      <w:r w:rsidRPr="006535F7">
        <w:rPr>
          <w:bCs/>
          <w:sz w:val="28"/>
          <w:szCs w:val="28"/>
        </w:rPr>
        <w:t xml:space="preserve">, </w:t>
      </w:r>
      <w:r w:rsidR="009264A0" w:rsidRPr="006535F7">
        <w:rPr>
          <w:bCs/>
          <w:sz w:val="28"/>
          <w:szCs w:val="28"/>
        </w:rPr>
        <w:t xml:space="preserve">образовательные программы </w:t>
      </w:r>
      <w:r w:rsidRPr="006535F7">
        <w:rPr>
          <w:bCs/>
          <w:sz w:val="28"/>
          <w:szCs w:val="28"/>
        </w:rPr>
        <w:t xml:space="preserve">среднего </w:t>
      </w:r>
      <w:r w:rsidR="009264A0" w:rsidRPr="006535F7">
        <w:rPr>
          <w:bCs/>
          <w:sz w:val="28"/>
          <w:szCs w:val="28"/>
        </w:rPr>
        <w:t>общего образования;</w:t>
      </w:r>
      <w:r w:rsidRPr="006535F7">
        <w:rPr>
          <w:bCs/>
          <w:sz w:val="28"/>
          <w:szCs w:val="28"/>
        </w:rPr>
        <w:t xml:space="preserve"> </w:t>
      </w:r>
      <w:r w:rsidR="009264A0" w:rsidRPr="006535F7">
        <w:rPr>
          <w:bCs/>
          <w:sz w:val="28"/>
          <w:szCs w:val="28"/>
        </w:rPr>
        <w:t xml:space="preserve">адаптированные основные общеобразовательные программы для детей с ограниченными возможностями здоровья; дополнительные </w:t>
      </w:r>
      <w:r w:rsidRPr="006535F7">
        <w:rPr>
          <w:bCs/>
          <w:sz w:val="28"/>
          <w:szCs w:val="28"/>
        </w:rPr>
        <w:t xml:space="preserve">общеобразовательные </w:t>
      </w:r>
      <w:r w:rsidR="009264A0" w:rsidRPr="006535F7">
        <w:rPr>
          <w:bCs/>
          <w:sz w:val="28"/>
          <w:szCs w:val="28"/>
        </w:rPr>
        <w:t xml:space="preserve">общеразвивающие </w:t>
      </w:r>
      <w:r w:rsidRPr="006535F7">
        <w:rPr>
          <w:bCs/>
          <w:sz w:val="28"/>
          <w:szCs w:val="28"/>
        </w:rPr>
        <w:t xml:space="preserve">программы </w:t>
      </w:r>
      <w:r w:rsidR="009264A0" w:rsidRPr="006535F7">
        <w:rPr>
          <w:bCs/>
          <w:sz w:val="28"/>
          <w:szCs w:val="28"/>
        </w:rPr>
        <w:t>(далее - о</w:t>
      </w:r>
      <w:r w:rsidRPr="006535F7">
        <w:rPr>
          <w:bCs/>
          <w:sz w:val="28"/>
          <w:szCs w:val="28"/>
        </w:rPr>
        <w:t>бразовательные учреждения), расположенн</w:t>
      </w:r>
      <w:r w:rsidR="00423533" w:rsidRPr="006535F7">
        <w:rPr>
          <w:bCs/>
          <w:sz w:val="28"/>
          <w:szCs w:val="28"/>
        </w:rPr>
        <w:t xml:space="preserve">ыми на территории </w:t>
      </w:r>
      <w:r w:rsidR="00A028F0" w:rsidRPr="006535F7">
        <w:rPr>
          <w:bCs/>
          <w:sz w:val="28"/>
          <w:szCs w:val="28"/>
        </w:rPr>
        <w:t>Идринского района</w:t>
      </w:r>
      <w:r w:rsidR="00D31CAF" w:rsidRPr="006535F7">
        <w:rPr>
          <w:bCs/>
          <w:sz w:val="28"/>
          <w:szCs w:val="28"/>
        </w:rPr>
        <w:t xml:space="preserve">, </w:t>
      </w:r>
      <w:r w:rsidRPr="006535F7">
        <w:rPr>
          <w:bCs/>
          <w:sz w:val="28"/>
          <w:szCs w:val="28"/>
        </w:rPr>
        <w:t>имеющими лицензию на право ведения образовательной деятельности по данным программам.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bCs/>
          <w:sz w:val="28"/>
          <w:szCs w:val="28"/>
        </w:rPr>
        <w:t>Организацию предоставления муниципальной услуги</w:t>
      </w:r>
      <w:r w:rsidR="00430466" w:rsidRPr="006535F7">
        <w:rPr>
          <w:bCs/>
          <w:sz w:val="28"/>
          <w:szCs w:val="28"/>
        </w:rPr>
        <w:t xml:space="preserve"> и </w:t>
      </w:r>
      <w:r w:rsidRPr="006535F7">
        <w:rPr>
          <w:bCs/>
          <w:sz w:val="28"/>
          <w:szCs w:val="28"/>
        </w:rPr>
        <w:t>контроль за предоставлением</w:t>
      </w:r>
      <w:r w:rsidR="00985404" w:rsidRPr="006535F7">
        <w:rPr>
          <w:bCs/>
          <w:sz w:val="28"/>
          <w:szCs w:val="28"/>
        </w:rPr>
        <w:t xml:space="preserve"> муниципальной услуги</w:t>
      </w:r>
      <w:r w:rsidRPr="006535F7">
        <w:rPr>
          <w:bCs/>
          <w:sz w:val="28"/>
          <w:szCs w:val="28"/>
        </w:rPr>
        <w:t xml:space="preserve"> осуществляет</w:t>
      </w:r>
      <w:r w:rsidR="00423533" w:rsidRPr="006535F7">
        <w:rPr>
          <w:bCs/>
          <w:sz w:val="28"/>
          <w:szCs w:val="28"/>
        </w:rPr>
        <w:t xml:space="preserve"> </w:t>
      </w:r>
      <w:r w:rsidR="00236A28" w:rsidRPr="006535F7">
        <w:rPr>
          <w:bCs/>
          <w:sz w:val="28"/>
          <w:szCs w:val="28"/>
        </w:rPr>
        <w:t>Отдел</w:t>
      </w:r>
      <w:r w:rsidRPr="006535F7">
        <w:rPr>
          <w:sz w:val="28"/>
          <w:szCs w:val="28"/>
        </w:rPr>
        <w:t xml:space="preserve"> образования администра</w:t>
      </w:r>
      <w:r w:rsidR="009264A0" w:rsidRPr="006535F7">
        <w:rPr>
          <w:sz w:val="28"/>
          <w:szCs w:val="28"/>
        </w:rPr>
        <w:t>ци</w:t>
      </w:r>
      <w:r w:rsidR="00236A28" w:rsidRPr="006535F7">
        <w:rPr>
          <w:sz w:val="28"/>
          <w:szCs w:val="28"/>
        </w:rPr>
        <w:t xml:space="preserve">и </w:t>
      </w:r>
      <w:r w:rsidR="00A028F0" w:rsidRPr="006535F7">
        <w:rPr>
          <w:sz w:val="28"/>
          <w:szCs w:val="28"/>
        </w:rPr>
        <w:t>Идринского района</w:t>
      </w:r>
      <w:r w:rsidR="00236A28" w:rsidRPr="006535F7">
        <w:rPr>
          <w:sz w:val="28"/>
          <w:szCs w:val="28"/>
        </w:rPr>
        <w:t xml:space="preserve"> (далее - Отдел</w:t>
      </w:r>
      <w:r w:rsidRPr="006535F7">
        <w:rPr>
          <w:sz w:val="28"/>
          <w:szCs w:val="28"/>
        </w:rPr>
        <w:t xml:space="preserve"> образования).</w:t>
      </w:r>
      <w:r w:rsidR="00410C7D" w:rsidRPr="006535F7">
        <w:rPr>
          <w:sz w:val="28"/>
          <w:szCs w:val="28"/>
        </w:rPr>
        <w:t xml:space="preserve"> </w:t>
      </w:r>
    </w:p>
    <w:p w:rsidR="00CF772E" w:rsidRPr="006535F7" w:rsidRDefault="00374324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Информация о месте нахождения, графиках работы, адресах, контактных телефонах образовательных учреждений </w:t>
      </w:r>
      <w:r w:rsidR="00795246" w:rsidRPr="006535F7">
        <w:rPr>
          <w:sz w:val="28"/>
          <w:szCs w:val="28"/>
        </w:rPr>
        <w:t>указана</w:t>
      </w:r>
      <w:r w:rsidRPr="006535F7">
        <w:rPr>
          <w:sz w:val="28"/>
          <w:szCs w:val="28"/>
        </w:rPr>
        <w:t xml:space="preserve"> в </w:t>
      </w:r>
      <w:r w:rsidR="00D31CAF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>риложении № 1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к Административному регламенту.</w:t>
      </w:r>
    </w:p>
    <w:p w:rsidR="009264A0" w:rsidRPr="006535F7" w:rsidRDefault="00CF772E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Информация о месте нахождения, графике работы, адресах,</w:t>
      </w:r>
      <w:r w:rsidR="00D050D3" w:rsidRPr="006535F7">
        <w:rPr>
          <w:sz w:val="28"/>
          <w:szCs w:val="28"/>
        </w:rPr>
        <w:t xml:space="preserve"> контактных телефонах Отдела</w:t>
      </w:r>
      <w:r w:rsidRPr="006535F7">
        <w:rPr>
          <w:sz w:val="28"/>
          <w:szCs w:val="28"/>
        </w:rPr>
        <w:t xml:space="preserve"> образования </w:t>
      </w:r>
      <w:r w:rsidR="00795246" w:rsidRPr="006535F7">
        <w:rPr>
          <w:sz w:val="28"/>
          <w:szCs w:val="28"/>
        </w:rPr>
        <w:t>указана</w:t>
      </w:r>
      <w:r w:rsidRPr="006535F7">
        <w:rPr>
          <w:sz w:val="28"/>
          <w:szCs w:val="28"/>
        </w:rPr>
        <w:t xml:space="preserve"> в </w:t>
      </w:r>
      <w:r w:rsidR="0036272E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>риложении № 2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к Административному регламенту.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2.3.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Результатом предоставления муниципальной услуги является зачисление </w:t>
      </w:r>
      <w:r w:rsidR="008A3655" w:rsidRPr="006535F7">
        <w:rPr>
          <w:sz w:val="28"/>
          <w:szCs w:val="28"/>
        </w:rPr>
        <w:t xml:space="preserve">Получателя </w:t>
      </w:r>
      <w:r w:rsidRPr="006535F7">
        <w:rPr>
          <w:sz w:val="28"/>
          <w:szCs w:val="28"/>
        </w:rPr>
        <w:t>в образовательное учреждение.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Юридическим фактом, которым заканчивается предоставление муниципальной услуги, является издание </w:t>
      </w:r>
      <w:r w:rsidR="0009169D" w:rsidRPr="006535F7">
        <w:rPr>
          <w:sz w:val="28"/>
          <w:szCs w:val="28"/>
        </w:rPr>
        <w:t>р</w:t>
      </w:r>
      <w:r w:rsidR="003537D7" w:rsidRPr="006535F7">
        <w:rPr>
          <w:sz w:val="28"/>
          <w:szCs w:val="28"/>
        </w:rPr>
        <w:t>уководителем</w:t>
      </w:r>
      <w:r w:rsidRPr="006535F7">
        <w:rPr>
          <w:sz w:val="28"/>
          <w:szCs w:val="28"/>
        </w:rPr>
        <w:t xml:space="preserve"> образовательного </w:t>
      </w:r>
      <w:r w:rsidRPr="006535F7">
        <w:rPr>
          <w:sz w:val="28"/>
          <w:szCs w:val="28"/>
        </w:rPr>
        <w:lastRenderedPageBreak/>
        <w:t xml:space="preserve">учреждения </w:t>
      </w:r>
      <w:r w:rsidR="00EB2D1D" w:rsidRPr="006535F7">
        <w:rPr>
          <w:sz w:val="28"/>
          <w:szCs w:val="28"/>
        </w:rPr>
        <w:t>распорядительного акта</w:t>
      </w:r>
      <w:r w:rsidRPr="006535F7">
        <w:rPr>
          <w:sz w:val="28"/>
          <w:szCs w:val="28"/>
        </w:rPr>
        <w:t xml:space="preserve"> о зачислении </w:t>
      </w:r>
      <w:r w:rsidR="00AF7942" w:rsidRPr="006535F7">
        <w:rPr>
          <w:sz w:val="28"/>
          <w:szCs w:val="28"/>
        </w:rPr>
        <w:t>Получателя</w:t>
      </w:r>
      <w:r w:rsidRPr="006535F7">
        <w:rPr>
          <w:sz w:val="28"/>
          <w:szCs w:val="28"/>
        </w:rPr>
        <w:t xml:space="preserve"> </w:t>
      </w:r>
      <w:r w:rsidR="009A79E4" w:rsidRPr="006535F7">
        <w:rPr>
          <w:sz w:val="28"/>
          <w:szCs w:val="28"/>
        </w:rPr>
        <w:t>на обучение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образовательное учреждение.</w:t>
      </w:r>
    </w:p>
    <w:p w:rsidR="00BC2253" w:rsidRPr="006535F7" w:rsidRDefault="000A1709" w:rsidP="00BC2253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2.4</w:t>
      </w:r>
      <w:r w:rsidR="00BC2253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Правовые основания для предоставления муниципальной услуги:</w:t>
      </w:r>
    </w:p>
    <w:p w:rsidR="000A1709" w:rsidRPr="006535F7" w:rsidRDefault="000A1709" w:rsidP="00BC2253">
      <w:pPr>
        <w:ind w:firstLine="709"/>
        <w:jc w:val="both"/>
        <w:rPr>
          <w:b/>
          <w:sz w:val="28"/>
          <w:szCs w:val="28"/>
        </w:rPr>
      </w:pPr>
      <w:r w:rsidRPr="006535F7">
        <w:rPr>
          <w:sz w:val="28"/>
          <w:szCs w:val="28"/>
        </w:rPr>
        <w:t>Конституция Российской Федерации;</w:t>
      </w:r>
    </w:p>
    <w:p w:rsidR="00BC2253" w:rsidRPr="006535F7" w:rsidRDefault="001E2F94" w:rsidP="00BC2253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29.12.2012 № 273-ФЗ «Об образовании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Российской Федерации»;</w:t>
      </w:r>
    </w:p>
    <w:p w:rsidR="00BC2253" w:rsidRPr="006535F7" w:rsidRDefault="00931213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</w:t>
      </w:r>
      <w:r w:rsidR="00BC2253" w:rsidRPr="006535F7">
        <w:rPr>
          <w:sz w:val="28"/>
          <w:szCs w:val="28"/>
        </w:rPr>
        <w:t xml:space="preserve"> от 24.07.1998 № 124-ФЗ «Об основных гарантиях прав ребенка в Российской Фе</w:t>
      </w:r>
      <w:r w:rsidR="000A1709" w:rsidRPr="006535F7">
        <w:rPr>
          <w:sz w:val="28"/>
          <w:szCs w:val="28"/>
        </w:rPr>
        <w:t>дерации»</w:t>
      </w:r>
      <w:r w:rsidR="00BC2253" w:rsidRPr="006535F7">
        <w:rPr>
          <w:sz w:val="28"/>
          <w:szCs w:val="28"/>
        </w:rPr>
        <w:t>;</w:t>
      </w:r>
    </w:p>
    <w:p w:rsidR="000A1709" w:rsidRPr="006535F7" w:rsidRDefault="000A1709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информации»;</w:t>
      </w:r>
    </w:p>
    <w:p w:rsidR="00BC2253" w:rsidRPr="006535F7" w:rsidRDefault="00BC2253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</w:t>
      </w:r>
      <w:r w:rsidR="00EE194C" w:rsidRPr="006535F7">
        <w:rPr>
          <w:sz w:val="28"/>
          <w:szCs w:val="28"/>
        </w:rPr>
        <w:t>»</w:t>
      </w:r>
      <w:r w:rsidRPr="006535F7">
        <w:rPr>
          <w:sz w:val="28"/>
          <w:szCs w:val="28"/>
        </w:rPr>
        <w:t>;</w:t>
      </w:r>
    </w:p>
    <w:p w:rsidR="003E21B6" w:rsidRPr="006535F7" w:rsidRDefault="003E21B6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27.10.2010 № 210-ФЗ «Об организации предоставления государственных и муниципальных услуг»;</w:t>
      </w:r>
    </w:p>
    <w:p w:rsidR="00BC2253" w:rsidRPr="006535F7" w:rsidRDefault="00BC2253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27.07.2006 № 152-ФЗ «О персональных данных»;</w:t>
      </w:r>
    </w:p>
    <w:p w:rsidR="003E21B6" w:rsidRPr="006535F7" w:rsidRDefault="003E21B6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06.04.2011 № 63-ФЗ «Об электронной подписи»;</w:t>
      </w:r>
    </w:p>
    <w:p w:rsidR="003E21B6" w:rsidRPr="006535F7" w:rsidRDefault="003E21B6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 от 24.11.1995 № 181-ФЗ «О социальной защите инвалидов в Российской Федерации»;</w:t>
      </w:r>
    </w:p>
    <w:p w:rsidR="00BC2253" w:rsidRPr="006535F7" w:rsidRDefault="00BC2253" w:rsidP="00BC2253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</w:t>
      </w:r>
      <w:r w:rsidR="001B0E23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закон от 06.10.2003 № 131-ФЗ «Об общих принципах организации местного самоуправления Российской Федерации»;</w:t>
      </w:r>
    </w:p>
    <w:p w:rsidR="003537D7" w:rsidRPr="006535F7" w:rsidRDefault="0049066E" w:rsidP="00353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Закон</w:t>
      </w:r>
      <w:r w:rsidR="003537D7" w:rsidRPr="006535F7">
        <w:rPr>
          <w:sz w:val="28"/>
          <w:szCs w:val="28"/>
        </w:rPr>
        <w:t xml:space="preserve"> Российской Федерации от 19.02.1993 № 4530-1 «О вынужденных переселенцах»;</w:t>
      </w:r>
    </w:p>
    <w:p w:rsidR="003537D7" w:rsidRPr="006535F7" w:rsidRDefault="0049066E" w:rsidP="00353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</w:t>
      </w:r>
      <w:r w:rsidR="003537D7" w:rsidRPr="006535F7">
        <w:rPr>
          <w:sz w:val="28"/>
          <w:szCs w:val="28"/>
        </w:rPr>
        <w:t xml:space="preserve"> от 25.07.2002 № 115-ФЗ «О правовом положении иностранных граждан в Российской Федерации»;</w:t>
      </w:r>
    </w:p>
    <w:p w:rsidR="003537D7" w:rsidRPr="006535F7" w:rsidRDefault="0049066E" w:rsidP="00353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Федеральный закон</w:t>
      </w:r>
      <w:r w:rsidR="003537D7" w:rsidRPr="006535F7">
        <w:rPr>
          <w:sz w:val="28"/>
          <w:szCs w:val="28"/>
        </w:rPr>
        <w:t xml:space="preserve"> от 19.02.1993 г. № 4528-1 «О беженцах»;</w:t>
      </w:r>
    </w:p>
    <w:p w:rsidR="0049066E" w:rsidRPr="006535F7" w:rsidRDefault="00A50B93" w:rsidP="003537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49066E" w:rsidRPr="006535F7">
        <w:rPr>
          <w:sz w:val="28"/>
          <w:szCs w:val="28"/>
        </w:rPr>
        <w:t xml:space="preserve">остановление </w:t>
      </w:r>
      <w:r w:rsidRPr="006535F7">
        <w:rPr>
          <w:sz w:val="28"/>
          <w:szCs w:val="28"/>
        </w:rPr>
        <w:t>П</w:t>
      </w:r>
      <w:r w:rsidR="0049066E" w:rsidRPr="006535F7">
        <w:rPr>
          <w:sz w:val="28"/>
          <w:szCs w:val="28"/>
        </w:rPr>
        <w:t>равительства Российской Федерации от 08.09.2010 № 697 «О единой системе межведомственного электронного взаимодействия»;</w:t>
      </w:r>
    </w:p>
    <w:p w:rsidR="003537D7" w:rsidRPr="006535F7" w:rsidRDefault="002F2E66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3537D7" w:rsidRPr="006535F7">
        <w:rPr>
          <w:sz w:val="28"/>
          <w:szCs w:val="28"/>
        </w:rPr>
        <w:t>риказ Мин</w:t>
      </w:r>
      <w:r w:rsidR="0049066E" w:rsidRPr="006535F7">
        <w:rPr>
          <w:sz w:val="28"/>
          <w:szCs w:val="28"/>
        </w:rPr>
        <w:t>истерства образования и науки Российской Федерации</w:t>
      </w:r>
      <w:r w:rsidR="00410C7D" w:rsidRPr="006535F7">
        <w:rPr>
          <w:sz w:val="28"/>
          <w:szCs w:val="28"/>
        </w:rPr>
        <w:t xml:space="preserve"> </w:t>
      </w:r>
      <w:r w:rsidR="003537D7" w:rsidRPr="006535F7">
        <w:rPr>
          <w:sz w:val="28"/>
          <w:szCs w:val="28"/>
        </w:rPr>
        <w:t>от 22.01.2014 № 32 «Об утверждении Порядка приема граждан на обучение</w:t>
      </w:r>
      <w:r w:rsidR="00410C7D" w:rsidRPr="006535F7">
        <w:rPr>
          <w:sz w:val="28"/>
          <w:szCs w:val="28"/>
        </w:rPr>
        <w:t xml:space="preserve"> </w:t>
      </w:r>
      <w:r w:rsidR="003537D7" w:rsidRPr="006535F7">
        <w:rPr>
          <w:sz w:val="28"/>
          <w:szCs w:val="28"/>
        </w:rPr>
        <w:t>по образовательным программам начального общего, основного общего</w:t>
      </w:r>
      <w:r w:rsidR="00410C7D" w:rsidRPr="006535F7">
        <w:rPr>
          <w:sz w:val="28"/>
          <w:szCs w:val="28"/>
        </w:rPr>
        <w:t xml:space="preserve"> </w:t>
      </w:r>
      <w:r w:rsidR="003537D7" w:rsidRPr="006535F7">
        <w:rPr>
          <w:sz w:val="28"/>
          <w:szCs w:val="28"/>
        </w:rPr>
        <w:t>и среднего общего образования»;</w:t>
      </w:r>
    </w:p>
    <w:p w:rsidR="00EB2D1D" w:rsidRPr="006535F7" w:rsidRDefault="002F2E66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EB2D1D" w:rsidRPr="006535F7">
        <w:rPr>
          <w:sz w:val="28"/>
          <w:szCs w:val="28"/>
        </w:rPr>
        <w:t>риказ Министерства образования и науки Российской Федерации</w:t>
      </w:r>
      <w:r w:rsidR="00410C7D" w:rsidRPr="006535F7">
        <w:rPr>
          <w:sz w:val="28"/>
          <w:szCs w:val="28"/>
        </w:rPr>
        <w:t xml:space="preserve"> </w:t>
      </w:r>
      <w:r w:rsidR="00EB2D1D" w:rsidRPr="006535F7">
        <w:rPr>
          <w:sz w:val="28"/>
          <w:szCs w:val="28"/>
        </w:rPr>
        <w:t>от 12.03.2014 № 177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</w:p>
    <w:p w:rsidR="00B91A1A" w:rsidRPr="006535F7" w:rsidRDefault="002F2E66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C31A5E" w:rsidRPr="006535F7">
        <w:rPr>
          <w:sz w:val="28"/>
          <w:szCs w:val="28"/>
        </w:rPr>
        <w:t>риказ Министерства здравоохранения Российской Федерации</w:t>
      </w:r>
      <w:r w:rsidR="00410C7D" w:rsidRPr="006535F7">
        <w:rPr>
          <w:sz w:val="28"/>
          <w:szCs w:val="28"/>
        </w:rPr>
        <w:t xml:space="preserve"> </w:t>
      </w:r>
      <w:r w:rsidR="00C31A5E" w:rsidRPr="006535F7">
        <w:rPr>
          <w:sz w:val="28"/>
          <w:szCs w:val="28"/>
        </w:rPr>
        <w:t>от 21.12.2012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них»;</w:t>
      </w:r>
    </w:p>
    <w:p w:rsidR="007A3398" w:rsidRPr="006535F7" w:rsidRDefault="00C166EF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7A3398" w:rsidRPr="006535F7">
        <w:rPr>
          <w:sz w:val="28"/>
          <w:szCs w:val="28"/>
        </w:rPr>
        <w:t xml:space="preserve">остановление Главного государственного санитарного врача Российской Федерации от 04.07.2014 № 41 «Об утверждении СанПиН 2.4.4.3172-14 «Санитарно-эпидемиологические требования к устройству, </w:t>
      </w:r>
      <w:r w:rsidR="007A3398" w:rsidRPr="006535F7">
        <w:rPr>
          <w:sz w:val="28"/>
          <w:szCs w:val="28"/>
        </w:rPr>
        <w:lastRenderedPageBreak/>
        <w:t>содержанию</w:t>
      </w:r>
      <w:r w:rsidR="00410C7D" w:rsidRPr="006535F7">
        <w:rPr>
          <w:sz w:val="28"/>
          <w:szCs w:val="28"/>
        </w:rPr>
        <w:t xml:space="preserve"> </w:t>
      </w:r>
      <w:r w:rsidR="007A3398" w:rsidRPr="006535F7">
        <w:rPr>
          <w:sz w:val="28"/>
          <w:szCs w:val="28"/>
        </w:rPr>
        <w:t>и организации режима работы образовательных организаций дополнительного образования детей»;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Закон Красноярского края от </w:t>
      </w:r>
      <w:r w:rsidR="001E2F94" w:rsidRPr="006535F7">
        <w:rPr>
          <w:sz w:val="28"/>
          <w:szCs w:val="28"/>
        </w:rPr>
        <w:t>26.06.2014</w:t>
      </w:r>
      <w:r w:rsidRPr="006535F7">
        <w:rPr>
          <w:sz w:val="28"/>
          <w:szCs w:val="28"/>
        </w:rPr>
        <w:t xml:space="preserve"> № </w:t>
      </w:r>
      <w:r w:rsidR="001E2F94" w:rsidRPr="006535F7">
        <w:rPr>
          <w:sz w:val="28"/>
          <w:szCs w:val="28"/>
        </w:rPr>
        <w:t>6-2519</w:t>
      </w:r>
      <w:r w:rsidR="0049066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«Об образовании</w:t>
      </w:r>
      <w:r w:rsidR="00410C7D" w:rsidRPr="006535F7">
        <w:rPr>
          <w:sz w:val="28"/>
          <w:szCs w:val="28"/>
        </w:rPr>
        <w:t xml:space="preserve"> </w:t>
      </w:r>
      <w:r w:rsidR="001E2F94" w:rsidRPr="006535F7">
        <w:rPr>
          <w:sz w:val="28"/>
          <w:szCs w:val="28"/>
        </w:rPr>
        <w:t>в Красноярском крае</w:t>
      </w:r>
      <w:r w:rsidRPr="006535F7">
        <w:rPr>
          <w:sz w:val="28"/>
          <w:szCs w:val="28"/>
        </w:rPr>
        <w:t>»;</w:t>
      </w:r>
    </w:p>
    <w:p w:rsidR="003537D7" w:rsidRPr="006535F7" w:rsidRDefault="00C166EF" w:rsidP="00BC2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3537D7" w:rsidRPr="006535F7">
        <w:rPr>
          <w:sz w:val="28"/>
          <w:szCs w:val="28"/>
        </w:rPr>
        <w:t xml:space="preserve">исьмо </w:t>
      </w:r>
      <w:r w:rsidR="00C02E13" w:rsidRPr="006535F7">
        <w:rPr>
          <w:sz w:val="28"/>
          <w:szCs w:val="28"/>
        </w:rPr>
        <w:t>м</w:t>
      </w:r>
      <w:r w:rsidR="003537D7" w:rsidRPr="006535F7">
        <w:rPr>
          <w:sz w:val="28"/>
          <w:szCs w:val="28"/>
        </w:rPr>
        <w:t>инистерства образования и науки Красноярского края</w:t>
      </w:r>
      <w:r w:rsidR="00410C7D" w:rsidRPr="006535F7">
        <w:rPr>
          <w:sz w:val="28"/>
          <w:szCs w:val="28"/>
        </w:rPr>
        <w:t xml:space="preserve"> </w:t>
      </w:r>
      <w:r w:rsidR="003537D7" w:rsidRPr="006535F7">
        <w:rPr>
          <w:sz w:val="28"/>
          <w:szCs w:val="28"/>
        </w:rPr>
        <w:t xml:space="preserve">от 03.04.2013 № 1728 «О разъяснениях УФМС по вопросу получения свидетельств о регистрации по месту жительства, необходимых при приеме детей в ОУ»; </w:t>
      </w:r>
    </w:p>
    <w:p w:rsidR="00D050D3" w:rsidRPr="006535F7" w:rsidRDefault="00D050D3" w:rsidP="00DC53D8">
      <w:pPr>
        <w:ind w:firstLine="708"/>
        <w:jc w:val="both"/>
        <w:rPr>
          <w:color w:val="FF0000"/>
          <w:sz w:val="28"/>
          <w:szCs w:val="28"/>
          <w:lang w:eastAsia="en-US"/>
        </w:rPr>
      </w:pPr>
      <w:r w:rsidRPr="006535F7">
        <w:rPr>
          <w:sz w:val="28"/>
          <w:szCs w:val="28"/>
          <w:lang w:eastAsia="en-US"/>
        </w:rPr>
        <w:t xml:space="preserve">Устав </w:t>
      </w:r>
      <w:r w:rsidR="00CB74BE" w:rsidRPr="006535F7">
        <w:rPr>
          <w:sz w:val="28"/>
          <w:szCs w:val="28"/>
          <w:lang w:eastAsia="en-US"/>
        </w:rPr>
        <w:t>Идринского района</w:t>
      </w:r>
      <w:r w:rsidRPr="006535F7">
        <w:rPr>
          <w:sz w:val="28"/>
          <w:szCs w:val="28"/>
          <w:lang w:eastAsia="en-US"/>
        </w:rPr>
        <w:t xml:space="preserve"> Красноярского края, принятый </w:t>
      </w:r>
      <w:r w:rsidR="00CB74BE" w:rsidRPr="006535F7">
        <w:rPr>
          <w:sz w:val="28"/>
          <w:szCs w:val="28"/>
          <w:lang w:eastAsia="en-US"/>
        </w:rPr>
        <w:t>решением</w:t>
      </w:r>
      <w:r w:rsidR="00CB74BE" w:rsidRPr="006535F7">
        <w:rPr>
          <w:color w:val="FF0000"/>
          <w:sz w:val="28"/>
          <w:szCs w:val="28"/>
          <w:lang w:eastAsia="en-US"/>
        </w:rPr>
        <w:t xml:space="preserve"> </w:t>
      </w:r>
      <w:r w:rsidR="00CB74BE" w:rsidRPr="006535F7">
        <w:rPr>
          <w:color w:val="000000"/>
          <w:sz w:val="28"/>
          <w:szCs w:val="28"/>
        </w:rPr>
        <w:t>Идринского районного Совета депутатов от 25.01.1997 (Акт.редакция от 02.07.2018)</w:t>
      </w:r>
      <w:r w:rsidRPr="006535F7">
        <w:rPr>
          <w:sz w:val="28"/>
          <w:szCs w:val="28"/>
          <w:lang w:eastAsia="en-US"/>
        </w:rPr>
        <w:t>;</w:t>
      </w:r>
    </w:p>
    <w:p w:rsidR="00D050D3" w:rsidRPr="006535F7" w:rsidRDefault="00D050D3" w:rsidP="00D050D3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6535F7">
        <w:rPr>
          <w:color w:val="FF0000"/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Положение об </w:t>
      </w:r>
      <w:r w:rsidR="00BF7451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 xml:space="preserve">тделе образования </w:t>
      </w:r>
      <w:r w:rsidR="00476A48" w:rsidRPr="006535F7">
        <w:rPr>
          <w:sz w:val="28"/>
          <w:szCs w:val="28"/>
        </w:rPr>
        <w:t xml:space="preserve">администрации </w:t>
      </w:r>
      <w:r w:rsidR="00BF7451" w:rsidRPr="006535F7">
        <w:rPr>
          <w:sz w:val="28"/>
          <w:szCs w:val="28"/>
        </w:rPr>
        <w:t>Идринского района</w:t>
      </w:r>
      <w:r w:rsidRPr="006535F7">
        <w:rPr>
          <w:sz w:val="28"/>
          <w:szCs w:val="28"/>
        </w:rPr>
        <w:t xml:space="preserve">, утвержденное </w:t>
      </w:r>
      <w:r w:rsidR="00BF7451" w:rsidRPr="006535F7">
        <w:rPr>
          <w:sz w:val="28"/>
          <w:szCs w:val="28"/>
        </w:rPr>
        <w:t>постановлением администрации Идринского района</w:t>
      </w:r>
      <w:r w:rsidRPr="006535F7">
        <w:rPr>
          <w:sz w:val="28"/>
          <w:szCs w:val="28"/>
        </w:rPr>
        <w:t xml:space="preserve"> от</w:t>
      </w:r>
      <w:r w:rsidRPr="006535F7">
        <w:rPr>
          <w:color w:val="FF0000"/>
          <w:sz w:val="28"/>
          <w:szCs w:val="28"/>
        </w:rPr>
        <w:t xml:space="preserve"> </w:t>
      </w:r>
      <w:r w:rsidRPr="006535F7">
        <w:rPr>
          <w:sz w:val="28"/>
          <w:szCs w:val="28"/>
        </w:rPr>
        <w:t>29.</w:t>
      </w:r>
      <w:r w:rsidR="00BF7451" w:rsidRPr="006535F7">
        <w:rPr>
          <w:sz w:val="28"/>
          <w:szCs w:val="28"/>
        </w:rPr>
        <w:t>12</w:t>
      </w:r>
      <w:r w:rsidRPr="006535F7">
        <w:rPr>
          <w:sz w:val="28"/>
          <w:szCs w:val="28"/>
        </w:rPr>
        <w:t>.201</w:t>
      </w:r>
      <w:r w:rsidR="00BF7451" w:rsidRPr="006535F7">
        <w:rPr>
          <w:sz w:val="28"/>
          <w:szCs w:val="28"/>
        </w:rPr>
        <w:t>6</w:t>
      </w:r>
      <w:r w:rsidRPr="006535F7">
        <w:rPr>
          <w:sz w:val="28"/>
          <w:szCs w:val="28"/>
        </w:rPr>
        <w:t xml:space="preserve"> № </w:t>
      </w:r>
      <w:r w:rsidR="00BF7451" w:rsidRPr="006535F7">
        <w:rPr>
          <w:sz w:val="28"/>
          <w:szCs w:val="28"/>
        </w:rPr>
        <w:t>472-П</w:t>
      </w:r>
      <w:r w:rsidRPr="006535F7">
        <w:rPr>
          <w:sz w:val="28"/>
          <w:szCs w:val="28"/>
        </w:rPr>
        <w:t>;</w:t>
      </w:r>
    </w:p>
    <w:p w:rsidR="0049066E" w:rsidRPr="006535F7" w:rsidRDefault="00B334E9" w:rsidP="004906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е</w:t>
      </w:r>
      <w:r w:rsidR="00334F25" w:rsidRPr="006535F7">
        <w:rPr>
          <w:sz w:val="28"/>
          <w:szCs w:val="28"/>
        </w:rPr>
        <w:t xml:space="preserve">жегодные </w:t>
      </w:r>
      <w:r w:rsidR="00F27870" w:rsidRPr="006535F7">
        <w:rPr>
          <w:sz w:val="28"/>
          <w:szCs w:val="28"/>
        </w:rPr>
        <w:t>правовые акты</w:t>
      </w:r>
      <w:r w:rsidR="00D050D3" w:rsidRPr="006535F7">
        <w:rPr>
          <w:sz w:val="28"/>
          <w:szCs w:val="28"/>
        </w:rPr>
        <w:t xml:space="preserve"> </w:t>
      </w:r>
      <w:r w:rsidR="00240147" w:rsidRPr="006535F7">
        <w:rPr>
          <w:sz w:val="28"/>
          <w:szCs w:val="28"/>
        </w:rPr>
        <w:t xml:space="preserve">администрации </w:t>
      </w:r>
      <w:r w:rsidR="00A028F0" w:rsidRPr="006535F7">
        <w:rPr>
          <w:sz w:val="28"/>
          <w:szCs w:val="28"/>
        </w:rPr>
        <w:t>Идринского района</w:t>
      </w:r>
      <w:r w:rsidR="0049066E" w:rsidRPr="006535F7">
        <w:rPr>
          <w:sz w:val="28"/>
          <w:szCs w:val="28"/>
        </w:rPr>
        <w:t xml:space="preserve"> </w:t>
      </w:r>
      <w:r w:rsidR="00F27870" w:rsidRPr="006535F7">
        <w:rPr>
          <w:sz w:val="28"/>
          <w:szCs w:val="28"/>
        </w:rPr>
        <w:t>о</w:t>
      </w:r>
      <w:r w:rsidR="0049066E" w:rsidRPr="006535F7">
        <w:rPr>
          <w:sz w:val="28"/>
          <w:szCs w:val="28"/>
        </w:rPr>
        <w:t xml:space="preserve"> закреплении </w:t>
      </w:r>
      <w:r w:rsidR="00F27870" w:rsidRPr="006535F7">
        <w:rPr>
          <w:sz w:val="28"/>
          <w:szCs w:val="28"/>
        </w:rPr>
        <w:t xml:space="preserve">образовательных </w:t>
      </w:r>
      <w:r w:rsidR="0002713E" w:rsidRPr="006535F7">
        <w:rPr>
          <w:sz w:val="28"/>
          <w:szCs w:val="28"/>
        </w:rPr>
        <w:t xml:space="preserve">учреждений </w:t>
      </w:r>
      <w:r w:rsidR="00F27870" w:rsidRPr="006535F7">
        <w:rPr>
          <w:sz w:val="28"/>
          <w:szCs w:val="28"/>
        </w:rPr>
        <w:t xml:space="preserve">за конкретными </w:t>
      </w:r>
      <w:r w:rsidR="0049066E" w:rsidRPr="006535F7">
        <w:rPr>
          <w:sz w:val="28"/>
          <w:szCs w:val="28"/>
        </w:rPr>
        <w:t>территори</w:t>
      </w:r>
      <w:r w:rsidR="00F27870" w:rsidRPr="006535F7">
        <w:rPr>
          <w:sz w:val="28"/>
          <w:szCs w:val="28"/>
        </w:rPr>
        <w:t>ями</w:t>
      </w:r>
      <w:r w:rsidR="0049066E" w:rsidRPr="006535F7">
        <w:rPr>
          <w:sz w:val="28"/>
          <w:szCs w:val="28"/>
        </w:rPr>
        <w:t xml:space="preserve"> </w:t>
      </w:r>
      <w:r w:rsidR="00334F25" w:rsidRPr="006535F7">
        <w:rPr>
          <w:sz w:val="28"/>
          <w:szCs w:val="28"/>
        </w:rPr>
        <w:t>города</w:t>
      </w:r>
      <w:r w:rsidR="00F27870" w:rsidRPr="006535F7">
        <w:rPr>
          <w:sz w:val="28"/>
          <w:szCs w:val="28"/>
        </w:rPr>
        <w:t>;</w:t>
      </w:r>
      <w:r w:rsidR="0049066E" w:rsidRPr="006535F7">
        <w:rPr>
          <w:sz w:val="28"/>
          <w:szCs w:val="28"/>
        </w:rPr>
        <w:t xml:space="preserve"> </w:t>
      </w:r>
    </w:p>
    <w:p w:rsidR="005F4E7B" w:rsidRPr="006535F7" w:rsidRDefault="00F27870" w:rsidP="00F278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учредительные и правоустанавливающие документы</w:t>
      </w:r>
      <w:r w:rsidR="005F4E7B" w:rsidRPr="006535F7">
        <w:rPr>
          <w:sz w:val="28"/>
          <w:szCs w:val="28"/>
        </w:rPr>
        <w:t>, локальные акты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муниципальных </w:t>
      </w:r>
      <w:r w:rsidR="005F4E7B" w:rsidRPr="006535F7">
        <w:rPr>
          <w:sz w:val="28"/>
          <w:szCs w:val="28"/>
        </w:rPr>
        <w:t>обще</w:t>
      </w:r>
      <w:r w:rsidRPr="006535F7">
        <w:rPr>
          <w:sz w:val="28"/>
          <w:szCs w:val="28"/>
        </w:rPr>
        <w:t xml:space="preserve">образовательных </w:t>
      </w:r>
      <w:r w:rsidR="00BC2253" w:rsidRPr="006535F7">
        <w:rPr>
          <w:sz w:val="28"/>
          <w:szCs w:val="28"/>
        </w:rPr>
        <w:t>учреждений</w:t>
      </w:r>
      <w:r w:rsidR="00A028F0" w:rsidRPr="006535F7">
        <w:rPr>
          <w:sz w:val="28"/>
          <w:szCs w:val="28"/>
        </w:rPr>
        <w:t xml:space="preserve"> Идринского района</w:t>
      </w:r>
      <w:r w:rsidR="005F4E7B" w:rsidRPr="006535F7">
        <w:rPr>
          <w:sz w:val="28"/>
          <w:szCs w:val="28"/>
        </w:rPr>
        <w:t>.</w:t>
      </w:r>
    </w:p>
    <w:p w:rsidR="00F27870" w:rsidRPr="006535F7" w:rsidRDefault="00D37918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</w:t>
      </w:r>
      <w:r w:rsidR="00F27870" w:rsidRPr="006535F7">
        <w:rPr>
          <w:sz w:val="28"/>
          <w:szCs w:val="28"/>
        </w:rPr>
        <w:t>5</w:t>
      </w:r>
      <w:r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F27870" w:rsidRPr="006535F7">
        <w:rPr>
          <w:sz w:val="28"/>
          <w:szCs w:val="28"/>
        </w:rPr>
        <w:t>Сроки предоставления муниципальной услуги.</w:t>
      </w:r>
    </w:p>
    <w:p w:rsidR="00F27870" w:rsidRPr="006535F7" w:rsidRDefault="00F27870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2.5.1. Муниципальная услуга предоставляется круглогодично.</w:t>
      </w:r>
    </w:p>
    <w:p w:rsidR="008F0FA9" w:rsidRPr="006535F7" w:rsidRDefault="00F27870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2.5.2. </w:t>
      </w:r>
      <w:r w:rsidR="00EB2D1D" w:rsidRPr="006535F7">
        <w:rPr>
          <w:sz w:val="28"/>
          <w:szCs w:val="28"/>
        </w:rPr>
        <w:t>Максимально допустимые сроки предоставления муниципальной</w:t>
      </w:r>
      <w:r w:rsidR="00410C7D" w:rsidRPr="006535F7">
        <w:rPr>
          <w:sz w:val="28"/>
          <w:szCs w:val="28"/>
        </w:rPr>
        <w:t xml:space="preserve"> </w:t>
      </w:r>
      <w:r w:rsidR="00EB2D1D" w:rsidRPr="006535F7">
        <w:rPr>
          <w:sz w:val="28"/>
          <w:szCs w:val="28"/>
        </w:rPr>
        <w:t xml:space="preserve">услуги при обращении Заявителя </w:t>
      </w:r>
      <w:r w:rsidR="008F0FA9" w:rsidRPr="006535F7">
        <w:rPr>
          <w:sz w:val="28"/>
          <w:szCs w:val="28"/>
        </w:rPr>
        <w:t>не должны превышать:</w:t>
      </w:r>
    </w:p>
    <w:p w:rsidR="008F0FA9" w:rsidRPr="006535F7" w:rsidRDefault="008F0FA9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7 рабочих дней после приема </w:t>
      </w:r>
      <w:r w:rsidR="006D1424" w:rsidRPr="006535F7">
        <w:rPr>
          <w:sz w:val="28"/>
          <w:szCs w:val="28"/>
        </w:rPr>
        <w:t xml:space="preserve">заявления и </w:t>
      </w:r>
      <w:r w:rsidRPr="006535F7">
        <w:rPr>
          <w:sz w:val="28"/>
          <w:szCs w:val="28"/>
        </w:rPr>
        <w:t>документов</w:t>
      </w:r>
      <w:r w:rsidR="00136BFD" w:rsidRPr="006535F7">
        <w:rPr>
          <w:sz w:val="28"/>
          <w:szCs w:val="28"/>
        </w:rPr>
        <w:t xml:space="preserve"> на зачисление</w:t>
      </w:r>
      <w:r w:rsidR="00410C7D" w:rsidRPr="006535F7">
        <w:rPr>
          <w:sz w:val="28"/>
          <w:szCs w:val="28"/>
        </w:rPr>
        <w:t xml:space="preserve"> </w:t>
      </w:r>
      <w:r w:rsidR="00063283" w:rsidRPr="006535F7">
        <w:rPr>
          <w:sz w:val="28"/>
          <w:szCs w:val="28"/>
        </w:rPr>
        <w:t>ребенка</w:t>
      </w:r>
      <w:r w:rsidR="00D01318" w:rsidRPr="006535F7">
        <w:rPr>
          <w:sz w:val="28"/>
          <w:szCs w:val="28"/>
        </w:rPr>
        <w:t xml:space="preserve"> </w:t>
      </w:r>
      <w:r w:rsidR="00136BFD" w:rsidRPr="006535F7">
        <w:rPr>
          <w:sz w:val="28"/>
          <w:szCs w:val="28"/>
        </w:rPr>
        <w:t xml:space="preserve">в </w:t>
      </w:r>
      <w:r w:rsidR="00743468" w:rsidRPr="006535F7">
        <w:rPr>
          <w:sz w:val="28"/>
          <w:szCs w:val="28"/>
        </w:rPr>
        <w:t xml:space="preserve">первый класс </w:t>
      </w:r>
      <w:r w:rsidR="00136BFD" w:rsidRPr="006535F7">
        <w:rPr>
          <w:sz w:val="28"/>
          <w:szCs w:val="28"/>
        </w:rPr>
        <w:t>образовательн</w:t>
      </w:r>
      <w:r w:rsidR="009F0ADB" w:rsidRPr="006535F7">
        <w:rPr>
          <w:sz w:val="28"/>
          <w:szCs w:val="28"/>
        </w:rPr>
        <w:t>о</w:t>
      </w:r>
      <w:r w:rsidR="00743468" w:rsidRPr="006535F7">
        <w:rPr>
          <w:sz w:val="28"/>
          <w:szCs w:val="28"/>
        </w:rPr>
        <w:t>го учреждения</w:t>
      </w:r>
      <w:r w:rsidR="00136BFD" w:rsidRPr="006535F7">
        <w:rPr>
          <w:sz w:val="28"/>
          <w:szCs w:val="28"/>
        </w:rPr>
        <w:t>;</w:t>
      </w:r>
    </w:p>
    <w:p w:rsidR="00136BFD" w:rsidRPr="006535F7" w:rsidRDefault="00136BFD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3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рабочих дня после приема </w:t>
      </w:r>
      <w:r w:rsidR="006D1424" w:rsidRPr="006535F7">
        <w:rPr>
          <w:sz w:val="28"/>
          <w:szCs w:val="28"/>
        </w:rPr>
        <w:t xml:space="preserve">заявления и </w:t>
      </w:r>
      <w:r w:rsidRPr="006535F7">
        <w:rPr>
          <w:sz w:val="28"/>
          <w:szCs w:val="28"/>
        </w:rPr>
        <w:t xml:space="preserve">документов в порядке перевода </w:t>
      </w:r>
      <w:r w:rsidR="00063283" w:rsidRPr="006535F7">
        <w:rPr>
          <w:sz w:val="28"/>
          <w:szCs w:val="28"/>
        </w:rPr>
        <w:t>ребенка</w:t>
      </w:r>
      <w:r w:rsidR="00371880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из другой образовательной организации</w:t>
      </w:r>
      <w:r w:rsidR="004A6476" w:rsidRPr="006535F7">
        <w:rPr>
          <w:sz w:val="28"/>
          <w:szCs w:val="28"/>
        </w:rPr>
        <w:t>, осуществляющей образовательную деятельность по образовательным программам соответствующих уровня и направленности</w:t>
      </w:r>
      <w:r w:rsidR="00743468" w:rsidRPr="006535F7">
        <w:rPr>
          <w:sz w:val="28"/>
          <w:szCs w:val="28"/>
        </w:rPr>
        <w:t>;</w:t>
      </w:r>
    </w:p>
    <w:p w:rsidR="00743468" w:rsidRPr="006535F7" w:rsidRDefault="00743468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 рабочих дня после приема </w:t>
      </w:r>
      <w:r w:rsidR="006D1424" w:rsidRPr="006535F7">
        <w:rPr>
          <w:sz w:val="28"/>
          <w:szCs w:val="28"/>
        </w:rPr>
        <w:t xml:space="preserve">заявления и </w:t>
      </w:r>
      <w:r w:rsidRPr="006535F7">
        <w:rPr>
          <w:sz w:val="28"/>
          <w:szCs w:val="28"/>
        </w:rPr>
        <w:t>документов на обучение</w:t>
      </w:r>
      <w:r w:rsidR="00410C7D" w:rsidRPr="006535F7">
        <w:rPr>
          <w:sz w:val="28"/>
          <w:szCs w:val="28"/>
        </w:rPr>
        <w:t xml:space="preserve"> </w:t>
      </w:r>
      <w:r w:rsidR="00063283" w:rsidRPr="006535F7">
        <w:rPr>
          <w:sz w:val="28"/>
          <w:szCs w:val="28"/>
        </w:rPr>
        <w:t>ребенка</w:t>
      </w:r>
      <w:r w:rsidR="001C4F2F" w:rsidRPr="006535F7">
        <w:rPr>
          <w:sz w:val="28"/>
          <w:szCs w:val="28"/>
        </w:rPr>
        <w:t xml:space="preserve"> </w:t>
      </w:r>
      <w:r w:rsidR="00F85A84" w:rsidRPr="006535F7">
        <w:rPr>
          <w:sz w:val="28"/>
          <w:szCs w:val="28"/>
        </w:rPr>
        <w:t>по дополнительным общеобразовательным общеразвивающим программам, адаптированным основным общеобразовательным программам</w:t>
      </w:r>
      <w:r w:rsidR="00D050D3" w:rsidRPr="006535F7">
        <w:rPr>
          <w:sz w:val="28"/>
          <w:szCs w:val="28"/>
        </w:rPr>
        <w:t xml:space="preserve"> </w:t>
      </w:r>
      <w:r w:rsidR="00F85A84" w:rsidRPr="006535F7">
        <w:rPr>
          <w:sz w:val="28"/>
          <w:szCs w:val="28"/>
        </w:rPr>
        <w:t>в</w:t>
      </w:r>
      <w:r w:rsidR="00D050D3" w:rsidRPr="006535F7">
        <w:rPr>
          <w:sz w:val="28"/>
          <w:szCs w:val="28"/>
        </w:rPr>
        <w:t xml:space="preserve"> образовательных учреждениях</w:t>
      </w:r>
      <w:r w:rsidR="00F85A84" w:rsidRPr="006535F7">
        <w:rPr>
          <w:sz w:val="28"/>
          <w:szCs w:val="28"/>
        </w:rPr>
        <w:t>.</w:t>
      </w:r>
    </w:p>
    <w:p w:rsidR="002D0436" w:rsidRPr="006535F7" w:rsidRDefault="002D0436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2.6.</w:t>
      </w:r>
      <w:r w:rsidR="00410C7D" w:rsidRPr="006535F7">
        <w:rPr>
          <w:sz w:val="28"/>
          <w:szCs w:val="28"/>
        </w:rPr>
        <w:t xml:space="preserve"> </w:t>
      </w:r>
      <w:r w:rsidR="009108B8" w:rsidRPr="006535F7">
        <w:rPr>
          <w:sz w:val="28"/>
          <w:szCs w:val="28"/>
        </w:rPr>
        <w:t xml:space="preserve">Администрация </w:t>
      </w:r>
      <w:r w:rsidR="00A028F0" w:rsidRPr="006535F7">
        <w:rPr>
          <w:sz w:val="28"/>
          <w:szCs w:val="28"/>
        </w:rPr>
        <w:t>Идринского района</w:t>
      </w:r>
      <w:r w:rsidRPr="006535F7">
        <w:rPr>
          <w:sz w:val="28"/>
          <w:szCs w:val="28"/>
        </w:rPr>
        <w:t xml:space="preserve"> </w:t>
      </w:r>
      <w:r w:rsidR="009108B8" w:rsidRPr="006535F7">
        <w:rPr>
          <w:sz w:val="28"/>
          <w:szCs w:val="28"/>
        </w:rPr>
        <w:t xml:space="preserve">ежегодно </w:t>
      </w:r>
      <w:r w:rsidR="00B62E25" w:rsidRPr="006535F7">
        <w:rPr>
          <w:sz w:val="28"/>
          <w:szCs w:val="28"/>
        </w:rPr>
        <w:t xml:space="preserve">не позднее </w:t>
      </w:r>
      <w:r w:rsidR="009108B8" w:rsidRPr="006535F7">
        <w:rPr>
          <w:sz w:val="28"/>
          <w:szCs w:val="28"/>
        </w:rPr>
        <w:t>1</w:t>
      </w:r>
      <w:r w:rsidR="00B62E25" w:rsidRPr="006535F7">
        <w:rPr>
          <w:sz w:val="28"/>
          <w:szCs w:val="28"/>
        </w:rPr>
        <w:t xml:space="preserve"> февраля </w:t>
      </w:r>
      <w:r w:rsidR="009108B8" w:rsidRPr="006535F7">
        <w:rPr>
          <w:sz w:val="28"/>
          <w:szCs w:val="28"/>
        </w:rPr>
        <w:t xml:space="preserve">издает правовой </w:t>
      </w:r>
      <w:r w:rsidR="00B62E25" w:rsidRPr="006535F7">
        <w:rPr>
          <w:sz w:val="28"/>
          <w:szCs w:val="28"/>
        </w:rPr>
        <w:t>акт о закреплении образовательных учреждений за конкретным</w:t>
      </w:r>
      <w:r w:rsidR="00D050D3" w:rsidRPr="006535F7">
        <w:rPr>
          <w:sz w:val="28"/>
          <w:szCs w:val="28"/>
        </w:rPr>
        <w:t xml:space="preserve">и территориями </w:t>
      </w:r>
      <w:r w:rsidR="00A028F0" w:rsidRPr="006535F7">
        <w:rPr>
          <w:sz w:val="28"/>
          <w:szCs w:val="28"/>
        </w:rPr>
        <w:t>Идринского района</w:t>
      </w:r>
      <w:r w:rsidR="00771440" w:rsidRPr="006535F7">
        <w:rPr>
          <w:sz w:val="28"/>
          <w:szCs w:val="28"/>
        </w:rPr>
        <w:t xml:space="preserve"> (далее </w:t>
      </w:r>
      <w:r w:rsidR="00342A95" w:rsidRPr="006535F7">
        <w:rPr>
          <w:sz w:val="28"/>
          <w:szCs w:val="28"/>
        </w:rPr>
        <w:t>–</w:t>
      </w:r>
      <w:r w:rsidR="00771440" w:rsidRPr="006535F7">
        <w:rPr>
          <w:sz w:val="28"/>
          <w:szCs w:val="28"/>
        </w:rPr>
        <w:t xml:space="preserve"> </w:t>
      </w:r>
      <w:r w:rsidR="00342A95" w:rsidRPr="006535F7">
        <w:rPr>
          <w:sz w:val="28"/>
          <w:szCs w:val="28"/>
        </w:rPr>
        <w:t>закрепление за территориями</w:t>
      </w:r>
      <w:r w:rsidR="00771440" w:rsidRPr="006535F7">
        <w:rPr>
          <w:sz w:val="28"/>
          <w:szCs w:val="28"/>
        </w:rPr>
        <w:t>)</w:t>
      </w:r>
      <w:r w:rsidR="00B62E25" w:rsidRPr="006535F7">
        <w:rPr>
          <w:sz w:val="28"/>
          <w:szCs w:val="28"/>
        </w:rPr>
        <w:t>, в том числе с целью упорядочения процедуры предоставления данной муниципальной услуги.</w:t>
      </w:r>
    </w:p>
    <w:p w:rsidR="00253D77" w:rsidRPr="006535F7" w:rsidRDefault="00253D77" w:rsidP="00D37918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Зачисление </w:t>
      </w:r>
      <w:r w:rsidR="00ED3C14" w:rsidRPr="006535F7">
        <w:rPr>
          <w:sz w:val="28"/>
          <w:szCs w:val="28"/>
        </w:rPr>
        <w:t xml:space="preserve">детей в образовательные </w:t>
      </w:r>
      <w:r w:rsidR="001C3B61" w:rsidRPr="006535F7">
        <w:rPr>
          <w:sz w:val="28"/>
          <w:szCs w:val="28"/>
        </w:rPr>
        <w:t>учреждения</w:t>
      </w:r>
      <w:r w:rsidR="00ED3C14" w:rsidRPr="006535F7">
        <w:rPr>
          <w:sz w:val="28"/>
          <w:szCs w:val="28"/>
        </w:rPr>
        <w:t xml:space="preserve"> осуществляется</w:t>
      </w:r>
      <w:r w:rsidR="00410C7D" w:rsidRPr="006535F7">
        <w:rPr>
          <w:sz w:val="28"/>
          <w:szCs w:val="28"/>
        </w:rPr>
        <w:t xml:space="preserve"> </w:t>
      </w:r>
      <w:r w:rsidR="00ED3C14" w:rsidRPr="006535F7">
        <w:rPr>
          <w:sz w:val="28"/>
          <w:szCs w:val="28"/>
        </w:rPr>
        <w:t xml:space="preserve">в соответствии с </w:t>
      </w:r>
      <w:r w:rsidR="005F479F" w:rsidRPr="006535F7">
        <w:rPr>
          <w:sz w:val="28"/>
          <w:szCs w:val="28"/>
        </w:rPr>
        <w:t xml:space="preserve">вышеуказанным правовым актом, в зависимости от места проживания </w:t>
      </w:r>
      <w:r w:rsidR="00A8652E" w:rsidRPr="006535F7">
        <w:rPr>
          <w:sz w:val="28"/>
          <w:szCs w:val="28"/>
        </w:rPr>
        <w:t>Получателя</w:t>
      </w:r>
      <w:r w:rsidR="003903DF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</w:p>
    <w:p w:rsidR="00BC2253" w:rsidRPr="006535F7" w:rsidRDefault="00B62E25" w:rsidP="00136B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</w:t>
      </w:r>
      <w:r w:rsidR="0095590B" w:rsidRPr="006535F7">
        <w:rPr>
          <w:sz w:val="28"/>
          <w:szCs w:val="28"/>
        </w:rPr>
        <w:t xml:space="preserve">. </w:t>
      </w:r>
      <w:r w:rsidR="00FB4B43" w:rsidRPr="006535F7">
        <w:rPr>
          <w:sz w:val="28"/>
          <w:szCs w:val="28"/>
        </w:rPr>
        <w:t>Исчерпывающий п</w:t>
      </w:r>
      <w:r w:rsidR="00BC2253" w:rsidRPr="006535F7">
        <w:rPr>
          <w:sz w:val="28"/>
          <w:szCs w:val="28"/>
        </w:rPr>
        <w:t xml:space="preserve">еречень документов, необходимых для предоставления </w:t>
      </w:r>
      <w:r w:rsidR="00136BFD" w:rsidRPr="006535F7">
        <w:rPr>
          <w:sz w:val="28"/>
          <w:szCs w:val="28"/>
        </w:rPr>
        <w:t>мун</w:t>
      </w:r>
      <w:r w:rsidR="00BC2253" w:rsidRPr="006535F7">
        <w:rPr>
          <w:sz w:val="28"/>
          <w:szCs w:val="28"/>
        </w:rPr>
        <w:t>иципальной услуги.</w:t>
      </w:r>
    </w:p>
    <w:p w:rsidR="00B65DBD" w:rsidRPr="006535F7" w:rsidRDefault="00B62E25" w:rsidP="00FB7B1A">
      <w:pPr>
        <w:tabs>
          <w:tab w:val="left" w:pos="1418"/>
        </w:tabs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</w:t>
      </w:r>
      <w:r w:rsidR="00BC2253" w:rsidRPr="006535F7">
        <w:rPr>
          <w:sz w:val="28"/>
          <w:szCs w:val="28"/>
        </w:rPr>
        <w:t>.1.</w:t>
      </w:r>
      <w:r w:rsidR="00410C7D" w:rsidRPr="006535F7">
        <w:rPr>
          <w:sz w:val="28"/>
          <w:szCs w:val="28"/>
        </w:rPr>
        <w:t xml:space="preserve"> </w:t>
      </w:r>
      <w:r w:rsidR="005431A1" w:rsidRPr="006535F7">
        <w:rPr>
          <w:sz w:val="28"/>
          <w:szCs w:val="28"/>
        </w:rPr>
        <w:t xml:space="preserve">Заявитель </w:t>
      </w:r>
      <w:r w:rsidR="001637FD" w:rsidRPr="006535F7">
        <w:rPr>
          <w:sz w:val="28"/>
          <w:szCs w:val="28"/>
        </w:rPr>
        <w:t>п</w:t>
      </w:r>
      <w:r w:rsidR="00217F74" w:rsidRPr="006535F7">
        <w:rPr>
          <w:sz w:val="28"/>
          <w:szCs w:val="28"/>
        </w:rPr>
        <w:t>одает п</w:t>
      </w:r>
      <w:r w:rsidR="001637FD" w:rsidRPr="006535F7">
        <w:rPr>
          <w:sz w:val="28"/>
          <w:szCs w:val="28"/>
        </w:rPr>
        <w:t>исьменн</w:t>
      </w:r>
      <w:r w:rsidR="001E7933" w:rsidRPr="006535F7">
        <w:rPr>
          <w:sz w:val="28"/>
          <w:szCs w:val="28"/>
        </w:rPr>
        <w:t xml:space="preserve">ое </w:t>
      </w:r>
      <w:r w:rsidR="001637FD" w:rsidRPr="006535F7">
        <w:rPr>
          <w:sz w:val="28"/>
          <w:szCs w:val="28"/>
        </w:rPr>
        <w:t>заявление</w:t>
      </w:r>
      <w:r w:rsidR="006D1424" w:rsidRPr="006535F7">
        <w:rPr>
          <w:sz w:val="28"/>
          <w:szCs w:val="28"/>
        </w:rPr>
        <w:t xml:space="preserve"> </w:t>
      </w:r>
      <w:r w:rsidR="003E5CAB" w:rsidRPr="006535F7">
        <w:rPr>
          <w:sz w:val="28"/>
          <w:szCs w:val="28"/>
        </w:rPr>
        <w:t xml:space="preserve">о предоставлении муниципальной услуги </w:t>
      </w:r>
      <w:r w:rsidR="00B65DBD" w:rsidRPr="006535F7">
        <w:rPr>
          <w:sz w:val="28"/>
          <w:szCs w:val="28"/>
        </w:rPr>
        <w:t xml:space="preserve">при предъявлении оригинала документа, </w:t>
      </w:r>
      <w:r w:rsidR="00B65DBD" w:rsidRPr="006535F7">
        <w:rPr>
          <w:sz w:val="28"/>
          <w:szCs w:val="28"/>
        </w:rPr>
        <w:lastRenderedPageBreak/>
        <w:t xml:space="preserve">удостоверяющего </w:t>
      </w:r>
      <w:r w:rsidR="006A4775" w:rsidRPr="006535F7">
        <w:rPr>
          <w:sz w:val="28"/>
          <w:szCs w:val="28"/>
        </w:rPr>
        <w:t xml:space="preserve">его </w:t>
      </w:r>
      <w:r w:rsidR="00B65DBD" w:rsidRPr="006535F7">
        <w:rPr>
          <w:sz w:val="28"/>
          <w:szCs w:val="28"/>
        </w:rPr>
        <w:t>личность, в соответствии с действующим законодательством Российской Федерации.</w:t>
      </w:r>
    </w:p>
    <w:p w:rsidR="00E8331C" w:rsidRPr="006535F7" w:rsidRDefault="00B62E25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</w:t>
      </w:r>
      <w:r w:rsidR="00B65DBD" w:rsidRPr="006535F7">
        <w:rPr>
          <w:sz w:val="28"/>
          <w:szCs w:val="28"/>
        </w:rPr>
        <w:t>.2.</w:t>
      </w:r>
      <w:r w:rsidR="00410C7D" w:rsidRPr="006535F7">
        <w:rPr>
          <w:sz w:val="28"/>
          <w:szCs w:val="28"/>
        </w:rPr>
        <w:t xml:space="preserve"> </w:t>
      </w:r>
      <w:r w:rsidR="006D1424" w:rsidRPr="006535F7">
        <w:rPr>
          <w:sz w:val="28"/>
          <w:szCs w:val="28"/>
        </w:rPr>
        <w:t>З</w:t>
      </w:r>
      <w:r w:rsidR="00E8331C" w:rsidRPr="006535F7">
        <w:rPr>
          <w:sz w:val="28"/>
          <w:szCs w:val="28"/>
        </w:rPr>
        <w:t xml:space="preserve">аявление оформляется </w:t>
      </w:r>
      <w:r w:rsidR="00C81AF0" w:rsidRPr="006535F7">
        <w:rPr>
          <w:sz w:val="28"/>
          <w:szCs w:val="28"/>
        </w:rPr>
        <w:t>по образцу, указанному в П</w:t>
      </w:r>
      <w:r w:rsidR="003E5CAB" w:rsidRPr="006535F7">
        <w:rPr>
          <w:sz w:val="28"/>
          <w:szCs w:val="28"/>
        </w:rPr>
        <w:t>риложени</w:t>
      </w:r>
      <w:r w:rsidR="00C81AF0" w:rsidRPr="006535F7">
        <w:rPr>
          <w:sz w:val="28"/>
          <w:szCs w:val="28"/>
        </w:rPr>
        <w:t>и</w:t>
      </w:r>
      <w:r w:rsidR="003E5CAB" w:rsidRPr="006535F7">
        <w:rPr>
          <w:sz w:val="28"/>
          <w:szCs w:val="28"/>
        </w:rPr>
        <w:t xml:space="preserve"> № 4</w:t>
      </w:r>
      <w:r w:rsidR="00E8331C" w:rsidRPr="006535F7">
        <w:rPr>
          <w:sz w:val="28"/>
          <w:szCs w:val="28"/>
        </w:rPr>
        <w:t xml:space="preserve"> к </w:t>
      </w:r>
      <w:r w:rsidR="00C81AF0" w:rsidRPr="006535F7">
        <w:rPr>
          <w:sz w:val="28"/>
          <w:szCs w:val="28"/>
        </w:rPr>
        <w:t>А</w:t>
      </w:r>
      <w:r w:rsidR="00E8331C" w:rsidRPr="006535F7">
        <w:rPr>
          <w:sz w:val="28"/>
          <w:szCs w:val="28"/>
        </w:rPr>
        <w:t>дминистративному регламенту.</w:t>
      </w:r>
    </w:p>
    <w:p w:rsidR="00E8331C" w:rsidRPr="006535F7" w:rsidRDefault="00B62E25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</w:t>
      </w:r>
      <w:r w:rsidR="003E5CAB" w:rsidRPr="006535F7">
        <w:rPr>
          <w:sz w:val="28"/>
          <w:szCs w:val="28"/>
        </w:rPr>
        <w:t xml:space="preserve">.3. </w:t>
      </w:r>
      <w:r w:rsidR="00E8331C" w:rsidRPr="006535F7">
        <w:rPr>
          <w:sz w:val="28"/>
          <w:szCs w:val="28"/>
        </w:rPr>
        <w:t>В заявлении указываются следующие сведения:</w:t>
      </w:r>
    </w:p>
    <w:p w:rsidR="00E8331C" w:rsidRPr="006535F7" w:rsidRDefault="00E8331C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а) фамилия, имя, отчество (последнее - при наличии) ребенка;</w:t>
      </w:r>
    </w:p>
    <w:p w:rsidR="00E8331C" w:rsidRPr="006535F7" w:rsidRDefault="00E8331C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б) дата и место рождения ребенка; </w:t>
      </w:r>
    </w:p>
    <w:p w:rsidR="00C27F0E" w:rsidRPr="006535F7" w:rsidRDefault="00E8331C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в) фамилия, имя, отчество (последнее - при наличии) </w:t>
      </w:r>
      <w:r w:rsidR="00C27F0E" w:rsidRPr="006535F7">
        <w:rPr>
          <w:sz w:val="28"/>
          <w:szCs w:val="28"/>
        </w:rPr>
        <w:t>Заявителя;</w:t>
      </w:r>
    </w:p>
    <w:p w:rsidR="00297C7F" w:rsidRPr="006535F7" w:rsidRDefault="00E8331C" w:rsidP="00297C7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г) адрес места жительства ребенка</w:t>
      </w:r>
      <w:r w:rsidR="00297C7F" w:rsidRPr="006535F7">
        <w:rPr>
          <w:sz w:val="28"/>
          <w:szCs w:val="28"/>
        </w:rPr>
        <w:t xml:space="preserve"> и Заявителя;</w:t>
      </w:r>
    </w:p>
    <w:p w:rsidR="00297C7F" w:rsidRPr="006535F7" w:rsidRDefault="00E8331C" w:rsidP="00297C7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д) контактные телефоны </w:t>
      </w:r>
      <w:r w:rsidR="00297C7F" w:rsidRPr="006535F7">
        <w:rPr>
          <w:sz w:val="28"/>
          <w:szCs w:val="28"/>
        </w:rPr>
        <w:t>Заявителя</w:t>
      </w:r>
      <w:r w:rsidR="00B805E8" w:rsidRPr="006535F7">
        <w:rPr>
          <w:sz w:val="28"/>
          <w:szCs w:val="28"/>
        </w:rPr>
        <w:t>.</w:t>
      </w:r>
    </w:p>
    <w:p w:rsidR="00297C7F" w:rsidRPr="006535F7" w:rsidRDefault="00E8331C" w:rsidP="00297C7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 заявлении фиксируется и заверяется личной подписью </w:t>
      </w:r>
      <w:r w:rsidR="00297C7F" w:rsidRPr="006535F7">
        <w:rPr>
          <w:sz w:val="28"/>
          <w:szCs w:val="28"/>
        </w:rPr>
        <w:t>Заявителя:</w:t>
      </w:r>
    </w:p>
    <w:p w:rsidR="00BD11B7" w:rsidRPr="006535F7" w:rsidRDefault="00BD11B7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8331C" w:rsidRPr="006535F7">
        <w:rPr>
          <w:sz w:val="28"/>
          <w:szCs w:val="28"/>
        </w:rPr>
        <w:t>факт ознакомления</w:t>
      </w:r>
      <w:r w:rsidRPr="006535F7">
        <w:rPr>
          <w:sz w:val="28"/>
          <w:szCs w:val="28"/>
        </w:rPr>
        <w:t xml:space="preserve"> </w:t>
      </w:r>
      <w:r w:rsidR="00CF5298" w:rsidRPr="006535F7">
        <w:rPr>
          <w:sz w:val="28"/>
          <w:szCs w:val="28"/>
        </w:rPr>
        <w:t xml:space="preserve">Заявителя </w:t>
      </w:r>
      <w:r w:rsidRPr="006535F7">
        <w:rPr>
          <w:sz w:val="28"/>
          <w:szCs w:val="28"/>
        </w:rPr>
        <w:t xml:space="preserve">с </w:t>
      </w:r>
      <w:r w:rsidR="008C2866" w:rsidRPr="006535F7">
        <w:rPr>
          <w:sz w:val="28"/>
          <w:szCs w:val="28"/>
        </w:rPr>
        <w:t>Уставом образовательного</w:t>
      </w:r>
      <w:r w:rsidR="00315CF6"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>учреждения</w:t>
      </w:r>
      <w:r w:rsidR="00315CF6" w:rsidRPr="006535F7">
        <w:rPr>
          <w:sz w:val="28"/>
          <w:szCs w:val="28"/>
        </w:rPr>
        <w:t>,</w:t>
      </w:r>
      <w:r w:rsidR="00410C7D" w:rsidRPr="006535F7">
        <w:rPr>
          <w:sz w:val="28"/>
          <w:szCs w:val="28"/>
        </w:rPr>
        <w:t xml:space="preserve"> </w:t>
      </w:r>
      <w:r w:rsidR="00315CF6" w:rsidRPr="006535F7">
        <w:rPr>
          <w:sz w:val="28"/>
          <w:szCs w:val="28"/>
        </w:rPr>
        <w:t xml:space="preserve">с </w:t>
      </w:r>
      <w:r w:rsidRPr="006535F7">
        <w:rPr>
          <w:sz w:val="28"/>
          <w:szCs w:val="28"/>
        </w:rPr>
        <w:t xml:space="preserve">лицензией на осуществление образовательной деятельности, </w:t>
      </w:r>
      <w:r w:rsidR="00315CF6" w:rsidRPr="006535F7">
        <w:rPr>
          <w:sz w:val="28"/>
          <w:szCs w:val="28"/>
        </w:rPr>
        <w:t>с</w:t>
      </w:r>
      <w:r w:rsidRPr="006535F7">
        <w:rPr>
          <w:sz w:val="28"/>
          <w:szCs w:val="28"/>
        </w:rPr>
        <w:t>видетельством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 государственной аккредитации образовательного учреждения,</w:t>
      </w:r>
      <w:r w:rsidR="00410C7D" w:rsidRPr="006535F7">
        <w:rPr>
          <w:sz w:val="28"/>
          <w:szCs w:val="28"/>
        </w:rPr>
        <w:t xml:space="preserve"> </w:t>
      </w:r>
      <w:r w:rsidR="00037AB5" w:rsidRPr="006535F7">
        <w:rPr>
          <w:sz w:val="28"/>
          <w:szCs w:val="28"/>
        </w:rPr>
        <w:t xml:space="preserve">с </w:t>
      </w:r>
      <w:r w:rsidRPr="006535F7">
        <w:rPr>
          <w:sz w:val="28"/>
          <w:szCs w:val="28"/>
        </w:rPr>
        <w:t>образовательн</w:t>
      </w:r>
      <w:r w:rsidR="00037AB5" w:rsidRPr="006535F7">
        <w:rPr>
          <w:sz w:val="28"/>
          <w:szCs w:val="28"/>
        </w:rPr>
        <w:t>ыми</w:t>
      </w:r>
      <w:r w:rsidRPr="006535F7">
        <w:rPr>
          <w:sz w:val="28"/>
          <w:szCs w:val="28"/>
        </w:rPr>
        <w:t xml:space="preserve"> </w:t>
      </w:r>
      <w:r w:rsidR="00037AB5" w:rsidRPr="006535F7">
        <w:rPr>
          <w:sz w:val="28"/>
          <w:szCs w:val="28"/>
        </w:rPr>
        <w:t>программами и другими документами, регламентирующими</w:t>
      </w:r>
      <w:r w:rsidR="00E87F10" w:rsidRPr="006535F7">
        <w:rPr>
          <w:sz w:val="28"/>
          <w:szCs w:val="28"/>
        </w:rPr>
        <w:t xml:space="preserve"> организацию и осуществление образовательной деятельности, права и обязанности обучающихся</w:t>
      </w:r>
      <w:r w:rsidRPr="006535F7">
        <w:rPr>
          <w:sz w:val="28"/>
          <w:szCs w:val="28"/>
        </w:rPr>
        <w:t>;</w:t>
      </w:r>
    </w:p>
    <w:p w:rsidR="005C2474" w:rsidRPr="006535F7" w:rsidRDefault="00E8331C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согласие на обработку своих персональных данных и персональных данных </w:t>
      </w:r>
      <w:r w:rsidR="00BD11B7" w:rsidRPr="006535F7">
        <w:rPr>
          <w:sz w:val="28"/>
          <w:szCs w:val="28"/>
        </w:rPr>
        <w:t>ребенка</w:t>
      </w:r>
      <w:r w:rsidRPr="006535F7">
        <w:rPr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C003A3" w:rsidRPr="006535F7" w:rsidRDefault="00C003A3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2.7.4.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Для предоставления муниципальной услуги в порядке перевода </w:t>
      </w:r>
      <w:r w:rsidR="00063283" w:rsidRPr="006535F7">
        <w:rPr>
          <w:sz w:val="28"/>
          <w:szCs w:val="28"/>
        </w:rPr>
        <w:t>ребенка</w:t>
      </w:r>
      <w:r w:rsidR="003E0F08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из другой образовательной организации, осуществляющей образовательную деятельность по образовательным программам соответствующих уровня и направленности, Заявитель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(</w:t>
      </w:r>
      <w:r w:rsidR="00FD2BB0" w:rsidRPr="006535F7">
        <w:rPr>
          <w:sz w:val="28"/>
          <w:szCs w:val="28"/>
        </w:rPr>
        <w:t xml:space="preserve">совершеннолетний обучающийся или </w:t>
      </w:r>
      <w:r w:rsidRPr="006535F7">
        <w:rPr>
          <w:sz w:val="28"/>
          <w:szCs w:val="28"/>
        </w:rPr>
        <w:t xml:space="preserve">родитель (законный представитель) </w:t>
      </w:r>
      <w:r w:rsidR="00FD2BB0" w:rsidRPr="006535F7">
        <w:rPr>
          <w:sz w:val="28"/>
          <w:szCs w:val="28"/>
        </w:rPr>
        <w:t xml:space="preserve">несовершеннолетнего </w:t>
      </w:r>
      <w:r w:rsidR="00290B13" w:rsidRPr="006535F7">
        <w:rPr>
          <w:sz w:val="28"/>
          <w:szCs w:val="28"/>
        </w:rPr>
        <w:t>обучающегося</w:t>
      </w:r>
      <w:r w:rsidRPr="006535F7">
        <w:rPr>
          <w:sz w:val="28"/>
          <w:szCs w:val="28"/>
        </w:rPr>
        <w:t xml:space="preserve">) </w:t>
      </w:r>
      <w:r w:rsidR="00FC6E53" w:rsidRPr="006535F7">
        <w:rPr>
          <w:sz w:val="28"/>
          <w:szCs w:val="28"/>
        </w:rPr>
        <w:t>при предъявлении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</w:t>
      </w:r>
      <w:r w:rsidR="00BA442A" w:rsidRPr="006535F7">
        <w:rPr>
          <w:sz w:val="28"/>
          <w:szCs w:val="28"/>
        </w:rPr>
        <w:t xml:space="preserve"> либо оригинала документа, удостоверяющего личность иностранного гражданина и лица без гражданства</w:t>
      </w:r>
      <w:r w:rsidR="00410C7D" w:rsidRPr="006535F7">
        <w:rPr>
          <w:sz w:val="28"/>
          <w:szCs w:val="28"/>
        </w:rPr>
        <w:t xml:space="preserve"> </w:t>
      </w:r>
      <w:r w:rsidR="00BA442A" w:rsidRPr="006535F7">
        <w:rPr>
          <w:sz w:val="28"/>
          <w:szCs w:val="28"/>
        </w:rPr>
        <w:t>в Российской Федерации в соответствии с действующим законодательством Российской Федерации</w:t>
      </w:r>
      <w:r w:rsidR="00FC6E53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пред</w:t>
      </w:r>
      <w:r w:rsidR="00465F35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>ставляет письменн</w:t>
      </w:r>
      <w:r w:rsidR="0020086A" w:rsidRPr="006535F7">
        <w:rPr>
          <w:sz w:val="28"/>
          <w:szCs w:val="28"/>
        </w:rPr>
        <w:t xml:space="preserve">ое </w:t>
      </w:r>
      <w:r w:rsidRPr="006535F7">
        <w:rPr>
          <w:sz w:val="28"/>
          <w:szCs w:val="28"/>
        </w:rPr>
        <w:t xml:space="preserve">заявление о </w:t>
      </w:r>
      <w:r w:rsidR="00FD2BB0" w:rsidRPr="006535F7">
        <w:rPr>
          <w:sz w:val="28"/>
          <w:szCs w:val="28"/>
        </w:rPr>
        <w:t>зачислении</w:t>
      </w:r>
      <w:r w:rsidR="00410C7D" w:rsidRPr="006535F7">
        <w:rPr>
          <w:sz w:val="28"/>
          <w:szCs w:val="28"/>
        </w:rPr>
        <w:t xml:space="preserve"> </w:t>
      </w:r>
      <w:r w:rsidR="00FD2BB0" w:rsidRPr="006535F7">
        <w:rPr>
          <w:sz w:val="28"/>
          <w:szCs w:val="28"/>
        </w:rPr>
        <w:t>в образовательн</w:t>
      </w:r>
      <w:r w:rsidR="00C91B57" w:rsidRPr="006535F7">
        <w:rPr>
          <w:sz w:val="28"/>
          <w:szCs w:val="28"/>
        </w:rPr>
        <w:t xml:space="preserve">ое учреждение </w:t>
      </w:r>
      <w:r w:rsidR="006A01C0" w:rsidRPr="006535F7">
        <w:rPr>
          <w:sz w:val="28"/>
          <w:szCs w:val="28"/>
        </w:rPr>
        <w:t>по форме, указанной в П</w:t>
      </w:r>
      <w:r w:rsidR="00290B13" w:rsidRPr="006535F7">
        <w:rPr>
          <w:sz w:val="28"/>
          <w:szCs w:val="28"/>
        </w:rPr>
        <w:t>риложени</w:t>
      </w:r>
      <w:r w:rsidR="006A01C0" w:rsidRPr="006535F7">
        <w:rPr>
          <w:sz w:val="28"/>
          <w:szCs w:val="28"/>
        </w:rPr>
        <w:t>и</w:t>
      </w:r>
      <w:r w:rsidR="00290B13" w:rsidRPr="006535F7">
        <w:rPr>
          <w:sz w:val="28"/>
          <w:szCs w:val="28"/>
        </w:rPr>
        <w:t xml:space="preserve"> № 5</w:t>
      </w:r>
      <w:r w:rsidR="00410C7D" w:rsidRPr="006535F7">
        <w:rPr>
          <w:sz w:val="28"/>
          <w:szCs w:val="28"/>
        </w:rPr>
        <w:t xml:space="preserve"> </w:t>
      </w:r>
      <w:r w:rsidR="00290B13" w:rsidRPr="006535F7">
        <w:rPr>
          <w:sz w:val="28"/>
          <w:szCs w:val="28"/>
        </w:rPr>
        <w:t xml:space="preserve">к </w:t>
      </w:r>
      <w:r w:rsidR="003E0F08" w:rsidRPr="006535F7">
        <w:rPr>
          <w:sz w:val="28"/>
          <w:szCs w:val="28"/>
        </w:rPr>
        <w:t>А</w:t>
      </w:r>
      <w:r w:rsidR="00290B13" w:rsidRPr="006535F7">
        <w:rPr>
          <w:sz w:val="28"/>
          <w:szCs w:val="28"/>
        </w:rPr>
        <w:t>дминистративному регламенту.</w:t>
      </w:r>
      <w:r w:rsidR="00A052EB" w:rsidRPr="006535F7">
        <w:rPr>
          <w:sz w:val="28"/>
          <w:szCs w:val="28"/>
        </w:rPr>
        <w:t xml:space="preserve"> </w:t>
      </w:r>
    </w:p>
    <w:p w:rsidR="00A052EB" w:rsidRPr="006535F7" w:rsidRDefault="00A052EB" w:rsidP="00E8331C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В заявлении указываются: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а) фамилия, имя, отчество (последнее - при наличии) </w:t>
      </w:r>
      <w:r w:rsidR="00826B56" w:rsidRPr="006535F7">
        <w:rPr>
          <w:sz w:val="28"/>
          <w:szCs w:val="28"/>
        </w:rPr>
        <w:t>ребенка</w:t>
      </w:r>
      <w:r w:rsidRPr="006535F7">
        <w:rPr>
          <w:sz w:val="28"/>
          <w:szCs w:val="28"/>
        </w:rPr>
        <w:t>;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б) дата и место рождения </w:t>
      </w:r>
      <w:r w:rsidR="00826B56" w:rsidRPr="006535F7">
        <w:rPr>
          <w:sz w:val="28"/>
          <w:szCs w:val="28"/>
        </w:rPr>
        <w:t>ребенка</w:t>
      </w:r>
      <w:r w:rsidRPr="006535F7">
        <w:rPr>
          <w:sz w:val="28"/>
          <w:szCs w:val="28"/>
        </w:rPr>
        <w:t>;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в) класс и профиль обучения (при наличии);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г) наименование </w:t>
      </w:r>
      <w:r w:rsidR="00595513" w:rsidRPr="006535F7">
        <w:rPr>
          <w:sz w:val="28"/>
          <w:szCs w:val="28"/>
        </w:rPr>
        <w:t xml:space="preserve">прежней </w:t>
      </w:r>
      <w:r w:rsidRPr="006535F7">
        <w:rPr>
          <w:sz w:val="28"/>
          <w:szCs w:val="28"/>
        </w:rPr>
        <w:t>образовательной организации,</w:t>
      </w:r>
      <w:r w:rsidR="00595513" w:rsidRPr="006535F7">
        <w:rPr>
          <w:sz w:val="28"/>
          <w:szCs w:val="28"/>
        </w:rPr>
        <w:t xml:space="preserve"> в которой </w:t>
      </w:r>
      <w:r w:rsidR="00EF7AE6" w:rsidRPr="006535F7">
        <w:rPr>
          <w:sz w:val="28"/>
          <w:szCs w:val="28"/>
        </w:rPr>
        <w:t xml:space="preserve">обучался ребенок, </w:t>
      </w:r>
      <w:r w:rsidRPr="006535F7">
        <w:rPr>
          <w:sz w:val="28"/>
          <w:szCs w:val="28"/>
        </w:rPr>
        <w:t>е</w:t>
      </w:r>
      <w:r w:rsidR="00FB7B1A" w:rsidRPr="006535F7">
        <w:rPr>
          <w:sz w:val="28"/>
          <w:szCs w:val="28"/>
        </w:rPr>
        <w:t>е</w:t>
      </w:r>
      <w:r w:rsidRPr="006535F7">
        <w:rPr>
          <w:sz w:val="28"/>
          <w:szCs w:val="28"/>
        </w:rPr>
        <w:t xml:space="preserve"> место нахождения;</w:t>
      </w:r>
    </w:p>
    <w:p w:rsidR="00A052EB" w:rsidRPr="006535F7" w:rsidRDefault="00005C67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д</w:t>
      </w:r>
      <w:r w:rsidR="00A052EB" w:rsidRPr="006535F7">
        <w:rPr>
          <w:sz w:val="28"/>
          <w:szCs w:val="28"/>
        </w:rPr>
        <w:t xml:space="preserve">) фамилия, имя, отчество (последнее - при наличии) </w:t>
      </w:r>
      <w:r w:rsidR="00802163" w:rsidRPr="006535F7">
        <w:rPr>
          <w:sz w:val="28"/>
          <w:szCs w:val="28"/>
        </w:rPr>
        <w:t>Заявителя</w:t>
      </w:r>
      <w:r w:rsidR="00A052EB" w:rsidRPr="006535F7">
        <w:rPr>
          <w:sz w:val="28"/>
          <w:szCs w:val="28"/>
        </w:rPr>
        <w:t xml:space="preserve">; </w:t>
      </w:r>
    </w:p>
    <w:p w:rsidR="00A052EB" w:rsidRPr="006535F7" w:rsidRDefault="00005C67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е</w:t>
      </w:r>
      <w:r w:rsidR="00A052EB" w:rsidRPr="006535F7">
        <w:rPr>
          <w:sz w:val="28"/>
          <w:szCs w:val="28"/>
        </w:rPr>
        <w:t xml:space="preserve">) адрес места жительства </w:t>
      </w:r>
      <w:r w:rsidR="00826B56" w:rsidRPr="006535F7">
        <w:rPr>
          <w:sz w:val="28"/>
          <w:szCs w:val="28"/>
        </w:rPr>
        <w:t>ребенка</w:t>
      </w:r>
      <w:r w:rsidR="00802163" w:rsidRPr="006535F7">
        <w:rPr>
          <w:sz w:val="28"/>
          <w:szCs w:val="28"/>
        </w:rPr>
        <w:t xml:space="preserve"> и Заявителя</w:t>
      </w:r>
      <w:r w:rsidR="00A052EB" w:rsidRPr="006535F7">
        <w:rPr>
          <w:sz w:val="28"/>
          <w:szCs w:val="28"/>
        </w:rPr>
        <w:t xml:space="preserve">; </w:t>
      </w:r>
    </w:p>
    <w:p w:rsidR="00A052EB" w:rsidRPr="006535F7" w:rsidRDefault="00005C67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ж</w:t>
      </w:r>
      <w:r w:rsidR="00A052EB" w:rsidRPr="006535F7">
        <w:rPr>
          <w:sz w:val="28"/>
          <w:szCs w:val="28"/>
        </w:rPr>
        <w:t xml:space="preserve">) контактные телефоны </w:t>
      </w:r>
      <w:r w:rsidR="00802163" w:rsidRPr="006535F7">
        <w:rPr>
          <w:sz w:val="28"/>
          <w:szCs w:val="28"/>
        </w:rPr>
        <w:t>Заявителя</w:t>
      </w:r>
      <w:r w:rsidR="00A052EB" w:rsidRPr="006535F7">
        <w:rPr>
          <w:sz w:val="28"/>
          <w:szCs w:val="28"/>
        </w:rPr>
        <w:t xml:space="preserve">. 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 заявлении фиксируется и заверяется личной подписью </w:t>
      </w:r>
      <w:r w:rsidR="00802163" w:rsidRPr="006535F7">
        <w:rPr>
          <w:sz w:val="28"/>
          <w:szCs w:val="28"/>
        </w:rPr>
        <w:t>Заявителя</w:t>
      </w:r>
      <w:r w:rsidRPr="006535F7">
        <w:rPr>
          <w:sz w:val="28"/>
          <w:szCs w:val="28"/>
        </w:rPr>
        <w:t>: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факт </w:t>
      </w:r>
      <w:r w:rsidR="00802163" w:rsidRPr="006535F7">
        <w:rPr>
          <w:sz w:val="28"/>
          <w:szCs w:val="28"/>
        </w:rPr>
        <w:t xml:space="preserve">его </w:t>
      </w:r>
      <w:r w:rsidRPr="006535F7">
        <w:rPr>
          <w:sz w:val="28"/>
          <w:szCs w:val="28"/>
        </w:rPr>
        <w:t xml:space="preserve">ознакомления </w:t>
      </w:r>
      <w:r w:rsidR="008C2866" w:rsidRPr="006535F7">
        <w:rPr>
          <w:sz w:val="28"/>
          <w:szCs w:val="28"/>
        </w:rPr>
        <w:t>с Уставом образовательной организации,</w:t>
      </w:r>
      <w:r w:rsidR="00410C7D"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>с лицензией на осуществление образовательной деятельности,</w:t>
      </w:r>
      <w:r w:rsidR="00410C7D"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>со свидетельством о государственной аккредитации</w:t>
      </w:r>
      <w:r w:rsidR="00410C7D"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 xml:space="preserve">образовательного </w:t>
      </w:r>
      <w:r w:rsidR="008C2866" w:rsidRPr="006535F7">
        <w:rPr>
          <w:sz w:val="28"/>
          <w:szCs w:val="28"/>
        </w:rPr>
        <w:lastRenderedPageBreak/>
        <w:t>учреждения,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A052EB" w:rsidRPr="006535F7" w:rsidRDefault="00A052EB" w:rsidP="00A052EB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согласие на обработку своих персональных данных и персональных данных ребенка в порядке, установленном законодательством Российской Федерации. </w:t>
      </w:r>
    </w:p>
    <w:p w:rsidR="002D0436" w:rsidRPr="006535F7" w:rsidRDefault="00B62E25" w:rsidP="00487A22">
      <w:pPr>
        <w:tabs>
          <w:tab w:val="left" w:pos="1560"/>
        </w:tabs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</w:t>
      </w:r>
      <w:r w:rsidR="00705432" w:rsidRPr="006535F7">
        <w:rPr>
          <w:sz w:val="28"/>
          <w:szCs w:val="28"/>
        </w:rPr>
        <w:t>.5</w:t>
      </w:r>
      <w:r w:rsidR="00487A22" w:rsidRPr="006535F7">
        <w:rPr>
          <w:sz w:val="28"/>
          <w:szCs w:val="28"/>
        </w:rPr>
        <w:t xml:space="preserve">. </w:t>
      </w:r>
      <w:r w:rsidR="00C31A5E" w:rsidRPr="006535F7">
        <w:rPr>
          <w:sz w:val="28"/>
          <w:szCs w:val="28"/>
        </w:rPr>
        <w:t xml:space="preserve">Для </w:t>
      </w:r>
      <w:r w:rsidR="00290B13" w:rsidRPr="006535F7">
        <w:rPr>
          <w:sz w:val="28"/>
          <w:szCs w:val="28"/>
        </w:rPr>
        <w:t>зачисления</w:t>
      </w:r>
      <w:r w:rsidR="00C31A5E" w:rsidRPr="006535F7">
        <w:rPr>
          <w:sz w:val="28"/>
          <w:szCs w:val="28"/>
        </w:rPr>
        <w:t xml:space="preserve"> </w:t>
      </w:r>
      <w:r w:rsidR="003903DF" w:rsidRPr="006535F7">
        <w:rPr>
          <w:sz w:val="28"/>
          <w:szCs w:val="28"/>
        </w:rPr>
        <w:t xml:space="preserve">ребенка </w:t>
      </w:r>
      <w:r w:rsidR="00C31A5E" w:rsidRPr="006535F7">
        <w:rPr>
          <w:sz w:val="28"/>
          <w:szCs w:val="28"/>
        </w:rPr>
        <w:t>в образовательное учреждение</w:t>
      </w:r>
      <w:r w:rsidR="002E5612" w:rsidRPr="006535F7">
        <w:rPr>
          <w:sz w:val="28"/>
          <w:szCs w:val="28"/>
        </w:rPr>
        <w:t xml:space="preserve"> дополнительно представляются следующие документы</w:t>
      </w:r>
      <w:r w:rsidR="002D0436" w:rsidRPr="006535F7">
        <w:rPr>
          <w:sz w:val="28"/>
          <w:szCs w:val="28"/>
        </w:rPr>
        <w:t>:</w:t>
      </w:r>
    </w:p>
    <w:p w:rsidR="006B1CCF" w:rsidRPr="006535F7" w:rsidRDefault="00705432" w:rsidP="005431A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0A3088" w:rsidRPr="006535F7">
        <w:rPr>
          <w:sz w:val="28"/>
          <w:szCs w:val="28"/>
        </w:rPr>
        <w:t xml:space="preserve">.1. </w:t>
      </w:r>
      <w:r w:rsidR="003903DF" w:rsidRPr="006535F7">
        <w:rPr>
          <w:sz w:val="28"/>
          <w:szCs w:val="28"/>
        </w:rPr>
        <w:t>Д</w:t>
      </w:r>
      <w:r w:rsidR="00B62E25" w:rsidRPr="006535F7">
        <w:rPr>
          <w:sz w:val="28"/>
          <w:szCs w:val="28"/>
        </w:rPr>
        <w:t xml:space="preserve">ля зачисления ребенка в первый класс </w:t>
      </w:r>
      <w:r w:rsidR="003903DF" w:rsidRPr="006535F7">
        <w:rPr>
          <w:sz w:val="28"/>
          <w:szCs w:val="28"/>
        </w:rPr>
        <w:t xml:space="preserve">Заявитель </w:t>
      </w:r>
      <w:r w:rsidR="00B62E25" w:rsidRPr="006535F7">
        <w:rPr>
          <w:sz w:val="28"/>
          <w:szCs w:val="28"/>
        </w:rPr>
        <w:t>дополнительно предъявля</w:t>
      </w:r>
      <w:r w:rsidR="0088780B" w:rsidRPr="006535F7">
        <w:rPr>
          <w:sz w:val="28"/>
          <w:szCs w:val="28"/>
        </w:rPr>
        <w:t>е</w:t>
      </w:r>
      <w:r w:rsidR="00B62E25" w:rsidRPr="006535F7">
        <w:rPr>
          <w:sz w:val="28"/>
          <w:szCs w:val="28"/>
        </w:rPr>
        <w:t xml:space="preserve">т оригинал свидетельства о рождении ребенка </w:t>
      </w:r>
      <w:r w:rsidR="00FF1901" w:rsidRPr="006535F7">
        <w:rPr>
          <w:sz w:val="28"/>
          <w:szCs w:val="28"/>
        </w:rPr>
        <w:t>и</w:t>
      </w:r>
      <w:r w:rsidR="00487A22" w:rsidRPr="006535F7">
        <w:rPr>
          <w:sz w:val="28"/>
          <w:szCs w:val="28"/>
        </w:rPr>
        <w:t>ли</w:t>
      </w:r>
      <w:r w:rsidR="00FF1901" w:rsidRPr="006535F7">
        <w:rPr>
          <w:sz w:val="28"/>
          <w:szCs w:val="28"/>
        </w:rPr>
        <w:t xml:space="preserve"> </w:t>
      </w:r>
      <w:r w:rsidR="00B62E25" w:rsidRPr="006535F7">
        <w:rPr>
          <w:sz w:val="28"/>
          <w:szCs w:val="28"/>
        </w:rPr>
        <w:t>документ, подтверждающий родство Заявителя</w:t>
      </w:r>
      <w:r w:rsidR="00FF1901" w:rsidRPr="006535F7">
        <w:rPr>
          <w:sz w:val="28"/>
          <w:szCs w:val="28"/>
        </w:rPr>
        <w:t xml:space="preserve"> с ребенком</w:t>
      </w:r>
      <w:r w:rsidR="008A3960" w:rsidRPr="006535F7">
        <w:rPr>
          <w:sz w:val="28"/>
          <w:szCs w:val="28"/>
        </w:rPr>
        <w:t xml:space="preserve"> (далее - родство)</w:t>
      </w:r>
      <w:r w:rsidR="00790739" w:rsidRPr="006535F7">
        <w:rPr>
          <w:sz w:val="28"/>
          <w:szCs w:val="28"/>
        </w:rPr>
        <w:t xml:space="preserve">, </w:t>
      </w:r>
      <w:r w:rsidR="00B62E25" w:rsidRPr="006535F7">
        <w:rPr>
          <w:sz w:val="28"/>
          <w:szCs w:val="28"/>
        </w:rPr>
        <w:t xml:space="preserve">свидетельство о регистрации ребенка </w:t>
      </w:r>
      <w:r w:rsidR="003C4D61" w:rsidRPr="006535F7">
        <w:rPr>
          <w:sz w:val="28"/>
          <w:szCs w:val="28"/>
        </w:rPr>
        <w:t>п</w:t>
      </w:r>
      <w:r w:rsidR="00B62E25" w:rsidRPr="006535F7">
        <w:rPr>
          <w:sz w:val="28"/>
          <w:szCs w:val="28"/>
        </w:rPr>
        <w:t xml:space="preserve">о месту жительства или по месту пребывания </w:t>
      </w:r>
      <w:r w:rsidR="00D44660" w:rsidRPr="006535F7">
        <w:rPr>
          <w:sz w:val="28"/>
          <w:szCs w:val="28"/>
        </w:rPr>
        <w:t xml:space="preserve">в </w:t>
      </w:r>
      <w:r w:rsidR="00A028F0" w:rsidRPr="006535F7">
        <w:rPr>
          <w:sz w:val="28"/>
          <w:szCs w:val="28"/>
        </w:rPr>
        <w:t>Идринском  районе</w:t>
      </w:r>
      <w:r w:rsidR="00D44660" w:rsidRPr="006535F7">
        <w:rPr>
          <w:sz w:val="28"/>
          <w:szCs w:val="28"/>
        </w:rPr>
        <w:t xml:space="preserve"> (в соответствии с </w:t>
      </w:r>
      <w:r w:rsidR="00B62E25" w:rsidRPr="006535F7">
        <w:rPr>
          <w:sz w:val="28"/>
          <w:szCs w:val="28"/>
        </w:rPr>
        <w:t>закреплен</w:t>
      </w:r>
      <w:r w:rsidR="00D44660" w:rsidRPr="006535F7">
        <w:rPr>
          <w:sz w:val="28"/>
          <w:szCs w:val="28"/>
        </w:rPr>
        <w:t xml:space="preserve">ием за </w:t>
      </w:r>
      <w:r w:rsidR="00B62E25" w:rsidRPr="006535F7">
        <w:rPr>
          <w:sz w:val="28"/>
          <w:szCs w:val="28"/>
        </w:rPr>
        <w:t>территори</w:t>
      </w:r>
      <w:r w:rsidR="00D44660" w:rsidRPr="006535F7">
        <w:rPr>
          <w:sz w:val="28"/>
          <w:szCs w:val="28"/>
        </w:rPr>
        <w:t xml:space="preserve">ей) </w:t>
      </w:r>
      <w:r w:rsidR="00B62E25" w:rsidRPr="006535F7">
        <w:rPr>
          <w:sz w:val="28"/>
          <w:szCs w:val="28"/>
        </w:rPr>
        <w:t xml:space="preserve">или документ, содержащий сведения о регистрации ребенка по месту жительства или по месту пребывания </w:t>
      </w:r>
      <w:r w:rsidR="00912968" w:rsidRPr="006535F7">
        <w:rPr>
          <w:sz w:val="28"/>
          <w:szCs w:val="28"/>
        </w:rPr>
        <w:t xml:space="preserve">в </w:t>
      </w:r>
      <w:r w:rsidR="00A028F0" w:rsidRPr="006535F7">
        <w:rPr>
          <w:sz w:val="28"/>
          <w:szCs w:val="28"/>
        </w:rPr>
        <w:t>Идринском районе</w:t>
      </w:r>
      <w:r w:rsidR="00912968" w:rsidRPr="006535F7">
        <w:rPr>
          <w:sz w:val="28"/>
          <w:szCs w:val="28"/>
        </w:rPr>
        <w:t xml:space="preserve"> (в соответствии с закреплением за территорией)</w:t>
      </w:r>
      <w:r w:rsidR="00F3190E" w:rsidRPr="006535F7">
        <w:rPr>
          <w:sz w:val="28"/>
          <w:szCs w:val="28"/>
        </w:rPr>
        <w:t>.</w:t>
      </w:r>
      <w:r w:rsidR="00B62E25" w:rsidRPr="006535F7">
        <w:rPr>
          <w:sz w:val="28"/>
          <w:szCs w:val="28"/>
        </w:rPr>
        <w:t xml:space="preserve"> </w:t>
      </w:r>
    </w:p>
    <w:p w:rsidR="005C2474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F3190E" w:rsidRPr="006535F7">
        <w:rPr>
          <w:sz w:val="28"/>
          <w:szCs w:val="28"/>
        </w:rPr>
        <w:t>.2. Р</w:t>
      </w:r>
      <w:r w:rsidR="00B62E25" w:rsidRPr="006535F7">
        <w:rPr>
          <w:sz w:val="28"/>
          <w:szCs w:val="28"/>
        </w:rPr>
        <w:t>одители (законные представители) детей, не проживающих</w:t>
      </w:r>
      <w:r w:rsidR="00410C7D" w:rsidRPr="006535F7">
        <w:rPr>
          <w:sz w:val="28"/>
          <w:szCs w:val="28"/>
        </w:rPr>
        <w:t xml:space="preserve"> </w:t>
      </w:r>
      <w:r w:rsidR="00B62E25" w:rsidRPr="006535F7">
        <w:rPr>
          <w:sz w:val="28"/>
          <w:szCs w:val="28"/>
        </w:rPr>
        <w:t xml:space="preserve">на территории, </w:t>
      </w:r>
      <w:r w:rsidR="00D7113D" w:rsidRPr="006535F7">
        <w:rPr>
          <w:sz w:val="28"/>
          <w:szCs w:val="28"/>
        </w:rPr>
        <w:t xml:space="preserve">за которой закреплено </w:t>
      </w:r>
      <w:r w:rsidR="0066239D" w:rsidRPr="006535F7">
        <w:rPr>
          <w:sz w:val="28"/>
          <w:szCs w:val="28"/>
        </w:rPr>
        <w:t>о</w:t>
      </w:r>
      <w:r w:rsidR="00D7113D" w:rsidRPr="006535F7">
        <w:rPr>
          <w:sz w:val="28"/>
          <w:szCs w:val="28"/>
        </w:rPr>
        <w:t xml:space="preserve">бразовательное учреждение, куда подается заявление, </w:t>
      </w:r>
      <w:r w:rsidR="00B62E25" w:rsidRPr="006535F7">
        <w:rPr>
          <w:sz w:val="28"/>
          <w:szCs w:val="28"/>
        </w:rPr>
        <w:t xml:space="preserve">дополнительно предъявляют </w:t>
      </w:r>
      <w:r w:rsidR="000A3088" w:rsidRPr="006535F7">
        <w:rPr>
          <w:sz w:val="28"/>
          <w:szCs w:val="28"/>
        </w:rPr>
        <w:t>оригинал свидетельства</w:t>
      </w:r>
      <w:r w:rsidR="00410C7D" w:rsidRPr="006535F7">
        <w:rPr>
          <w:sz w:val="28"/>
          <w:szCs w:val="28"/>
        </w:rPr>
        <w:t xml:space="preserve"> </w:t>
      </w:r>
      <w:r w:rsidR="000A3088" w:rsidRPr="006535F7">
        <w:rPr>
          <w:sz w:val="28"/>
          <w:szCs w:val="28"/>
        </w:rPr>
        <w:t>о рождении ребенка или документ, подтверждающий родство Заявителя.</w:t>
      </w:r>
    </w:p>
    <w:p w:rsidR="000A3088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9A0811" w:rsidRPr="006535F7">
        <w:rPr>
          <w:sz w:val="28"/>
          <w:szCs w:val="28"/>
        </w:rPr>
        <w:t xml:space="preserve">.3. </w:t>
      </w:r>
      <w:r w:rsidR="000A3088" w:rsidRPr="006535F7">
        <w:rPr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</w:t>
      </w:r>
      <w:r w:rsidR="00410C7D" w:rsidRPr="006535F7">
        <w:rPr>
          <w:sz w:val="28"/>
          <w:szCs w:val="28"/>
        </w:rPr>
        <w:t xml:space="preserve"> </w:t>
      </w:r>
      <w:r w:rsidR="000A3088" w:rsidRPr="006535F7">
        <w:rPr>
          <w:sz w:val="28"/>
          <w:szCs w:val="28"/>
        </w:rPr>
        <w:t>на пребывание в Российской Федерации.</w:t>
      </w:r>
    </w:p>
    <w:p w:rsidR="00F3190E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9A0811" w:rsidRPr="006535F7">
        <w:rPr>
          <w:sz w:val="28"/>
          <w:szCs w:val="28"/>
        </w:rPr>
        <w:t xml:space="preserve">.4. </w:t>
      </w:r>
      <w:r w:rsidR="00F3190E" w:rsidRPr="006535F7">
        <w:rPr>
          <w:sz w:val="28"/>
          <w:szCs w:val="28"/>
        </w:rPr>
        <w:t xml:space="preserve">Родители (законные представители) детей </w:t>
      </w:r>
      <w:r w:rsidR="002E5612" w:rsidRPr="006535F7">
        <w:rPr>
          <w:sz w:val="28"/>
          <w:szCs w:val="28"/>
        </w:rPr>
        <w:t xml:space="preserve">дополнительно </w:t>
      </w:r>
      <w:r w:rsidR="00F3190E" w:rsidRPr="006535F7">
        <w:rPr>
          <w:sz w:val="28"/>
          <w:szCs w:val="28"/>
        </w:rPr>
        <w:t>предъявляют медицинскую карту ребенка для образовательных учреждений установленного образца, в которой указываются сведения о состоянии здоровья ребенка и оценка соответствия ребенка требованиям к обучению.</w:t>
      </w:r>
    </w:p>
    <w:p w:rsidR="00F3190E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F3190E" w:rsidRPr="006535F7">
        <w:rPr>
          <w:sz w:val="28"/>
          <w:szCs w:val="28"/>
        </w:rPr>
        <w:t>.5.</w:t>
      </w:r>
      <w:r w:rsidR="00410C7D" w:rsidRPr="006535F7">
        <w:rPr>
          <w:sz w:val="28"/>
          <w:szCs w:val="28"/>
        </w:rPr>
        <w:t xml:space="preserve"> </w:t>
      </w:r>
      <w:r w:rsidR="00F3190E" w:rsidRPr="006535F7">
        <w:rPr>
          <w:sz w:val="28"/>
          <w:szCs w:val="28"/>
        </w:rPr>
        <w:t xml:space="preserve">При </w:t>
      </w:r>
      <w:r w:rsidR="00005C67" w:rsidRPr="006535F7">
        <w:rPr>
          <w:sz w:val="28"/>
          <w:szCs w:val="28"/>
        </w:rPr>
        <w:t>зачислении</w:t>
      </w:r>
      <w:r w:rsidR="00F3190E" w:rsidRPr="006535F7">
        <w:rPr>
          <w:sz w:val="28"/>
          <w:szCs w:val="28"/>
        </w:rPr>
        <w:t xml:space="preserve"> </w:t>
      </w:r>
      <w:r w:rsidR="00D92EA9" w:rsidRPr="006535F7">
        <w:rPr>
          <w:sz w:val="28"/>
          <w:szCs w:val="28"/>
        </w:rPr>
        <w:t xml:space="preserve">ребенка </w:t>
      </w:r>
      <w:r w:rsidR="00F3190E" w:rsidRPr="006535F7">
        <w:rPr>
          <w:sz w:val="28"/>
          <w:szCs w:val="28"/>
        </w:rPr>
        <w:t>в образовательн</w:t>
      </w:r>
      <w:r w:rsidR="002A7739" w:rsidRPr="006535F7">
        <w:rPr>
          <w:sz w:val="28"/>
          <w:szCs w:val="28"/>
        </w:rPr>
        <w:t>ое</w:t>
      </w:r>
      <w:r w:rsidR="00F3190E" w:rsidRPr="006535F7">
        <w:rPr>
          <w:sz w:val="28"/>
          <w:szCs w:val="28"/>
        </w:rPr>
        <w:t xml:space="preserve"> </w:t>
      </w:r>
      <w:r w:rsidR="002A7739" w:rsidRPr="006535F7">
        <w:rPr>
          <w:sz w:val="28"/>
          <w:szCs w:val="28"/>
        </w:rPr>
        <w:t>учреждение</w:t>
      </w:r>
      <w:r w:rsidR="00F3190E" w:rsidRPr="006535F7">
        <w:rPr>
          <w:sz w:val="28"/>
          <w:szCs w:val="28"/>
        </w:rPr>
        <w:t xml:space="preserve"> для получения среднего общего образования </w:t>
      </w:r>
      <w:r w:rsidR="008D0B7C" w:rsidRPr="006535F7">
        <w:rPr>
          <w:sz w:val="28"/>
          <w:szCs w:val="28"/>
        </w:rPr>
        <w:t xml:space="preserve">дополнительно </w:t>
      </w:r>
      <w:r w:rsidR="00F3190E" w:rsidRPr="006535F7">
        <w:rPr>
          <w:sz w:val="28"/>
          <w:szCs w:val="28"/>
        </w:rPr>
        <w:t>пред</w:t>
      </w:r>
      <w:r w:rsidR="00D92EA9" w:rsidRPr="006535F7">
        <w:rPr>
          <w:sz w:val="28"/>
          <w:szCs w:val="28"/>
        </w:rPr>
        <w:t>о</w:t>
      </w:r>
      <w:r w:rsidR="00F3190E" w:rsidRPr="006535F7">
        <w:rPr>
          <w:sz w:val="28"/>
          <w:szCs w:val="28"/>
        </w:rPr>
        <w:t>ставляется аттестат об основном общем образовании установленного образца.</w:t>
      </w:r>
    </w:p>
    <w:p w:rsidR="005C2474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17621C" w:rsidRPr="006535F7">
        <w:rPr>
          <w:sz w:val="28"/>
          <w:szCs w:val="28"/>
        </w:rPr>
        <w:t>.6.</w:t>
      </w:r>
      <w:r w:rsidR="00410C7D" w:rsidRPr="006535F7">
        <w:rPr>
          <w:sz w:val="28"/>
          <w:szCs w:val="28"/>
        </w:rPr>
        <w:t xml:space="preserve"> </w:t>
      </w:r>
      <w:r w:rsidR="0017621C" w:rsidRPr="006535F7">
        <w:rPr>
          <w:sz w:val="28"/>
          <w:szCs w:val="28"/>
        </w:rPr>
        <w:t xml:space="preserve">При </w:t>
      </w:r>
      <w:r w:rsidR="00005C67" w:rsidRPr="006535F7">
        <w:rPr>
          <w:sz w:val="28"/>
          <w:szCs w:val="28"/>
        </w:rPr>
        <w:t>зачислении</w:t>
      </w:r>
      <w:r w:rsidR="002A7739" w:rsidRPr="006535F7">
        <w:rPr>
          <w:sz w:val="28"/>
          <w:szCs w:val="28"/>
        </w:rPr>
        <w:t xml:space="preserve"> в образовательное</w:t>
      </w:r>
      <w:r w:rsidR="0017621C" w:rsidRPr="006535F7">
        <w:rPr>
          <w:sz w:val="28"/>
          <w:szCs w:val="28"/>
        </w:rPr>
        <w:t xml:space="preserve"> </w:t>
      </w:r>
      <w:r w:rsidR="002A7739" w:rsidRPr="006535F7">
        <w:rPr>
          <w:sz w:val="28"/>
          <w:szCs w:val="28"/>
        </w:rPr>
        <w:t>учреждение</w:t>
      </w:r>
      <w:r w:rsidR="0017621C" w:rsidRPr="006535F7">
        <w:rPr>
          <w:sz w:val="28"/>
          <w:szCs w:val="28"/>
        </w:rPr>
        <w:t xml:space="preserve"> для обучения по </w:t>
      </w:r>
      <w:r w:rsidR="002E5612" w:rsidRPr="006535F7">
        <w:rPr>
          <w:sz w:val="28"/>
          <w:szCs w:val="28"/>
        </w:rPr>
        <w:t>дополнительным общеобразовательным общеразвивающим программам</w:t>
      </w:r>
      <w:r w:rsidR="002E619F" w:rsidRPr="006535F7">
        <w:rPr>
          <w:sz w:val="28"/>
          <w:szCs w:val="28"/>
        </w:rPr>
        <w:t xml:space="preserve"> </w:t>
      </w:r>
      <w:r w:rsidR="003E582A" w:rsidRPr="006535F7">
        <w:rPr>
          <w:sz w:val="28"/>
          <w:szCs w:val="28"/>
        </w:rPr>
        <w:t xml:space="preserve">родители (законные представители) </w:t>
      </w:r>
      <w:r w:rsidR="002E619F" w:rsidRPr="006535F7">
        <w:rPr>
          <w:sz w:val="28"/>
          <w:szCs w:val="28"/>
        </w:rPr>
        <w:t>дополнительно предъявляют оригинал свидетельства о рождении ребенка или документ, подтверждающий родство Заявителя</w:t>
      </w:r>
      <w:r w:rsidR="003E582A" w:rsidRPr="006535F7">
        <w:rPr>
          <w:sz w:val="28"/>
          <w:szCs w:val="28"/>
        </w:rPr>
        <w:t>,</w:t>
      </w:r>
      <w:r w:rsidR="002E619F" w:rsidRPr="006535F7">
        <w:rPr>
          <w:sz w:val="28"/>
          <w:szCs w:val="28"/>
        </w:rPr>
        <w:t xml:space="preserve"> или паспорт </w:t>
      </w:r>
      <w:r w:rsidR="003E582A" w:rsidRPr="006535F7">
        <w:rPr>
          <w:sz w:val="28"/>
          <w:szCs w:val="28"/>
        </w:rPr>
        <w:t>ребенка</w:t>
      </w:r>
      <w:r w:rsidR="007A3398" w:rsidRPr="006535F7">
        <w:rPr>
          <w:sz w:val="28"/>
          <w:szCs w:val="28"/>
        </w:rPr>
        <w:t>.</w:t>
      </w:r>
      <w:r w:rsidR="009B2FC5" w:rsidRPr="006535F7">
        <w:rPr>
          <w:sz w:val="28"/>
          <w:szCs w:val="28"/>
        </w:rPr>
        <w:t xml:space="preserve"> </w:t>
      </w:r>
      <w:r w:rsidR="007A3398" w:rsidRPr="006535F7">
        <w:rPr>
          <w:sz w:val="28"/>
          <w:szCs w:val="28"/>
        </w:rPr>
        <w:t>Зачисление детей для обучения по дополнительным общеобразовательным программам в области физической культуры и спорта</w:t>
      </w:r>
      <w:r w:rsidR="009B2FC5" w:rsidRPr="006535F7">
        <w:rPr>
          <w:sz w:val="28"/>
          <w:szCs w:val="28"/>
        </w:rPr>
        <w:t>, туризма, хореографии</w:t>
      </w:r>
      <w:r w:rsidR="007A3398" w:rsidRPr="006535F7">
        <w:rPr>
          <w:sz w:val="28"/>
          <w:szCs w:val="28"/>
        </w:rPr>
        <w:t xml:space="preserve"> осуществляется при отсутствии противопоказаний к занятию соответствующим видом спорта, </w:t>
      </w:r>
      <w:r w:rsidR="00005C67" w:rsidRPr="006535F7">
        <w:rPr>
          <w:sz w:val="28"/>
          <w:szCs w:val="28"/>
        </w:rPr>
        <w:t>туризмом, хо</w:t>
      </w:r>
      <w:r w:rsidR="009B2FC5" w:rsidRPr="006535F7">
        <w:rPr>
          <w:sz w:val="28"/>
          <w:szCs w:val="28"/>
        </w:rPr>
        <w:t xml:space="preserve">реографией, </w:t>
      </w:r>
      <w:r w:rsidR="007A3398" w:rsidRPr="006535F7">
        <w:rPr>
          <w:sz w:val="28"/>
          <w:szCs w:val="28"/>
        </w:rPr>
        <w:t>подтвержденных соответствующей медицинской справкой</w:t>
      </w:r>
      <w:r w:rsidR="00410C7D" w:rsidRPr="006535F7">
        <w:rPr>
          <w:sz w:val="28"/>
          <w:szCs w:val="28"/>
        </w:rPr>
        <w:t xml:space="preserve"> </w:t>
      </w:r>
      <w:r w:rsidR="007A3398" w:rsidRPr="006535F7">
        <w:rPr>
          <w:sz w:val="28"/>
          <w:szCs w:val="28"/>
        </w:rPr>
        <w:t>о состоянии здоровья ребенка</w:t>
      </w:r>
      <w:r w:rsidR="00DC5C56" w:rsidRPr="006535F7">
        <w:rPr>
          <w:sz w:val="28"/>
          <w:szCs w:val="28"/>
        </w:rPr>
        <w:t>.</w:t>
      </w:r>
    </w:p>
    <w:p w:rsidR="003E582A" w:rsidRPr="006535F7" w:rsidRDefault="008D0B7C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</w:t>
      </w:r>
      <w:r w:rsidR="00705432" w:rsidRPr="006535F7">
        <w:rPr>
          <w:sz w:val="28"/>
          <w:szCs w:val="28"/>
        </w:rPr>
        <w:t>5</w:t>
      </w:r>
      <w:r w:rsidR="003E582A" w:rsidRPr="006535F7">
        <w:rPr>
          <w:sz w:val="28"/>
          <w:szCs w:val="28"/>
        </w:rPr>
        <w:t>.</w:t>
      </w:r>
      <w:r w:rsidR="00290B13" w:rsidRPr="006535F7">
        <w:rPr>
          <w:sz w:val="28"/>
          <w:szCs w:val="28"/>
        </w:rPr>
        <w:t>7.</w:t>
      </w:r>
      <w:r w:rsidR="003E582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</w:t>
      </w:r>
      <w:r w:rsidR="003E582A" w:rsidRPr="006535F7">
        <w:rPr>
          <w:sz w:val="28"/>
          <w:szCs w:val="28"/>
        </w:rPr>
        <w:t>ет</w:t>
      </w:r>
      <w:r w:rsidRPr="006535F7">
        <w:rPr>
          <w:sz w:val="28"/>
          <w:szCs w:val="28"/>
        </w:rPr>
        <w:t>и</w:t>
      </w:r>
      <w:r w:rsidR="003E582A" w:rsidRPr="006535F7">
        <w:rPr>
          <w:sz w:val="28"/>
          <w:szCs w:val="28"/>
        </w:rPr>
        <w:t xml:space="preserve"> с ограниченными возможностями здоровья </w:t>
      </w:r>
      <w:r w:rsidR="0032634B" w:rsidRPr="006535F7">
        <w:rPr>
          <w:sz w:val="28"/>
          <w:szCs w:val="28"/>
        </w:rPr>
        <w:t>принимаются на обучение по адаптированным основным общеобразовательным программам только с согласия их</w:t>
      </w:r>
      <w:r w:rsidR="008C513D" w:rsidRPr="006535F7">
        <w:rPr>
          <w:sz w:val="28"/>
          <w:szCs w:val="28"/>
        </w:rPr>
        <w:t xml:space="preserve"> родителей (законных представителей) и на основании рекомендаций психолого-медико-педагогической комиссии</w:t>
      </w:r>
      <w:r w:rsidR="009B2FC5" w:rsidRPr="006535F7">
        <w:rPr>
          <w:sz w:val="28"/>
          <w:szCs w:val="28"/>
        </w:rPr>
        <w:t xml:space="preserve">, </w:t>
      </w:r>
      <w:r w:rsidR="009B2FC5" w:rsidRPr="006535F7">
        <w:rPr>
          <w:sz w:val="28"/>
          <w:szCs w:val="28"/>
        </w:rPr>
        <w:lastRenderedPageBreak/>
        <w:t xml:space="preserve">отраженных в выписке из решения </w:t>
      </w:r>
      <w:r w:rsidR="004A6476" w:rsidRPr="006535F7">
        <w:rPr>
          <w:sz w:val="28"/>
          <w:szCs w:val="28"/>
        </w:rPr>
        <w:t>психолого-медико-педагогической комиссии</w:t>
      </w:r>
      <w:r w:rsidR="008C513D" w:rsidRPr="006535F7">
        <w:rPr>
          <w:sz w:val="28"/>
          <w:szCs w:val="28"/>
        </w:rPr>
        <w:t>.</w:t>
      </w:r>
    </w:p>
    <w:p w:rsidR="00005C67" w:rsidRPr="006535F7" w:rsidRDefault="0070543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2.7.5</w:t>
      </w:r>
      <w:r w:rsidR="004A6476" w:rsidRPr="006535F7">
        <w:rPr>
          <w:sz w:val="28"/>
          <w:szCs w:val="28"/>
        </w:rPr>
        <w:t>.</w:t>
      </w:r>
      <w:r w:rsidR="00290B13" w:rsidRPr="006535F7">
        <w:rPr>
          <w:sz w:val="28"/>
          <w:szCs w:val="28"/>
        </w:rPr>
        <w:t>8.</w:t>
      </w:r>
      <w:r w:rsidR="004A6476" w:rsidRPr="006535F7">
        <w:rPr>
          <w:sz w:val="28"/>
          <w:szCs w:val="28"/>
        </w:rPr>
        <w:t xml:space="preserve"> </w:t>
      </w:r>
      <w:r w:rsidR="00005C67" w:rsidRPr="006535F7">
        <w:rPr>
          <w:sz w:val="28"/>
          <w:szCs w:val="28"/>
        </w:rPr>
        <w:t>При зачислении</w:t>
      </w:r>
      <w:r w:rsidR="009B2FC5" w:rsidRPr="006535F7">
        <w:rPr>
          <w:sz w:val="28"/>
          <w:szCs w:val="28"/>
        </w:rPr>
        <w:t xml:space="preserve"> </w:t>
      </w:r>
      <w:r w:rsidR="00623BF0" w:rsidRPr="006535F7">
        <w:rPr>
          <w:sz w:val="28"/>
          <w:szCs w:val="28"/>
        </w:rPr>
        <w:t xml:space="preserve">ребенка </w:t>
      </w:r>
      <w:r w:rsidR="002A7739" w:rsidRPr="006535F7">
        <w:rPr>
          <w:sz w:val="28"/>
          <w:szCs w:val="28"/>
        </w:rPr>
        <w:t>в образовательное</w:t>
      </w:r>
      <w:r w:rsidR="004A6476" w:rsidRPr="006535F7">
        <w:rPr>
          <w:sz w:val="28"/>
          <w:szCs w:val="28"/>
        </w:rPr>
        <w:t xml:space="preserve"> </w:t>
      </w:r>
      <w:r w:rsidR="002A7739" w:rsidRPr="006535F7">
        <w:rPr>
          <w:sz w:val="28"/>
          <w:szCs w:val="28"/>
        </w:rPr>
        <w:t>учреждение</w:t>
      </w:r>
      <w:r w:rsidR="004A6476" w:rsidRPr="006535F7">
        <w:rPr>
          <w:sz w:val="28"/>
          <w:szCs w:val="28"/>
        </w:rPr>
        <w:t xml:space="preserve"> в порядке перевода из другой образовательной организации, осуществляющей образовательную деятельность по образовательным программам соответствующих уровня и направленности</w:t>
      </w:r>
      <w:r w:rsidR="007969C6" w:rsidRPr="006535F7">
        <w:rPr>
          <w:sz w:val="28"/>
          <w:szCs w:val="28"/>
        </w:rPr>
        <w:t xml:space="preserve"> (далее – предыдущая образовательная организация)</w:t>
      </w:r>
      <w:r w:rsidR="00C003A3" w:rsidRPr="006535F7">
        <w:rPr>
          <w:sz w:val="28"/>
          <w:szCs w:val="28"/>
        </w:rPr>
        <w:t xml:space="preserve">, </w:t>
      </w:r>
      <w:r w:rsidR="00005C67" w:rsidRPr="006535F7">
        <w:rPr>
          <w:sz w:val="28"/>
          <w:szCs w:val="28"/>
        </w:rPr>
        <w:t xml:space="preserve">дополнительно предъявляются следующие документы, выданные </w:t>
      </w:r>
      <w:r w:rsidR="007969C6" w:rsidRPr="006535F7">
        <w:rPr>
          <w:sz w:val="28"/>
          <w:szCs w:val="28"/>
        </w:rPr>
        <w:t>предыдущей</w:t>
      </w:r>
      <w:r w:rsidR="00005C67" w:rsidRPr="006535F7">
        <w:rPr>
          <w:sz w:val="28"/>
          <w:szCs w:val="28"/>
        </w:rPr>
        <w:t xml:space="preserve"> образовательной организацией: </w:t>
      </w:r>
    </w:p>
    <w:p w:rsidR="004A6476" w:rsidRPr="006535F7" w:rsidRDefault="00D52BA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005C67" w:rsidRPr="006535F7">
        <w:rPr>
          <w:sz w:val="28"/>
          <w:szCs w:val="28"/>
        </w:rPr>
        <w:t>личное дело обучающегося</w:t>
      </w:r>
      <w:r w:rsidR="00623BF0" w:rsidRPr="006535F7">
        <w:rPr>
          <w:sz w:val="28"/>
          <w:szCs w:val="28"/>
        </w:rPr>
        <w:t xml:space="preserve"> с прежнего места обучения</w:t>
      </w:r>
      <w:r w:rsidR="00005C67" w:rsidRPr="006535F7">
        <w:rPr>
          <w:sz w:val="28"/>
          <w:szCs w:val="28"/>
        </w:rPr>
        <w:t>;</w:t>
      </w:r>
    </w:p>
    <w:p w:rsidR="00005C67" w:rsidRPr="006535F7" w:rsidRDefault="00D52BA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005C67" w:rsidRPr="006535F7">
        <w:rPr>
          <w:sz w:val="28"/>
          <w:szCs w:val="28"/>
        </w:rPr>
        <w:t>документы, содер</w:t>
      </w:r>
      <w:r w:rsidR="00F2462E" w:rsidRPr="006535F7">
        <w:rPr>
          <w:sz w:val="28"/>
          <w:szCs w:val="28"/>
        </w:rPr>
        <w:t>жащие информацию об успеваемости обучающегося</w:t>
      </w:r>
      <w:r w:rsidR="00410C7D" w:rsidRPr="006535F7">
        <w:rPr>
          <w:sz w:val="28"/>
          <w:szCs w:val="28"/>
        </w:rPr>
        <w:t xml:space="preserve"> </w:t>
      </w:r>
      <w:r w:rsidR="00F2462E" w:rsidRPr="006535F7">
        <w:rPr>
          <w:sz w:val="28"/>
          <w:szCs w:val="28"/>
        </w:rPr>
        <w:t>в текущем учебном году (выписка из классного журнала с текущими отметками</w:t>
      </w:r>
      <w:r w:rsidR="00410C7D" w:rsidRPr="006535F7">
        <w:rPr>
          <w:sz w:val="28"/>
          <w:szCs w:val="28"/>
        </w:rPr>
        <w:t xml:space="preserve"> </w:t>
      </w:r>
      <w:r w:rsidR="00F2462E" w:rsidRPr="006535F7">
        <w:rPr>
          <w:sz w:val="28"/>
          <w:szCs w:val="28"/>
        </w:rPr>
        <w:t>и результатами промежуточной аттестации), заверенные печатью образовательной организации и подписью е</w:t>
      </w:r>
      <w:r w:rsidRPr="006535F7">
        <w:rPr>
          <w:sz w:val="28"/>
          <w:szCs w:val="28"/>
        </w:rPr>
        <w:t>е</w:t>
      </w:r>
      <w:r w:rsidR="00F2462E" w:rsidRPr="006535F7">
        <w:rPr>
          <w:sz w:val="28"/>
          <w:szCs w:val="28"/>
        </w:rPr>
        <w:t xml:space="preserve"> руководителя (уполномоченного</w:t>
      </w:r>
      <w:r w:rsidR="00410C7D" w:rsidRPr="006535F7">
        <w:rPr>
          <w:sz w:val="28"/>
          <w:szCs w:val="28"/>
        </w:rPr>
        <w:t xml:space="preserve"> </w:t>
      </w:r>
      <w:r w:rsidR="00F2462E" w:rsidRPr="006535F7">
        <w:rPr>
          <w:sz w:val="28"/>
          <w:szCs w:val="28"/>
        </w:rPr>
        <w:t>им лица);</w:t>
      </w:r>
    </w:p>
    <w:p w:rsidR="00F2462E" w:rsidRPr="006535F7" w:rsidRDefault="00F2462E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D52BA8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 xml:space="preserve"> </w:t>
      </w:r>
      <w:r w:rsidR="00D00BAC" w:rsidRPr="006535F7">
        <w:rPr>
          <w:sz w:val="28"/>
          <w:szCs w:val="28"/>
        </w:rPr>
        <w:t>медицинская</w:t>
      </w:r>
      <w:r w:rsidRPr="006535F7">
        <w:rPr>
          <w:sz w:val="28"/>
          <w:szCs w:val="28"/>
        </w:rPr>
        <w:t xml:space="preserve"> карт</w:t>
      </w:r>
      <w:r w:rsidR="00D00BAC" w:rsidRPr="006535F7">
        <w:rPr>
          <w:sz w:val="28"/>
          <w:szCs w:val="28"/>
        </w:rPr>
        <w:t>а</w:t>
      </w:r>
      <w:r w:rsidRPr="006535F7">
        <w:rPr>
          <w:sz w:val="28"/>
          <w:szCs w:val="28"/>
        </w:rPr>
        <w:t xml:space="preserve"> обучающегося для образовательных учреждений установленного образца.</w:t>
      </w:r>
    </w:p>
    <w:p w:rsidR="001669B4" w:rsidRPr="006535F7" w:rsidRDefault="00705432" w:rsidP="00E5358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5F7">
        <w:rPr>
          <w:rFonts w:ascii="Times New Roman" w:hAnsi="Times New Roman" w:cs="Times New Roman"/>
          <w:sz w:val="28"/>
          <w:szCs w:val="28"/>
        </w:rPr>
        <w:t>2.7.6</w:t>
      </w:r>
      <w:r w:rsidR="001669B4" w:rsidRPr="006535F7">
        <w:rPr>
          <w:rFonts w:ascii="Times New Roman" w:hAnsi="Times New Roman" w:cs="Times New Roman"/>
          <w:sz w:val="28"/>
          <w:szCs w:val="28"/>
        </w:rPr>
        <w:t>.</w:t>
      </w:r>
      <w:r w:rsidR="00410C7D" w:rsidRPr="006535F7">
        <w:rPr>
          <w:rFonts w:ascii="Times New Roman" w:hAnsi="Times New Roman" w:cs="Times New Roman"/>
          <w:sz w:val="28"/>
          <w:szCs w:val="28"/>
        </w:rPr>
        <w:t xml:space="preserve"> </w:t>
      </w:r>
      <w:r w:rsidR="001669B4" w:rsidRPr="006535F7">
        <w:rPr>
          <w:rFonts w:ascii="Times New Roman" w:hAnsi="Times New Roman" w:cs="Times New Roman"/>
          <w:sz w:val="28"/>
          <w:szCs w:val="28"/>
        </w:rPr>
        <w:t xml:space="preserve">Требование предоставления других документов в качестве основания для зачисления </w:t>
      </w:r>
      <w:r w:rsidR="00E36E74" w:rsidRPr="006535F7">
        <w:rPr>
          <w:rFonts w:ascii="Times New Roman" w:hAnsi="Times New Roman" w:cs="Times New Roman"/>
          <w:sz w:val="28"/>
          <w:szCs w:val="28"/>
        </w:rPr>
        <w:t xml:space="preserve">на </w:t>
      </w:r>
      <w:r w:rsidR="00D63B86" w:rsidRPr="006535F7">
        <w:rPr>
          <w:rFonts w:ascii="Times New Roman" w:hAnsi="Times New Roman" w:cs="Times New Roman"/>
          <w:sz w:val="28"/>
          <w:szCs w:val="28"/>
        </w:rPr>
        <w:t>обуч</w:t>
      </w:r>
      <w:r w:rsidR="00E36E74" w:rsidRPr="006535F7">
        <w:rPr>
          <w:rFonts w:ascii="Times New Roman" w:hAnsi="Times New Roman" w:cs="Times New Roman"/>
          <w:sz w:val="28"/>
          <w:szCs w:val="28"/>
        </w:rPr>
        <w:t xml:space="preserve">ение </w:t>
      </w:r>
      <w:r w:rsidR="00D63B86" w:rsidRPr="006535F7">
        <w:rPr>
          <w:rFonts w:ascii="Times New Roman" w:hAnsi="Times New Roman" w:cs="Times New Roman"/>
          <w:sz w:val="28"/>
          <w:szCs w:val="28"/>
        </w:rPr>
        <w:t>в образовательное учреждение не допускается.</w:t>
      </w:r>
    </w:p>
    <w:p w:rsidR="00D63B86" w:rsidRPr="006535F7" w:rsidRDefault="00705432" w:rsidP="00E5358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5F7">
        <w:rPr>
          <w:rFonts w:ascii="Times New Roman" w:hAnsi="Times New Roman" w:cs="Times New Roman"/>
          <w:sz w:val="28"/>
          <w:szCs w:val="28"/>
        </w:rPr>
        <w:t>2.7.7</w:t>
      </w:r>
      <w:r w:rsidR="00D63B86" w:rsidRPr="006535F7">
        <w:rPr>
          <w:rFonts w:ascii="Times New Roman" w:hAnsi="Times New Roman" w:cs="Times New Roman"/>
          <w:sz w:val="28"/>
          <w:szCs w:val="28"/>
        </w:rPr>
        <w:t xml:space="preserve">. </w:t>
      </w:r>
      <w:r w:rsidR="000C526F" w:rsidRPr="006535F7">
        <w:rPr>
          <w:rFonts w:ascii="Times New Roman" w:hAnsi="Times New Roman" w:cs="Times New Roman"/>
          <w:sz w:val="28"/>
          <w:szCs w:val="28"/>
        </w:rPr>
        <w:t xml:space="preserve">Заявители </w:t>
      </w:r>
      <w:r w:rsidR="00D63B86" w:rsidRPr="006535F7">
        <w:rPr>
          <w:rFonts w:ascii="Times New Roman" w:hAnsi="Times New Roman" w:cs="Times New Roman"/>
          <w:sz w:val="28"/>
          <w:szCs w:val="28"/>
        </w:rPr>
        <w:t>имеют право по своему усмотрению пред</w:t>
      </w:r>
      <w:r w:rsidR="000C526F" w:rsidRPr="006535F7">
        <w:rPr>
          <w:rFonts w:ascii="Times New Roman" w:hAnsi="Times New Roman" w:cs="Times New Roman"/>
          <w:sz w:val="28"/>
          <w:szCs w:val="28"/>
        </w:rPr>
        <w:t>о</w:t>
      </w:r>
      <w:r w:rsidR="00D63B86" w:rsidRPr="006535F7">
        <w:rPr>
          <w:rFonts w:ascii="Times New Roman" w:hAnsi="Times New Roman" w:cs="Times New Roman"/>
          <w:sz w:val="28"/>
          <w:szCs w:val="28"/>
        </w:rPr>
        <w:t>ставлять другие документы.</w:t>
      </w:r>
    </w:p>
    <w:p w:rsidR="00D63B86" w:rsidRPr="006535F7" w:rsidRDefault="00D63B86" w:rsidP="00E5358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5F7">
        <w:rPr>
          <w:rFonts w:ascii="Times New Roman" w:hAnsi="Times New Roman" w:cs="Times New Roman"/>
          <w:sz w:val="28"/>
          <w:szCs w:val="28"/>
        </w:rPr>
        <w:t>2.8. Заявители, пред</w:t>
      </w:r>
      <w:r w:rsidR="000C526F" w:rsidRPr="006535F7">
        <w:rPr>
          <w:rFonts w:ascii="Times New Roman" w:hAnsi="Times New Roman" w:cs="Times New Roman"/>
          <w:sz w:val="28"/>
          <w:szCs w:val="28"/>
        </w:rPr>
        <w:t>о</w:t>
      </w:r>
      <w:r w:rsidRPr="006535F7">
        <w:rPr>
          <w:rFonts w:ascii="Times New Roman" w:hAnsi="Times New Roman" w:cs="Times New Roman"/>
          <w:sz w:val="28"/>
          <w:szCs w:val="28"/>
        </w:rPr>
        <w:t>ставившие заведомо подложные документы, несут ответственность, предусмотренную законодательством Российской Федерации.</w:t>
      </w:r>
    </w:p>
    <w:p w:rsidR="00BC2253" w:rsidRPr="006535F7" w:rsidRDefault="00705432" w:rsidP="00E5358D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5F7">
        <w:rPr>
          <w:rFonts w:ascii="Times New Roman" w:hAnsi="Times New Roman" w:cs="Times New Roman"/>
          <w:sz w:val="28"/>
          <w:szCs w:val="28"/>
        </w:rPr>
        <w:t xml:space="preserve">2.9. </w:t>
      </w:r>
      <w:r w:rsidR="002753BF" w:rsidRPr="006535F7">
        <w:rPr>
          <w:rFonts w:ascii="Times New Roman" w:hAnsi="Times New Roman" w:cs="Times New Roman"/>
          <w:sz w:val="28"/>
          <w:szCs w:val="28"/>
        </w:rPr>
        <w:t>Заявление и д</w:t>
      </w:r>
      <w:r w:rsidRPr="006535F7">
        <w:rPr>
          <w:rFonts w:ascii="Times New Roman" w:hAnsi="Times New Roman" w:cs="Times New Roman"/>
          <w:sz w:val="28"/>
          <w:szCs w:val="28"/>
        </w:rPr>
        <w:t>окументы пред</w:t>
      </w:r>
      <w:r w:rsidR="000C526F" w:rsidRPr="006535F7">
        <w:rPr>
          <w:rFonts w:ascii="Times New Roman" w:hAnsi="Times New Roman" w:cs="Times New Roman"/>
          <w:sz w:val="28"/>
          <w:szCs w:val="28"/>
        </w:rPr>
        <w:t>о</w:t>
      </w:r>
      <w:r w:rsidR="00BC2253" w:rsidRPr="006535F7">
        <w:rPr>
          <w:rFonts w:ascii="Times New Roman" w:hAnsi="Times New Roman" w:cs="Times New Roman"/>
          <w:sz w:val="28"/>
          <w:szCs w:val="28"/>
        </w:rPr>
        <w:t>ставляются на русском языке или вместе</w:t>
      </w:r>
      <w:r w:rsidR="00410C7D" w:rsidRPr="006535F7">
        <w:rPr>
          <w:rFonts w:ascii="Times New Roman" w:hAnsi="Times New Roman" w:cs="Times New Roman"/>
          <w:sz w:val="28"/>
          <w:szCs w:val="28"/>
        </w:rPr>
        <w:t xml:space="preserve"> </w:t>
      </w:r>
      <w:r w:rsidR="00BC2253" w:rsidRPr="006535F7">
        <w:rPr>
          <w:rFonts w:ascii="Times New Roman" w:hAnsi="Times New Roman" w:cs="Times New Roman"/>
          <w:sz w:val="28"/>
          <w:szCs w:val="28"/>
        </w:rPr>
        <w:t>с заверенным в установленном порядке переводом на русский язык.</w:t>
      </w:r>
    </w:p>
    <w:p w:rsidR="00BC2253" w:rsidRPr="006535F7" w:rsidRDefault="00BC2253" w:rsidP="00E8034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</w:t>
      </w:r>
      <w:r w:rsidR="00705432" w:rsidRPr="006535F7">
        <w:rPr>
          <w:sz w:val="28"/>
          <w:szCs w:val="28"/>
        </w:rPr>
        <w:t>0</w:t>
      </w:r>
      <w:r w:rsidRPr="006535F7">
        <w:rPr>
          <w:sz w:val="28"/>
          <w:szCs w:val="28"/>
        </w:rPr>
        <w:t xml:space="preserve">. В </w:t>
      </w:r>
      <w:r w:rsidR="002753BF" w:rsidRPr="006535F7">
        <w:rPr>
          <w:sz w:val="28"/>
          <w:szCs w:val="28"/>
        </w:rPr>
        <w:t xml:space="preserve">заявлении и </w:t>
      </w:r>
      <w:r w:rsidRPr="006535F7">
        <w:rPr>
          <w:sz w:val="28"/>
          <w:szCs w:val="28"/>
        </w:rPr>
        <w:t>документах не должно быть подчисток, приписок, зачеркнутых слов и иных исправлений.</w:t>
      </w:r>
      <w:r w:rsidR="006D7D7C" w:rsidRPr="006535F7">
        <w:rPr>
          <w:sz w:val="28"/>
          <w:szCs w:val="28"/>
        </w:rPr>
        <w:t xml:space="preserve"> </w:t>
      </w:r>
      <w:r w:rsidR="002753BF" w:rsidRPr="006535F7">
        <w:rPr>
          <w:sz w:val="28"/>
          <w:szCs w:val="28"/>
        </w:rPr>
        <w:t>Заявление и д</w:t>
      </w:r>
      <w:r w:rsidRPr="006535F7">
        <w:rPr>
          <w:sz w:val="28"/>
          <w:szCs w:val="28"/>
        </w:rPr>
        <w:t xml:space="preserve">окументы должны быть четко напечатаны или написаны синими или черными чернилами (пастой) </w:t>
      </w:r>
      <w:r w:rsidR="00260698" w:rsidRPr="006535F7">
        <w:rPr>
          <w:sz w:val="28"/>
          <w:szCs w:val="28"/>
        </w:rPr>
        <w:t>разборчивым почерком</w:t>
      </w:r>
      <w:r w:rsidRPr="006535F7">
        <w:rPr>
          <w:sz w:val="28"/>
          <w:szCs w:val="28"/>
        </w:rPr>
        <w:t>.</w:t>
      </w:r>
    </w:p>
    <w:p w:rsidR="00BC2253" w:rsidRPr="006535F7" w:rsidRDefault="00BC2253" w:rsidP="00E8034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</w:t>
      </w:r>
      <w:r w:rsidR="00705432" w:rsidRPr="006535F7">
        <w:rPr>
          <w:sz w:val="28"/>
          <w:szCs w:val="28"/>
        </w:rPr>
        <w:t>1</w:t>
      </w:r>
      <w:r w:rsidRPr="006535F7">
        <w:rPr>
          <w:sz w:val="28"/>
          <w:szCs w:val="28"/>
        </w:rPr>
        <w:t xml:space="preserve">. </w:t>
      </w:r>
      <w:r w:rsidRPr="006535F7">
        <w:rPr>
          <w:bCs/>
          <w:sz w:val="28"/>
          <w:szCs w:val="28"/>
        </w:rPr>
        <w:t>Копии документов</w:t>
      </w:r>
      <w:r w:rsidR="006D7D7C" w:rsidRPr="006535F7">
        <w:rPr>
          <w:bCs/>
          <w:sz w:val="28"/>
          <w:szCs w:val="28"/>
        </w:rPr>
        <w:t>, приложенные к заявлению Заявителя,</w:t>
      </w:r>
      <w:r w:rsidR="00410C7D" w:rsidRPr="006535F7">
        <w:rPr>
          <w:bCs/>
          <w:sz w:val="28"/>
          <w:szCs w:val="28"/>
        </w:rPr>
        <w:t xml:space="preserve"> </w:t>
      </w:r>
      <w:r w:rsidRPr="006535F7">
        <w:rPr>
          <w:bCs/>
          <w:sz w:val="28"/>
          <w:szCs w:val="28"/>
        </w:rPr>
        <w:t>должны быть заверены в установленном законодательством Российской Федерации</w:t>
      </w:r>
      <w:r w:rsidR="00410C7D" w:rsidRPr="006535F7">
        <w:rPr>
          <w:bCs/>
          <w:sz w:val="28"/>
          <w:szCs w:val="28"/>
        </w:rPr>
        <w:t xml:space="preserve"> </w:t>
      </w:r>
      <w:r w:rsidRPr="006535F7">
        <w:rPr>
          <w:bCs/>
          <w:sz w:val="28"/>
          <w:szCs w:val="28"/>
        </w:rPr>
        <w:t xml:space="preserve">порядке или предъявляться вместе с оригиналом. Копии документов, предъявленные вместе с оригиналом, заверяются подписью </w:t>
      </w:r>
      <w:r w:rsidRPr="006535F7">
        <w:rPr>
          <w:sz w:val="28"/>
          <w:szCs w:val="28"/>
        </w:rPr>
        <w:t>должностного лица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момент их предъявления.</w:t>
      </w:r>
    </w:p>
    <w:p w:rsidR="00705432" w:rsidRPr="006535F7" w:rsidRDefault="00705432" w:rsidP="00E8034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2.12. </w:t>
      </w:r>
      <w:r w:rsidR="00A3690E" w:rsidRPr="006535F7">
        <w:rPr>
          <w:sz w:val="28"/>
          <w:szCs w:val="28"/>
        </w:rPr>
        <w:t>З</w:t>
      </w:r>
      <w:r w:rsidR="0091240D" w:rsidRPr="006535F7">
        <w:rPr>
          <w:sz w:val="28"/>
          <w:szCs w:val="28"/>
        </w:rPr>
        <w:t>аявление,</w:t>
      </w:r>
      <w:r w:rsidR="00A3690E" w:rsidRPr="006535F7">
        <w:rPr>
          <w:sz w:val="28"/>
          <w:szCs w:val="28"/>
        </w:rPr>
        <w:t xml:space="preserve"> д</w:t>
      </w:r>
      <w:r w:rsidRPr="006535F7">
        <w:rPr>
          <w:sz w:val="28"/>
          <w:szCs w:val="28"/>
        </w:rPr>
        <w:t>окументы, указанные в пункте 2.7.</w:t>
      </w:r>
      <w:r w:rsidR="001F0A53" w:rsidRPr="006535F7">
        <w:rPr>
          <w:sz w:val="28"/>
          <w:szCs w:val="28"/>
        </w:rPr>
        <w:t xml:space="preserve">5 </w:t>
      </w:r>
      <w:r w:rsidRPr="006535F7">
        <w:rPr>
          <w:sz w:val="28"/>
          <w:szCs w:val="28"/>
        </w:rPr>
        <w:t>Административного регламента, могут быть пред</w:t>
      </w:r>
      <w:r w:rsidR="000C526F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 xml:space="preserve">ставлены Заявителем лично или направлены посредством почтового отправления, электронной почты: </w:t>
      </w:r>
    </w:p>
    <w:p w:rsidR="00705432" w:rsidRPr="006535F7" w:rsidRDefault="00705432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образовательное учреждение;</w:t>
      </w:r>
    </w:p>
    <w:p w:rsidR="00705432" w:rsidRPr="006535F7" w:rsidRDefault="006E3F18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в </w:t>
      </w:r>
      <w:r w:rsidR="00012A36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>тдел</w:t>
      </w:r>
      <w:r w:rsidR="00705432" w:rsidRPr="006535F7">
        <w:rPr>
          <w:sz w:val="28"/>
          <w:szCs w:val="28"/>
        </w:rPr>
        <w:t xml:space="preserve"> образования</w:t>
      </w:r>
      <w:r w:rsidR="00012A36" w:rsidRPr="006535F7">
        <w:rPr>
          <w:sz w:val="28"/>
          <w:szCs w:val="28"/>
        </w:rPr>
        <w:t xml:space="preserve"> администрации Идринского района</w:t>
      </w:r>
      <w:r w:rsidR="00705432" w:rsidRPr="006535F7">
        <w:rPr>
          <w:sz w:val="28"/>
          <w:szCs w:val="28"/>
        </w:rPr>
        <w:t>;</w:t>
      </w:r>
    </w:p>
    <w:p w:rsidR="00E318E9" w:rsidRPr="006535F7" w:rsidRDefault="00705432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в </w:t>
      </w:r>
      <w:r w:rsidR="00F87A93" w:rsidRPr="006535F7">
        <w:rPr>
          <w:sz w:val="28"/>
          <w:szCs w:val="28"/>
        </w:rPr>
        <w:t>СП КГБУ «МФЦ» в с. Идринское</w:t>
      </w:r>
      <w:r w:rsidR="00C303AE" w:rsidRPr="006535F7">
        <w:rPr>
          <w:sz w:val="28"/>
          <w:szCs w:val="28"/>
        </w:rPr>
        <w:t xml:space="preserve">, </w:t>
      </w:r>
      <w:r w:rsidRPr="006535F7">
        <w:rPr>
          <w:sz w:val="28"/>
          <w:szCs w:val="28"/>
        </w:rPr>
        <w:t>информация о месте нахождения, графике работы, адрес</w:t>
      </w:r>
      <w:r w:rsidR="00C303AE" w:rsidRPr="006535F7">
        <w:rPr>
          <w:sz w:val="28"/>
          <w:szCs w:val="28"/>
        </w:rPr>
        <w:t xml:space="preserve">е и </w:t>
      </w:r>
      <w:r w:rsidR="007E05A1" w:rsidRPr="006535F7">
        <w:rPr>
          <w:sz w:val="28"/>
          <w:szCs w:val="28"/>
        </w:rPr>
        <w:t>контактн</w:t>
      </w:r>
      <w:r w:rsidR="00345633" w:rsidRPr="006535F7">
        <w:rPr>
          <w:sz w:val="28"/>
          <w:szCs w:val="28"/>
        </w:rPr>
        <w:t>ых</w:t>
      </w:r>
      <w:r w:rsidR="007E05A1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телефонах </w:t>
      </w:r>
      <w:r w:rsidR="00C303AE" w:rsidRPr="006535F7">
        <w:rPr>
          <w:sz w:val="28"/>
          <w:szCs w:val="28"/>
        </w:rPr>
        <w:t xml:space="preserve">которого указана </w:t>
      </w:r>
      <w:r w:rsidRPr="006535F7">
        <w:rPr>
          <w:sz w:val="28"/>
          <w:szCs w:val="28"/>
        </w:rPr>
        <w:t xml:space="preserve">в </w:t>
      </w:r>
      <w:r w:rsidR="00C303AE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>риложении № 3 к Административному регламенту</w:t>
      </w:r>
      <w:r w:rsidR="007E6CF9" w:rsidRPr="006535F7">
        <w:rPr>
          <w:sz w:val="28"/>
          <w:szCs w:val="28"/>
        </w:rPr>
        <w:t>,</w:t>
      </w:r>
    </w:p>
    <w:p w:rsidR="00705432" w:rsidRPr="006535F7" w:rsidRDefault="00A816F6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lastRenderedPageBreak/>
        <w:t xml:space="preserve">совместно </w:t>
      </w:r>
      <w:r w:rsidR="007E6CF9" w:rsidRPr="006535F7">
        <w:rPr>
          <w:sz w:val="28"/>
          <w:szCs w:val="28"/>
        </w:rPr>
        <w:t>именуемые в дальнейшем - учреждени</w:t>
      </w:r>
      <w:r w:rsidR="00E318E9" w:rsidRPr="006535F7">
        <w:rPr>
          <w:sz w:val="28"/>
          <w:szCs w:val="28"/>
        </w:rPr>
        <w:t>я или органы</w:t>
      </w:r>
      <w:r w:rsidR="007E6CF9" w:rsidRPr="006535F7">
        <w:rPr>
          <w:sz w:val="28"/>
          <w:szCs w:val="28"/>
        </w:rPr>
        <w:t>, предоставляющ</w:t>
      </w:r>
      <w:r w:rsidR="00E318E9" w:rsidRPr="006535F7">
        <w:rPr>
          <w:sz w:val="28"/>
          <w:szCs w:val="28"/>
        </w:rPr>
        <w:t>ие</w:t>
      </w:r>
      <w:r w:rsidR="007E6CF9" w:rsidRPr="006535F7">
        <w:rPr>
          <w:sz w:val="28"/>
          <w:szCs w:val="28"/>
        </w:rPr>
        <w:t xml:space="preserve"> муниципа</w:t>
      </w:r>
      <w:r w:rsidR="00E318E9" w:rsidRPr="006535F7">
        <w:rPr>
          <w:sz w:val="28"/>
          <w:szCs w:val="28"/>
        </w:rPr>
        <w:t>льную услугу или осуществляющие</w:t>
      </w:r>
      <w:r w:rsidR="007E6CF9" w:rsidRPr="006535F7">
        <w:rPr>
          <w:sz w:val="28"/>
          <w:szCs w:val="28"/>
        </w:rPr>
        <w:t xml:space="preserve"> организацию пред</w:t>
      </w:r>
      <w:r w:rsidR="00E318E9" w:rsidRPr="006535F7">
        <w:rPr>
          <w:sz w:val="28"/>
          <w:szCs w:val="28"/>
        </w:rPr>
        <w:t>оставления муниципальной услуги</w:t>
      </w:r>
      <w:r w:rsidR="00705432" w:rsidRPr="006535F7">
        <w:rPr>
          <w:sz w:val="28"/>
          <w:szCs w:val="28"/>
        </w:rPr>
        <w:t>.</w:t>
      </w:r>
    </w:p>
    <w:p w:rsidR="00705432" w:rsidRPr="006535F7" w:rsidRDefault="00705432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 электронном виде </w:t>
      </w:r>
      <w:r w:rsidR="0091240D" w:rsidRPr="006535F7">
        <w:rPr>
          <w:sz w:val="28"/>
          <w:szCs w:val="28"/>
        </w:rPr>
        <w:t xml:space="preserve">заявление, </w:t>
      </w:r>
      <w:r w:rsidRPr="006535F7">
        <w:rPr>
          <w:sz w:val="28"/>
          <w:szCs w:val="28"/>
        </w:rPr>
        <w:t xml:space="preserve">документы могут быть направлены через Портал государственных и муниципальных услуг Красноярского края </w:t>
      </w:r>
      <w:r w:rsidR="00950F40" w:rsidRPr="006535F7">
        <w:rPr>
          <w:sz w:val="28"/>
          <w:szCs w:val="28"/>
        </w:rPr>
        <w:t>(</w:t>
      </w:r>
      <w:hyperlink r:id="rId12" w:history="1">
        <w:r w:rsidR="005B426C" w:rsidRPr="006535F7">
          <w:rPr>
            <w:rStyle w:val="af3"/>
            <w:color w:val="auto"/>
            <w:sz w:val="28"/>
            <w:szCs w:val="28"/>
          </w:rPr>
          <w:t>www.gosuslugi.krskstate.ru</w:t>
        </w:r>
      </w:hyperlink>
      <w:r w:rsidR="005B426C" w:rsidRPr="006535F7">
        <w:rPr>
          <w:sz w:val="28"/>
          <w:szCs w:val="28"/>
        </w:rPr>
        <w:t>)</w:t>
      </w:r>
      <w:r w:rsidR="00F50744" w:rsidRPr="006535F7">
        <w:rPr>
          <w:sz w:val="28"/>
          <w:szCs w:val="28"/>
        </w:rPr>
        <w:t xml:space="preserve"> или Единый портал государственных и муниципальных услуг (функций)</w:t>
      </w:r>
      <w:r w:rsidR="00410C7D" w:rsidRPr="006535F7">
        <w:rPr>
          <w:sz w:val="28"/>
          <w:szCs w:val="28"/>
        </w:rPr>
        <w:t xml:space="preserve"> </w:t>
      </w:r>
      <w:r w:rsidR="00F50744" w:rsidRPr="006535F7">
        <w:rPr>
          <w:sz w:val="28"/>
          <w:szCs w:val="28"/>
        </w:rPr>
        <w:t>(</w:t>
      </w:r>
      <w:hyperlink r:id="rId13" w:history="1">
        <w:r w:rsidR="00F50744" w:rsidRPr="006535F7">
          <w:rPr>
            <w:rStyle w:val="af3"/>
            <w:color w:val="auto"/>
            <w:sz w:val="28"/>
            <w:szCs w:val="28"/>
          </w:rPr>
          <w:t>http://www.gosuslugi.ru</w:t>
        </w:r>
      </w:hyperlink>
      <w:r w:rsidR="00F50744" w:rsidRPr="006535F7">
        <w:rPr>
          <w:sz w:val="28"/>
          <w:szCs w:val="28"/>
        </w:rPr>
        <w:t>)</w:t>
      </w:r>
      <w:r w:rsidR="001E2469" w:rsidRPr="006535F7">
        <w:rPr>
          <w:sz w:val="28"/>
          <w:szCs w:val="28"/>
        </w:rPr>
        <w:t xml:space="preserve"> (далее - Порталы).</w:t>
      </w:r>
    </w:p>
    <w:p w:rsidR="00705432" w:rsidRPr="006535F7" w:rsidRDefault="00705432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2.13.</w:t>
      </w:r>
      <w:r w:rsidR="00410C7D" w:rsidRPr="006535F7">
        <w:rPr>
          <w:sz w:val="28"/>
          <w:szCs w:val="28"/>
        </w:rPr>
        <w:t xml:space="preserve"> </w:t>
      </w:r>
      <w:r w:rsidR="00AA2306" w:rsidRPr="006535F7">
        <w:rPr>
          <w:sz w:val="28"/>
          <w:szCs w:val="28"/>
        </w:rPr>
        <w:t xml:space="preserve">Основания для отказа в приеме </w:t>
      </w:r>
      <w:r w:rsidR="0091240D" w:rsidRPr="006535F7">
        <w:rPr>
          <w:sz w:val="28"/>
          <w:szCs w:val="28"/>
        </w:rPr>
        <w:t>заявлени</w:t>
      </w:r>
      <w:r w:rsidR="00F50744" w:rsidRPr="006535F7">
        <w:rPr>
          <w:sz w:val="28"/>
          <w:szCs w:val="28"/>
        </w:rPr>
        <w:t xml:space="preserve">й и </w:t>
      </w:r>
      <w:r w:rsidR="00AA2306" w:rsidRPr="006535F7">
        <w:rPr>
          <w:sz w:val="28"/>
          <w:szCs w:val="28"/>
        </w:rPr>
        <w:t>документов отсутствуют.</w:t>
      </w:r>
    </w:p>
    <w:p w:rsidR="003537D7" w:rsidRPr="006535F7" w:rsidRDefault="00982AF1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</w:t>
      </w:r>
      <w:r w:rsidR="00AA2306" w:rsidRPr="006535F7">
        <w:rPr>
          <w:sz w:val="28"/>
          <w:szCs w:val="28"/>
        </w:rPr>
        <w:t>.14.</w:t>
      </w:r>
      <w:r w:rsidR="00410C7D" w:rsidRPr="006535F7">
        <w:rPr>
          <w:sz w:val="28"/>
          <w:szCs w:val="28"/>
        </w:rPr>
        <w:t xml:space="preserve"> </w:t>
      </w:r>
      <w:r w:rsidR="00FC3668" w:rsidRPr="006535F7">
        <w:rPr>
          <w:sz w:val="28"/>
          <w:szCs w:val="28"/>
        </w:rPr>
        <w:t>Исчерпывающий перечень о</w:t>
      </w:r>
      <w:r w:rsidR="003537D7" w:rsidRPr="006535F7">
        <w:rPr>
          <w:sz w:val="28"/>
          <w:szCs w:val="28"/>
        </w:rPr>
        <w:t>сновани</w:t>
      </w:r>
      <w:r w:rsidR="00FC3668" w:rsidRPr="006535F7">
        <w:rPr>
          <w:sz w:val="28"/>
          <w:szCs w:val="28"/>
        </w:rPr>
        <w:t>й</w:t>
      </w:r>
      <w:r w:rsidR="003537D7" w:rsidRPr="006535F7">
        <w:rPr>
          <w:sz w:val="28"/>
          <w:szCs w:val="28"/>
        </w:rPr>
        <w:t xml:space="preserve"> для отказа в предоставлении муниципальной услуги.</w:t>
      </w:r>
    </w:p>
    <w:p w:rsidR="003537D7" w:rsidRPr="006535F7" w:rsidRDefault="003537D7" w:rsidP="00982AF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</w:t>
      </w:r>
      <w:r w:rsidR="00AA2306" w:rsidRPr="006535F7">
        <w:rPr>
          <w:sz w:val="28"/>
          <w:szCs w:val="28"/>
        </w:rPr>
        <w:t xml:space="preserve">4.1. В </w:t>
      </w:r>
      <w:r w:rsidR="00FB4B43" w:rsidRPr="006535F7">
        <w:rPr>
          <w:sz w:val="28"/>
          <w:szCs w:val="28"/>
        </w:rPr>
        <w:t xml:space="preserve">зачислении </w:t>
      </w:r>
      <w:r w:rsidR="00AA2306" w:rsidRPr="006535F7">
        <w:rPr>
          <w:sz w:val="28"/>
          <w:szCs w:val="28"/>
        </w:rPr>
        <w:t xml:space="preserve">в </w:t>
      </w:r>
      <w:r w:rsidRPr="006535F7">
        <w:rPr>
          <w:sz w:val="28"/>
          <w:szCs w:val="28"/>
        </w:rPr>
        <w:t xml:space="preserve">образовательное учреждение может быть </w:t>
      </w:r>
      <w:r w:rsidR="00AA2306" w:rsidRPr="006535F7">
        <w:rPr>
          <w:sz w:val="28"/>
          <w:szCs w:val="28"/>
        </w:rPr>
        <w:t xml:space="preserve">отказано </w:t>
      </w:r>
      <w:r w:rsidRPr="006535F7">
        <w:rPr>
          <w:sz w:val="28"/>
          <w:szCs w:val="28"/>
        </w:rPr>
        <w:t xml:space="preserve">только по причине отсутствия в </w:t>
      </w:r>
      <w:r w:rsidR="00AA2306" w:rsidRPr="006535F7">
        <w:rPr>
          <w:sz w:val="28"/>
          <w:szCs w:val="28"/>
        </w:rPr>
        <w:t xml:space="preserve">нем </w:t>
      </w:r>
      <w:r w:rsidRPr="006535F7">
        <w:rPr>
          <w:sz w:val="28"/>
          <w:szCs w:val="28"/>
        </w:rPr>
        <w:t>свободных мест.</w:t>
      </w:r>
    </w:p>
    <w:p w:rsidR="003537D7" w:rsidRPr="006535F7" w:rsidRDefault="003537D7" w:rsidP="00982AF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</w:t>
      </w:r>
      <w:r w:rsidR="00AA2306" w:rsidRPr="006535F7">
        <w:rPr>
          <w:sz w:val="28"/>
          <w:szCs w:val="28"/>
        </w:rPr>
        <w:t>14.2.</w:t>
      </w:r>
      <w:r w:rsidRPr="006535F7">
        <w:rPr>
          <w:sz w:val="28"/>
          <w:szCs w:val="28"/>
        </w:rPr>
        <w:t xml:space="preserve"> В случае отсутствия </w:t>
      </w:r>
      <w:r w:rsidR="00272F03" w:rsidRPr="006535F7">
        <w:rPr>
          <w:sz w:val="28"/>
          <w:szCs w:val="28"/>
        </w:rPr>
        <w:t xml:space="preserve">мест </w:t>
      </w:r>
      <w:r w:rsidRPr="006535F7">
        <w:rPr>
          <w:sz w:val="28"/>
          <w:szCs w:val="28"/>
        </w:rPr>
        <w:t xml:space="preserve">в образовательном учреждении </w:t>
      </w:r>
      <w:r w:rsidR="00272F03" w:rsidRPr="006535F7">
        <w:rPr>
          <w:sz w:val="28"/>
          <w:szCs w:val="28"/>
        </w:rPr>
        <w:t>родители (законные представители) ребенка</w:t>
      </w:r>
      <w:r w:rsidRPr="006535F7">
        <w:rPr>
          <w:sz w:val="28"/>
          <w:szCs w:val="28"/>
        </w:rPr>
        <w:t xml:space="preserve"> для решения вопроса о </w:t>
      </w:r>
      <w:r w:rsidR="00272F03" w:rsidRPr="006535F7">
        <w:rPr>
          <w:sz w:val="28"/>
          <w:szCs w:val="28"/>
        </w:rPr>
        <w:t xml:space="preserve">его </w:t>
      </w:r>
      <w:r w:rsidR="00FB4B43" w:rsidRPr="006535F7">
        <w:rPr>
          <w:sz w:val="28"/>
          <w:szCs w:val="28"/>
        </w:rPr>
        <w:t>зачислении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др</w:t>
      </w:r>
      <w:r w:rsidR="00272F03" w:rsidRPr="006535F7">
        <w:rPr>
          <w:sz w:val="28"/>
          <w:szCs w:val="28"/>
        </w:rPr>
        <w:t>угое образовательное учреждение</w:t>
      </w:r>
      <w:r w:rsidRPr="006535F7">
        <w:rPr>
          <w:sz w:val="28"/>
          <w:szCs w:val="28"/>
        </w:rPr>
        <w:t xml:space="preserve"> обраща</w:t>
      </w:r>
      <w:r w:rsidR="00A41265" w:rsidRPr="006535F7">
        <w:rPr>
          <w:sz w:val="28"/>
          <w:szCs w:val="28"/>
        </w:rPr>
        <w:t>ю</w:t>
      </w:r>
      <w:r w:rsidRPr="006535F7">
        <w:rPr>
          <w:sz w:val="28"/>
          <w:szCs w:val="28"/>
        </w:rPr>
        <w:t xml:space="preserve">тся </w:t>
      </w:r>
      <w:r w:rsidR="00272F03" w:rsidRPr="006535F7">
        <w:rPr>
          <w:sz w:val="28"/>
          <w:szCs w:val="28"/>
        </w:rPr>
        <w:t xml:space="preserve">непосредственно </w:t>
      </w:r>
      <w:r w:rsidR="006E3F18" w:rsidRPr="006535F7">
        <w:rPr>
          <w:sz w:val="28"/>
          <w:szCs w:val="28"/>
        </w:rPr>
        <w:t>в Отдел</w:t>
      </w:r>
      <w:r w:rsidRPr="006535F7">
        <w:rPr>
          <w:sz w:val="28"/>
          <w:szCs w:val="28"/>
        </w:rPr>
        <w:t xml:space="preserve"> образования.</w:t>
      </w:r>
    </w:p>
    <w:p w:rsidR="00BC2253" w:rsidRPr="006535F7" w:rsidRDefault="00BC2253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</w:t>
      </w:r>
      <w:r w:rsidR="00272F03" w:rsidRPr="006535F7">
        <w:rPr>
          <w:sz w:val="28"/>
          <w:szCs w:val="28"/>
        </w:rPr>
        <w:t>15</w:t>
      </w:r>
      <w:r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Муниципальная услуга предоставляется бесплатно</w:t>
      </w:r>
      <w:r w:rsidR="00FB4B43" w:rsidRPr="006535F7">
        <w:rPr>
          <w:sz w:val="28"/>
          <w:szCs w:val="28"/>
        </w:rPr>
        <w:t>.</w:t>
      </w:r>
    </w:p>
    <w:p w:rsidR="00996E97" w:rsidRPr="006535F7" w:rsidRDefault="00272F03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2.16.</w:t>
      </w:r>
      <w:r w:rsidR="00996E97" w:rsidRPr="006535F7">
        <w:rPr>
          <w:sz w:val="28"/>
          <w:szCs w:val="28"/>
        </w:rPr>
        <w:t xml:space="preserve"> Информация по вопросам предоставления муниципальной услуги</w:t>
      </w:r>
      <w:r w:rsidR="00410C7D" w:rsidRPr="006535F7">
        <w:rPr>
          <w:sz w:val="28"/>
          <w:szCs w:val="28"/>
        </w:rPr>
        <w:t xml:space="preserve"> </w:t>
      </w:r>
      <w:r w:rsidR="00996E97" w:rsidRPr="006535F7">
        <w:rPr>
          <w:sz w:val="28"/>
          <w:szCs w:val="28"/>
        </w:rPr>
        <w:t>предоставляется Заявителю:</w:t>
      </w:r>
    </w:p>
    <w:p w:rsidR="00996E97" w:rsidRPr="006535F7" w:rsidRDefault="00996E97" w:rsidP="00982AF1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письменной форме по запросу, выраженному в письменной или электронной формах, на основании письменного обращения (заявления);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устной форме по запросу, выраженному в устной форме, при личном обращении;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электронной форме по запросу, выраженному в письменной или электронной формах;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путем размещения в информационных терминалах (киосках) либо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 информационных стендах.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2.17. При п</w:t>
      </w:r>
      <w:r w:rsidR="00FB4B43" w:rsidRPr="006535F7">
        <w:rPr>
          <w:sz w:val="28"/>
          <w:szCs w:val="28"/>
        </w:rPr>
        <w:t xml:space="preserve">одаче заявления </w:t>
      </w:r>
      <w:r w:rsidRPr="006535F7">
        <w:rPr>
          <w:sz w:val="28"/>
          <w:szCs w:val="28"/>
        </w:rPr>
        <w:t xml:space="preserve">о предоставлении муниципальной услуги, выраженного в устной или письменной формах, при личном обращении Заявителя, прием Заявителя </w:t>
      </w:r>
      <w:r w:rsidR="0027372F" w:rsidRPr="006535F7">
        <w:rPr>
          <w:sz w:val="28"/>
          <w:szCs w:val="28"/>
        </w:rPr>
        <w:t>должностным лицом</w:t>
      </w:r>
      <w:r w:rsidRPr="006535F7">
        <w:rPr>
          <w:sz w:val="28"/>
          <w:szCs w:val="28"/>
        </w:rPr>
        <w:t xml:space="preserve"> </w:t>
      </w:r>
      <w:r w:rsidR="006636F6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Pr="006535F7">
        <w:rPr>
          <w:sz w:val="28"/>
          <w:szCs w:val="28"/>
        </w:rPr>
        <w:t xml:space="preserve"> ведется без предварительной записи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порядке живой очереди.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Максимальный срок ожидания в очереди не превышает 15 минут.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2.18.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При ответах на телефонные звонки и устные обращения по вопросам предоставления муниципальной услуги </w:t>
      </w:r>
      <w:r w:rsidR="0027372F" w:rsidRPr="006535F7">
        <w:rPr>
          <w:sz w:val="28"/>
          <w:szCs w:val="28"/>
        </w:rPr>
        <w:t>должностные лица</w:t>
      </w:r>
      <w:r w:rsidRPr="006535F7">
        <w:rPr>
          <w:sz w:val="28"/>
          <w:szCs w:val="28"/>
        </w:rPr>
        <w:t xml:space="preserve"> подробно и в вежливой форме предоставляют Заявителю информацию по интересующим его вопросам.</w:t>
      </w:r>
    </w:p>
    <w:p w:rsidR="00996E97" w:rsidRPr="006535F7" w:rsidRDefault="00996E97" w:rsidP="008A7A2C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Ответ на телефонный звонок должен начинаться с информации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 наименовании учреждения,</w:t>
      </w:r>
      <w:r w:rsidR="006636F6" w:rsidRPr="006535F7">
        <w:rPr>
          <w:sz w:val="28"/>
          <w:szCs w:val="28"/>
        </w:rPr>
        <w:t xml:space="preserve"> органа,</w:t>
      </w:r>
      <w:r w:rsidRPr="006535F7">
        <w:rPr>
          <w:sz w:val="28"/>
          <w:szCs w:val="28"/>
        </w:rPr>
        <w:t xml:space="preserve"> в которое обратился Заявитель, фамилии, имени, отчестве и должности </w:t>
      </w:r>
      <w:r w:rsidR="0027372F" w:rsidRPr="006535F7">
        <w:rPr>
          <w:sz w:val="28"/>
          <w:szCs w:val="28"/>
        </w:rPr>
        <w:t>лица</w:t>
      </w:r>
      <w:r w:rsidRPr="006535F7">
        <w:rPr>
          <w:sz w:val="28"/>
          <w:szCs w:val="28"/>
        </w:rPr>
        <w:t>, принявшего телефонный звонок.</w:t>
      </w:r>
    </w:p>
    <w:p w:rsidR="00996E97" w:rsidRPr="006535F7" w:rsidRDefault="00410C7D" w:rsidP="00F351B8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996E97" w:rsidRPr="006535F7">
        <w:rPr>
          <w:sz w:val="28"/>
          <w:szCs w:val="28"/>
        </w:rPr>
        <w:t xml:space="preserve">При невозможности </w:t>
      </w:r>
      <w:r w:rsidR="0027372F" w:rsidRPr="006535F7">
        <w:rPr>
          <w:sz w:val="28"/>
          <w:szCs w:val="28"/>
        </w:rPr>
        <w:t>должностного лица</w:t>
      </w:r>
      <w:r w:rsidR="00996E97" w:rsidRPr="006535F7">
        <w:rPr>
          <w:sz w:val="28"/>
          <w:szCs w:val="28"/>
        </w:rPr>
        <w:t>, принявшего телефонный звонок, самостоятельно ответить на поставленные вопросы Заявителя, телефонный звонок должен быть переадресован (переведен) на друго</w:t>
      </w:r>
      <w:r w:rsidR="0027372F" w:rsidRPr="006535F7">
        <w:rPr>
          <w:sz w:val="28"/>
          <w:szCs w:val="28"/>
        </w:rPr>
        <w:t>е</w:t>
      </w:r>
      <w:r w:rsidR="00996E97" w:rsidRPr="006535F7">
        <w:rPr>
          <w:sz w:val="28"/>
          <w:szCs w:val="28"/>
        </w:rPr>
        <w:t xml:space="preserve"> </w:t>
      </w:r>
      <w:r w:rsidR="0027372F" w:rsidRPr="006535F7">
        <w:rPr>
          <w:sz w:val="28"/>
          <w:szCs w:val="28"/>
        </w:rPr>
        <w:t>должностное лицо</w:t>
      </w:r>
      <w:r w:rsidR="00996E97" w:rsidRPr="006535F7">
        <w:rPr>
          <w:sz w:val="28"/>
          <w:szCs w:val="28"/>
        </w:rPr>
        <w:t xml:space="preserve">, </w:t>
      </w:r>
      <w:r w:rsidR="00996E97" w:rsidRPr="006535F7">
        <w:rPr>
          <w:sz w:val="28"/>
          <w:szCs w:val="28"/>
        </w:rPr>
        <w:lastRenderedPageBreak/>
        <w:t>или же обратившемуся должен быть сообщен телефонный номер, по которому можно получить необходимую информацию.</w:t>
      </w:r>
    </w:p>
    <w:p w:rsidR="00996E97" w:rsidRPr="006535F7" w:rsidRDefault="00996E97" w:rsidP="004F671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Время разговора не должно превышать 10 минут.</w:t>
      </w:r>
    </w:p>
    <w:p w:rsidR="00272F03" w:rsidRPr="006535F7" w:rsidRDefault="006636F6" w:rsidP="004F671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2.19</w:t>
      </w:r>
      <w:r w:rsidR="00996E97" w:rsidRPr="006535F7">
        <w:rPr>
          <w:sz w:val="28"/>
          <w:szCs w:val="28"/>
        </w:rPr>
        <w:t xml:space="preserve">. </w:t>
      </w:r>
      <w:r w:rsidR="00C033CA" w:rsidRPr="006535F7">
        <w:rPr>
          <w:sz w:val="28"/>
          <w:szCs w:val="28"/>
        </w:rPr>
        <w:t>Д</w:t>
      </w:r>
      <w:r w:rsidR="0027372F" w:rsidRPr="006535F7">
        <w:rPr>
          <w:sz w:val="28"/>
          <w:szCs w:val="28"/>
        </w:rPr>
        <w:t>олжностные лица</w:t>
      </w:r>
      <w:r w:rsidR="00996E97" w:rsidRPr="006535F7">
        <w:rPr>
          <w:sz w:val="28"/>
          <w:szCs w:val="28"/>
        </w:rPr>
        <w:t>, осуществляющие прием и консультирование Заявителя по вопросам предоставления муниципальной услуги при личном обращении или обращении по телефону, обязаны относиться к Заявителю корректно, внимательно, не унижая его чести и достоинства.</w:t>
      </w:r>
    </w:p>
    <w:p w:rsidR="00BC2253" w:rsidRPr="006535F7" w:rsidRDefault="00BC2253" w:rsidP="004F6719">
      <w:pPr>
        <w:ind w:firstLine="709"/>
        <w:jc w:val="both"/>
        <w:rPr>
          <w:color w:val="FF0000"/>
          <w:sz w:val="28"/>
          <w:szCs w:val="28"/>
        </w:rPr>
      </w:pPr>
      <w:r w:rsidRPr="006535F7">
        <w:rPr>
          <w:sz w:val="28"/>
          <w:szCs w:val="28"/>
        </w:rPr>
        <w:t>2.</w:t>
      </w:r>
      <w:r w:rsidR="006636F6" w:rsidRPr="006535F7">
        <w:rPr>
          <w:sz w:val="28"/>
          <w:szCs w:val="28"/>
        </w:rPr>
        <w:t>20</w:t>
      </w:r>
      <w:r w:rsidR="00391973" w:rsidRPr="006535F7">
        <w:rPr>
          <w:sz w:val="28"/>
          <w:szCs w:val="28"/>
        </w:rPr>
        <w:t xml:space="preserve">. </w:t>
      </w:r>
      <w:r w:rsidR="00583B38" w:rsidRPr="006535F7">
        <w:rPr>
          <w:sz w:val="28"/>
          <w:szCs w:val="28"/>
        </w:rPr>
        <w:t xml:space="preserve">Заявление, документы Заявителя регистрируются </w:t>
      </w:r>
      <w:r w:rsidR="007965BA" w:rsidRPr="006535F7">
        <w:rPr>
          <w:sz w:val="28"/>
          <w:szCs w:val="28"/>
        </w:rPr>
        <w:t>должностным</w:t>
      </w:r>
      <w:r w:rsidR="0027372F" w:rsidRPr="006535F7">
        <w:rPr>
          <w:sz w:val="28"/>
          <w:szCs w:val="28"/>
        </w:rPr>
        <w:t xml:space="preserve"> лицо</w:t>
      </w:r>
      <w:r w:rsidR="007965BA" w:rsidRPr="006535F7">
        <w:rPr>
          <w:sz w:val="28"/>
          <w:szCs w:val="28"/>
        </w:rPr>
        <w:t>м</w:t>
      </w:r>
      <w:r w:rsidRPr="006535F7">
        <w:rPr>
          <w:sz w:val="28"/>
          <w:szCs w:val="28"/>
        </w:rPr>
        <w:t xml:space="preserve"> образовательного учреждения в журнале приема заявлений в день поступления </w:t>
      </w:r>
      <w:r w:rsidR="00C033CA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C033C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документов в образовательное учреждение.</w:t>
      </w:r>
      <w:r w:rsidRPr="006535F7">
        <w:rPr>
          <w:color w:val="FF0000"/>
          <w:sz w:val="28"/>
          <w:szCs w:val="28"/>
        </w:rPr>
        <w:t xml:space="preserve"> </w:t>
      </w:r>
    </w:p>
    <w:p w:rsidR="00BC2253" w:rsidRPr="006535F7" w:rsidRDefault="00391973" w:rsidP="004F671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2.21</w:t>
      </w:r>
      <w:r w:rsidR="00BC2253" w:rsidRPr="006535F7">
        <w:rPr>
          <w:sz w:val="28"/>
          <w:szCs w:val="28"/>
        </w:rPr>
        <w:t xml:space="preserve">. После регистрации </w:t>
      </w:r>
      <w:r w:rsidR="00C033CA" w:rsidRPr="006535F7">
        <w:rPr>
          <w:sz w:val="28"/>
          <w:szCs w:val="28"/>
        </w:rPr>
        <w:t>заявления</w:t>
      </w:r>
      <w:r w:rsidR="00BC2253" w:rsidRPr="006535F7">
        <w:rPr>
          <w:sz w:val="28"/>
          <w:szCs w:val="28"/>
        </w:rPr>
        <w:t xml:space="preserve"> Заявителю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 xml:space="preserve">выдается </w:t>
      </w:r>
      <w:r w:rsidRPr="006535F7">
        <w:rPr>
          <w:sz w:val="28"/>
          <w:szCs w:val="28"/>
        </w:rPr>
        <w:t xml:space="preserve">или направляется </w:t>
      </w:r>
      <w:r w:rsidR="00284494" w:rsidRPr="006535F7">
        <w:rPr>
          <w:sz w:val="28"/>
          <w:szCs w:val="28"/>
        </w:rPr>
        <w:t>расписка</w:t>
      </w:r>
      <w:r w:rsidR="00BC2253" w:rsidRPr="006535F7">
        <w:rPr>
          <w:sz w:val="28"/>
          <w:szCs w:val="28"/>
        </w:rPr>
        <w:t xml:space="preserve"> в письменной форме </w:t>
      </w:r>
      <w:r w:rsidR="00284494" w:rsidRPr="006535F7">
        <w:rPr>
          <w:sz w:val="28"/>
          <w:szCs w:val="28"/>
        </w:rPr>
        <w:t xml:space="preserve">в получении </w:t>
      </w:r>
      <w:r w:rsidR="00A3690E" w:rsidRPr="006535F7">
        <w:rPr>
          <w:sz w:val="28"/>
          <w:szCs w:val="28"/>
        </w:rPr>
        <w:t>документов</w:t>
      </w:r>
      <w:r w:rsidR="00284494" w:rsidRPr="006535F7">
        <w:rPr>
          <w:sz w:val="28"/>
          <w:szCs w:val="28"/>
        </w:rPr>
        <w:t>, содержащая</w:t>
      </w:r>
      <w:r w:rsidR="00BC2253" w:rsidRPr="006535F7">
        <w:rPr>
          <w:sz w:val="28"/>
          <w:szCs w:val="28"/>
        </w:rPr>
        <w:t xml:space="preserve"> информацию о регистрационном номере заявления, о перечне предоставленных документов. </w:t>
      </w:r>
    </w:p>
    <w:p w:rsidR="005342F5" w:rsidRPr="006535F7" w:rsidRDefault="0027372F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Расписка</w:t>
      </w:r>
      <w:r w:rsidR="00BC2253" w:rsidRPr="006535F7">
        <w:rPr>
          <w:sz w:val="28"/>
          <w:szCs w:val="28"/>
        </w:rPr>
        <w:t xml:space="preserve"> заверяется подписью </w:t>
      </w:r>
      <w:r w:rsidRPr="006535F7">
        <w:rPr>
          <w:sz w:val="28"/>
          <w:szCs w:val="28"/>
        </w:rPr>
        <w:t>должностного лица</w:t>
      </w:r>
      <w:r w:rsidR="00BC2253" w:rsidRPr="006535F7">
        <w:rPr>
          <w:sz w:val="28"/>
          <w:szCs w:val="28"/>
        </w:rPr>
        <w:t xml:space="preserve"> образовательного учреждения, ответственного за прием </w:t>
      </w:r>
      <w:r w:rsidRPr="006535F7">
        <w:rPr>
          <w:sz w:val="28"/>
          <w:szCs w:val="28"/>
        </w:rPr>
        <w:t>и регистрацию документов, и печатью образовательного учреждения.</w:t>
      </w:r>
      <w:r w:rsidR="00BC2253" w:rsidRPr="006535F7">
        <w:rPr>
          <w:sz w:val="28"/>
          <w:szCs w:val="28"/>
        </w:rPr>
        <w:t xml:space="preserve"> </w:t>
      </w:r>
    </w:p>
    <w:p w:rsidR="00BC2253" w:rsidRPr="006535F7" w:rsidRDefault="005342F5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</w:t>
      </w:r>
      <w:r w:rsidR="00BC2253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Требования к помещениям, в которых предоставляется муниципальная услуга.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2.22.1. Помещения для предоставления муниципальной услуги размещаются преимущественно на нижних этажах зданий.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</w:t>
      </w:r>
      <w:r w:rsidR="0063448F" w:rsidRPr="006535F7">
        <w:rPr>
          <w:sz w:val="28"/>
          <w:szCs w:val="28"/>
        </w:rPr>
        <w:t>З</w:t>
      </w:r>
      <w:r w:rsidRPr="006535F7">
        <w:rPr>
          <w:sz w:val="28"/>
          <w:szCs w:val="28"/>
        </w:rPr>
        <w:t xml:space="preserve">аявителей, включая </w:t>
      </w:r>
      <w:r w:rsidR="0063448F" w:rsidRPr="006535F7">
        <w:rPr>
          <w:sz w:val="28"/>
          <w:szCs w:val="28"/>
        </w:rPr>
        <w:t>З</w:t>
      </w:r>
      <w:r w:rsidRPr="006535F7">
        <w:rPr>
          <w:sz w:val="28"/>
          <w:szCs w:val="28"/>
        </w:rPr>
        <w:t>аявителей, использующих кресла-коляски.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</w:t>
      </w:r>
      <w:r w:rsidR="0063448F" w:rsidRPr="006535F7">
        <w:rPr>
          <w:sz w:val="28"/>
          <w:szCs w:val="28"/>
        </w:rPr>
        <w:t>З</w:t>
      </w:r>
      <w:r w:rsidRPr="006535F7">
        <w:rPr>
          <w:sz w:val="28"/>
          <w:szCs w:val="28"/>
        </w:rPr>
        <w:t>аявителей, находящихся в креслах-колясках.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2.22.2.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При невозможности создания в помещениях предоставления муниципальной услуги условий для их полного приспособления с учетом потребностей инвалидов, проводятся мероприятия по обеспечению беспрепятственного доступа маломобильных граждан к месту предоставления муниципальной услуги с учетом разумного приспособления.</w:t>
      </w:r>
    </w:p>
    <w:p w:rsidR="00ED1386" w:rsidRPr="006535F7" w:rsidRDefault="00ED1386" w:rsidP="00ED1386">
      <w:pPr>
        <w:ind w:firstLine="708"/>
        <w:jc w:val="both"/>
        <w:rPr>
          <w:color w:val="FF0000"/>
          <w:sz w:val="28"/>
          <w:szCs w:val="28"/>
        </w:rPr>
      </w:pPr>
      <w:r w:rsidRPr="006535F7">
        <w:rPr>
          <w:sz w:val="28"/>
          <w:szCs w:val="28"/>
        </w:rPr>
        <w:t>2.22.3.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Для приема </w:t>
      </w:r>
      <w:r w:rsidR="0063448F" w:rsidRPr="006535F7">
        <w:rPr>
          <w:sz w:val="28"/>
          <w:szCs w:val="28"/>
        </w:rPr>
        <w:t xml:space="preserve">Заявителей </w:t>
      </w:r>
      <w:r w:rsidRPr="006535F7">
        <w:rPr>
          <w:sz w:val="28"/>
          <w:szCs w:val="28"/>
        </w:rPr>
        <w:t xml:space="preserve">выделяются отдельные помещения, снабженные соответствующими указателями. Рабочее место </w:t>
      </w:r>
      <w:r w:rsidR="0027372F" w:rsidRPr="006535F7">
        <w:rPr>
          <w:sz w:val="28"/>
          <w:szCs w:val="28"/>
        </w:rPr>
        <w:t>должностного лица</w:t>
      </w:r>
      <w:r w:rsidRPr="006535F7">
        <w:rPr>
          <w:sz w:val="28"/>
          <w:szCs w:val="28"/>
        </w:rPr>
        <w:t xml:space="preserve"> оснащается настенной вывеской или настольной табличкой с указанием фамилии, имени, отчества и должности. Указатели должны быть четкими, заметными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2.22.4. Места ожидания предоставления муниципальной услуги оборудуются стульями, кресельными секциями или скамьями. В местах </w:t>
      </w:r>
      <w:r w:rsidRPr="006535F7">
        <w:rPr>
          <w:sz w:val="28"/>
          <w:szCs w:val="28"/>
        </w:rPr>
        <w:lastRenderedPageBreak/>
        <w:t>ожидания предоставления муниципальной услуги предусматриваются доступные места общественного пользования (туалеты) и места для хранения верхней одежды Заявителей.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2.22.5. Места для заполнения документов </w:t>
      </w:r>
      <w:r w:rsidR="0063448F" w:rsidRPr="006535F7">
        <w:rPr>
          <w:sz w:val="28"/>
          <w:szCs w:val="28"/>
        </w:rPr>
        <w:t xml:space="preserve">Заявителями </w:t>
      </w:r>
      <w:r w:rsidRPr="006535F7">
        <w:rPr>
          <w:sz w:val="28"/>
          <w:szCs w:val="28"/>
        </w:rPr>
        <w:t>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2.22.6.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Рабочее место </w:t>
      </w:r>
      <w:r w:rsidR="0027372F" w:rsidRPr="006535F7">
        <w:rPr>
          <w:sz w:val="28"/>
          <w:szCs w:val="28"/>
        </w:rPr>
        <w:t>должностного лица</w:t>
      </w:r>
      <w:r w:rsidRPr="006535F7">
        <w:rPr>
          <w:sz w:val="28"/>
          <w:szCs w:val="28"/>
        </w:rPr>
        <w:t xml:space="preserve"> учреждения или органа, предоставляющего муниципальную услугу или осуществляющего организацию предоставления муниципальной услуги, ответственного за прием и регистрацию </w:t>
      </w:r>
      <w:r w:rsidR="00C033CA" w:rsidRPr="006535F7">
        <w:rPr>
          <w:sz w:val="28"/>
          <w:szCs w:val="28"/>
        </w:rPr>
        <w:t xml:space="preserve">заявлений и </w:t>
      </w:r>
      <w:r w:rsidR="0027372F" w:rsidRPr="006535F7">
        <w:rPr>
          <w:sz w:val="28"/>
          <w:szCs w:val="28"/>
        </w:rPr>
        <w:t>документов</w:t>
      </w:r>
      <w:r w:rsidRPr="006535F7">
        <w:rPr>
          <w:sz w:val="28"/>
          <w:szCs w:val="28"/>
        </w:rPr>
        <w:t xml:space="preserve"> Заявителей, оборудуется телефоном, персональным компьютером, принтером, копировально-множительной техникой, доступом к сети Интернет и соответствующим программным обеспечением для открытия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 просмотра заявлений, поступивших в электронном формате.</w:t>
      </w:r>
    </w:p>
    <w:p w:rsidR="00ED1386" w:rsidRPr="006535F7" w:rsidRDefault="00ED1386" w:rsidP="00ED1386">
      <w:pPr>
        <w:ind w:firstLine="708"/>
        <w:jc w:val="both"/>
        <w:rPr>
          <w:color w:val="FF0000"/>
          <w:sz w:val="28"/>
          <w:szCs w:val="28"/>
        </w:rPr>
      </w:pPr>
      <w:r w:rsidRPr="006535F7">
        <w:rPr>
          <w:sz w:val="28"/>
          <w:szCs w:val="28"/>
        </w:rPr>
        <w:t>2.22.7.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Помещения, в которых предоставляется муниципальная услуга, оборудуются информационным терминалом (киоском) либо информационным стендом с размещением следующего информационного материала: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сведения о графике (режиме) работы учреждения или органа, предоставляющего муниципальную услугу или осуществляющего организацию предоставления муниципальной услуги;</w:t>
      </w:r>
    </w:p>
    <w:p w:rsidR="00ED1386" w:rsidRPr="006535F7" w:rsidRDefault="00ED1386" w:rsidP="0063448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информация о порядке и условиях предоставления муниципальной услуги;</w:t>
      </w:r>
    </w:p>
    <w:p w:rsidR="00ED1386" w:rsidRPr="006535F7" w:rsidRDefault="00ED1386" w:rsidP="0063448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10C7D" w:rsidRPr="006535F7">
        <w:rPr>
          <w:color w:val="FF0000"/>
          <w:sz w:val="28"/>
          <w:szCs w:val="28"/>
        </w:rPr>
        <w:t xml:space="preserve"> </w:t>
      </w:r>
      <w:r w:rsidRPr="006535F7">
        <w:rPr>
          <w:sz w:val="28"/>
          <w:szCs w:val="28"/>
        </w:rPr>
        <w:t>образцы заполнения заявления для получения муниципальной услуги;</w:t>
      </w:r>
    </w:p>
    <w:p w:rsidR="00ED1386" w:rsidRPr="006535F7" w:rsidRDefault="00ED1386" w:rsidP="0063448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извлечение из законодательных и нормативно-правовых актов, содержащих нормы, регулирующие деятельность по предоставлению муниципальной услуги;</w:t>
      </w:r>
    </w:p>
    <w:p w:rsidR="00ED1386" w:rsidRPr="006535F7" w:rsidRDefault="00ED1386" w:rsidP="0063448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копия настоящего </w:t>
      </w:r>
      <w:r w:rsidR="0063448F" w:rsidRPr="006535F7">
        <w:rPr>
          <w:sz w:val="28"/>
          <w:szCs w:val="28"/>
        </w:rPr>
        <w:t>А</w:t>
      </w:r>
      <w:r w:rsidRPr="006535F7">
        <w:rPr>
          <w:sz w:val="28"/>
          <w:szCs w:val="28"/>
        </w:rPr>
        <w:t>дминистративного регламента;</w:t>
      </w:r>
    </w:p>
    <w:p w:rsidR="00ED1386" w:rsidRPr="006535F7" w:rsidRDefault="00ED1386" w:rsidP="006344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63448F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другая необходимая оперативная информация о предоставлении муниципальной услуги. </w:t>
      </w:r>
    </w:p>
    <w:p w:rsidR="00ED1386" w:rsidRPr="006535F7" w:rsidRDefault="00ED1386" w:rsidP="006344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Информационный материал, размещенный на стенде, должен быть четким, заметным и понятным,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</w:r>
    </w:p>
    <w:p w:rsidR="00ED1386" w:rsidRPr="006535F7" w:rsidRDefault="00ED1386" w:rsidP="0063448F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2.22.8. При необходимости, в случае невозможности создания в помещениях предоставления муниципальной услуги условий для их полного приспособления с учетом потребностей инвалидов, в том числе в части приспособления информационных стендов, </w:t>
      </w:r>
      <w:r w:rsidR="0027372F" w:rsidRPr="006535F7">
        <w:rPr>
          <w:sz w:val="28"/>
          <w:szCs w:val="28"/>
        </w:rPr>
        <w:t>должностные лица</w:t>
      </w:r>
      <w:r w:rsidRPr="006535F7">
        <w:rPr>
          <w:sz w:val="28"/>
          <w:szCs w:val="28"/>
        </w:rPr>
        <w:t xml:space="preserve"> оказывают инвалидам помощь с учетом ограничений их жизнедеятельности, необходимую для получения в доступной для них форме информации о правилах предоставления муниципальной услуги, в том числе об оформлении заявления для получения муниципальной услуги, о совершении ими других необходимых для получения муниципальной услуги действий.</w:t>
      </w:r>
    </w:p>
    <w:p w:rsidR="00ED1386" w:rsidRPr="006535F7" w:rsidRDefault="00790566" w:rsidP="0063448F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</w:t>
      </w:r>
      <w:r w:rsidR="00ED1386" w:rsidRPr="006535F7">
        <w:rPr>
          <w:sz w:val="28"/>
          <w:szCs w:val="28"/>
        </w:rPr>
        <w:t xml:space="preserve">.9. Места предоставления муниципальной услуги оборудуются средствами пожаротушения и оповещения о возникновении чрезвычайной </w:t>
      </w:r>
      <w:r w:rsidR="00ED1386" w:rsidRPr="006535F7">
        <w:rPr>
          <w:sz w:val="28"/>
          <w:szCs w:val="28"/>
        </w:rPr>
        <w:lastRenderedPageBreak/>
        <w:t xml:space="preserve">ситуации. На видном месте размещаются схемы размещения средств пожаротушения и путей эвакуации посетителей и работников. </w:t>
      </w:r>
    </w:p>
    <w:p w:rsidR="00ED1386" w:rsidRPr="006535F7" w:rsidRDefault="00790566" w:rsidP="0063448F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</w:t>
      </w:r>
      <w:r w:rsidR="00ED1386" w:rsidRPr="006535F7">
        <w:rPr>
          <w:sz w:val="28"/>
          <w:szCs w:val="28"/>
        </w:rPr>
        <w:t xml:space="preserve">.10. При наличии на территории, прилегающей к местонахождению </w:t>
      </w:r>
      <w:r w:rsidRPr="006535F7">
        <w:rPr>
          <w:sz w:val="28"/>
          <w:szCs w:val="28"/>
        </w:rPr>
        <w:t>учреждений, органов, предоставляющих муниципальную услугу или осуществляющих организацию предоставления муниципальной услуги</w:t>
      </w:r>
      <w:r w:rsidR="00ED1386" w:rsidRPr="006535F7">
        <w:rPr>
          <w:sz w:val="28"/>
          <w:szCs w:val="28"/>
        </w:rPr>
        <w:t>, мест для парковки автотранспортных средств, выделяется не менее 10 процентов мест</w:t>
      </w:r>
      <w:r w:rsidR="00410C7D" w:rsidRPr="006535F7">
        <w:rPr>
          <w:sz w:val="28"/>
          <w:szCs w:val="28"/>
        </w:rPr>
        <w:t xml:space="preserve"> </w:t>
      </w:r>
      <w:r w:rsidR="00ED1386" w:rsidRPr="006535F7">
        <w:rPr>
          <w:sz w:val="28"/>
          <w:szCs w:val="28"/>
        </w:rPr>
        <w:t>(но не менее одного места) для парковки специальных автотранспортных средств инвалидов.</w:t>
      </w:r>
    </w:p>
    <w:p w:rsidR="00ED1386" w:rsidRPr="006535F7" w:rsidRDefault="0079056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2.22</w:t>
      </w:r>
      <w:r w:rsidR="00ED1386" w:rsidRPr="006535F7">
        <w:rPr>
          <w:sz w:val="28"/>
          <w:szCs w:val="28"/>
        </w:rPr>
        <w:t>.11.В местах предоставления муниципальной услуги обеспечивается:</w:t>
      </w:r>
    </w:p>
    <w:p w:rsidR="00ED1386" w:rsidRPr="006535F7" w:rsidRDefault="00616DA8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>допуск в места предоставления муниципальной услуги сурдопереводчика, тифлосурдопереводчика;</w:t>
      </w:r>
    </w:p>
    <w:p w:rsidR="00ED1386" w:rsidRPr="006535F7" w:rsidRDefault="00616DA8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местам предоставления муниципальной услуги;</w:t>
      </w:r>
    </w:p>
    <w:p w:rsidR="00ED1386" w:rsidRPr="006535F7" w:rsidRDefault="00616DA8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>допуск собаки-проводника при наличии документа, подтверждающего</w:t>
      </w:r>
      <w:r w:rsidR="00410C7D" w:rsidRPr="006535F7">
        <w:rPr>
          <w:sz w:val="28"/>
          <w:szCs w:val="28"/>
        </w:rPr>
        <w:t xml:space="preserve"> </w:t>
      </w:r>
      <w:r w:rsidR="00ED1386" w:rsidRPr="006535F7">
        <w:rPr>
          <w:sz w:val="28"/>
          <w:szCs w:val="28"/>
        </w:rPr>
        <w:t>ее специальное обучение, выданного по форме и в порядке, установленном федеральным органом исполнительной власти, осуществляющим функции</w:t>
      </w:r>
      <w:r w:rsidR="00410C7D" w:rsidRPr="006535F7">
        <w:rPr>
          <w:sz w:val="28"/>
          <w:szCs w:val="28"/>
        </w:rPr>
        <w:t xml:space="preserve"> </w:t>
      </w:r>
      <w:r w:rsidR="00ED1386" w:rsidRPr="006535F7">
        <w:rPr>
          <w:sz w:val="28"/>
          <w:szCs w:val="28"/>
        </w:rPr>
        <w:t>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ED1386" w:rsidRPr="006535F7" w:rsidRDefault="00616DA8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ED1386" w:rsidRPr="006535F7" w:rsidRDefault="0079056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2.23</w:t>
      </w:r>
      <w:r w:rsidR="00ED1386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ED1386" w:rsidRPr="006535F7">
        <w:rPr>
          <w:sz w:val="28"/>
          <w:szCs w:val="28"/>
        </w:rPr>
        <w:t xml:space="preserve">Показатели доступности и качества муниципальной услуги: </w:t>
      </w:r>
    </w:p>
    <w:p w:rsidR="00ED1386" w:rsidRPr="006535F7" w:rsidRDefault="0079056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2.23</w:t>
      </w:r>
      <w:r w:rsidR="00ED1386" w:rsidRPr="006535F7">
        <w:rPr>
          <w:sz w:val="28"/>
          <w:szCs w:val="28"/>
        </w:rPr>
        <w:t>.1. Показатели доступности:</w:t>
      </w:r>
    </w:p>
    <w:p w:rsidR="00ED1386" w:rsidRPr="006535F7" w:rsidRDefault="00932721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>наличие возможности получения информации о порядке и условиях предоставления муниципальной услуги: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через информационный терминал (киоск) либо на информационных стендах (да/нет);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на официальном сайте </w:t>
      </w:r>
      <w:r w:rsidR="00790566" w:rsidRPr="006535F7">
        <w:rPr>
          <w:sz w:val="28"/>
          <w:szCs w:val="28"/>
        </w:rPr>
        <w:t xml:space="preserve">учреждений, органов, предоставляющих муниципальную услугу или осуществляющих организацию предоставления муниципальной услуги </w:t>
      </w:r>
      <w:r w:rsidRPr="006535F7">
        <w:rPr>
          <w:sz w:val="28"/>
          <w:szCs w:val="28"/>
        </w:rPr>
        <w:t>(да/нет);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на </w:t>
      </w:r>
      <w:r w:rsidR="005B426C" w:rsidRPr="006535F7">
        <w:rPr>
          <w:sz w:val="28"/>
          <w:szCs w:val="28"/>
        </w:rPr>
        <w:t>Едином портале государственных</w:t>
      </w:r>
      <w:r w:rsidR="00410C7D" w:rsidRPr="006535F7">
        <w:rPr>
          <w:sz w:val="28"/>
          <w:szCs w:val="28"/>
        </w:rPr>
        <w:t xml:space="preserve"> </w:t>
      </w:r>
      <w:r w:rsidR="005B426C" w:rsidRPr="006535F7">
        <w:rPr>
          <w:sz w:val="28"/>
          <w:szCs w:val="28"/>
        </w:rPr>
        <w:t>и муниципальных услуг (</w:t>
      </w:r>
      <w:hyperlink r:id="rId14" w:history="1">
        <w:r w:rsidR="005B426C" w:rsidRPr="006535F7">
          <w:rPr>
            <w:rStyle w:val="af3"/>
            <w:color w:val="auto"/>
            <w:sz w:val="28"/>
            <w:szCs w:val="28"/>
          </w:rPr>
          <w:t>www.gosuslugi.ru</w:t>
        </w:r>
      </w:hyperlink>
      <w:r w:rsidR="005B426C" w:rsidRPr="006535F7">
        <w:rPr>
          <w:sz w:val="28"/>
          <w:szCs w:val="28"/>
        </w:rPr>
        <w:t>) или Портале государственных и муниципальных услуг Красноярского края (</w:t>
      </w:r>
      <w:hyperlink r:id="rId15" w:history="1">
        <w:r w:rsidR="005B426C" w:rsidRPr="006535F7">
          <w:rPr>
            <w:rStyle w:val="af3"/>
            <w:color w:val="auto"/>
            <w:sz w:val="28"/>
            <w:szCs w:val="28"/>
          </w:rPr>
          <w:t>www.gosuslugi.krskstate.ru</w:t>
        </w:r>
      </w:hyperlink>
      <w:r w:rsidR="005B426C" w:rsidRPr="006535F7">
        <w:rPr>
          <w:sz w:val="28"/>
          <w:szCs w:val="28"/>
        </w:rPr>
        <w:t>)</w:t>
      </w:r>
      <w:r w:rsidR="006B44B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(да/нет);</w:t>
      </w:r>
    </w:p>
    <w:p w:rsidR="00ED1386" w:rsidRPr="006535F7" w:rsidRDefault="0079056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ED1386" w:rsidRPr="006535F7">
        <w:rPr>
          <w:sz w:val="28"/>
          <w:szCs w:val="28"/>
        </w:rPr>
        <w:t xml:space="preserve">у специалистов </w:t>
      </w:r>
      <w:r w:rsidRPr="006535F7">
        <w:rPr>
          <w:sz w:val="28"/>
          <w:szCs w:val="28"/>
        </w:rPr>
        <w:t xml:space="preserve">учреждений, органов, предоставляющих муниципальную услугу или осуществляющих организацию предоставления муниципальной услуги </w:t>
      </w:r>
      <w:r w:rsidR="00ED1386" w:rsidRPr="006535F7">
        <w:rPr>
          <w:sz w:val="28"/>
          <w:szCs w:val="28"/>
        </w:rPr>
        <w:t>при личном обращении Заявителя, в телефонном режиме или посредством почтовой связи (да/нет)</w:t>
      </w:r>
      <w:r w:rsidR="00D37AF4" w:rsidRPr="006535F7">
        <w:rPr>
          <w:sz w:val="28"/>
          <w:szCs w:val="28"/>
        </w:rPr>
        <w:t>.</w:t>
      </w:r>
    </w:p>
    <w:p w:rsidR="00ED1386" w:rsidRPr="006535F7" w:rsidRDefault="0079056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2.23</w:t>
      </w:r>
      <w:r w:rsidR="00ED1386" w:rsidRPr="006535F7">
        <w:rPr>
          <w:sz w:val="28"/>
          <w:szCs w:val="28"/>
        </w:rPr>
        <w:t>.2.</w:t>
      </w:r>
      <w:r w:rsidR="00410C7D" w:rsidRPr="006535F7">
        <w:rPr>
          <w:sz w:val="28"/>
          <w:szCs w:val="28"/>
        </w:rPr>
        <w:t xml:space="preserve"> </w:t>
      </w:r>
      <w:r w:rsidR="00ED1386" w:rsidRPr="006535F7">
        <w:rPr>
          <w:sz w:val="28"/>
          <w:szCs w:val="28"/>
        </w:rPr>
        <w:t>Показатели качества:</w:t>
      </w:r>
    </w:p>
    <w:p w:rsidR="00ED1386" w:rsidRPr="006535F7" w:rsidRDefault="00ED1386" w:rsidP="00ED1386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наличие оборудованных мест ожидания и написания заявления (да/нет);</w:t>
      </w:r>
    </w:p>
    <w:p w:rsidR="00ED1386" w:rsidRPr="006535F7" w:rsidRDefault="00ED1386" w:rsidP="00ED1386">
      <w:pPr>
        <w:shd w:val="clear" w:color="auto" w:fill="FFFFFF"/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удельный вес количества обоснованных жалоб к числу граждан, которым предоставлена муниципальная услуга в календарном году (не более 0,1 %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календарном году).</w:t>
      </w:r>
    </w:p>
    <w:p w:rsidR="00E318E9" w:rsidRPr="006535F7" w:rsidRDefault="00E318E9" w:rsidP="00ED138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91A1A" w:rsidRPr="006535F7" w:rsidRDefault="00ED1386" w:rsidP="00ED1386">
      <w:pPr>
        <w:pStyle w:val="p10"/>
        <w:tabs>
          <w:tab w:val="clear" w:pos="566"/>
          <w:tab w:val="left" w:pos="708"/>
        </w:tabs>
        <w:spacing w:line="240" w:lineRule="auto"/>
        <w:ind w:firstLine="0"/>
        <w:jc w:val="center"/>
        <w:rPr>
          <w:b/>
          <w:color w:val="000000"/>
          <w:sz w:val="28"/>
          <w:szCs w:val="28"/>
          <w:lang w:val="ru-RU"/>
        </w:rPr>
      </w:pPr>
      <w:r w:rsidRPr="006535F7">
        <w:rPr>
          <w:b/>
          <w:color w:val="000000"/>
          <w:sz w:val="28"/>
          <w:szCs w:val="28"/>
        </w:rPr>
        <w:lastRenderedPageBreak/>
        <w:t>III</w:t>
      </w:r>
      <w:r w:rsidRPr="006535F7">
        <w:rPr>
          <w:b/>
          <w:color w:val="000000"/>
          <w:sz w:val="28"/>
          <w:szCs w:val="28"/>
          <w:lang w:val="ru-RU"/>
        </w:rPr>
        <w:t>. СОСТАВ, ПОСЛЕДОВАТЕЛЬНОСТЬ И СРОКИ ВЫПОЛНЕНИЯ АДМИНИСТРАТИВНЫХ ПРОЦЕДУР ПРЕДОСТАВЛЕНИЯ МУНИЦИПАЛЬНОЙ УСЛУГИ, ТРЕБОВАНИЯ К ПОРЯДКУ ИХ ВЫПОЛНЕНИЯ, В ТОМ ЧИСЛЕ ОСОБЕННОСТИ ВЫПОЛНЕНИЯ АДМИНИСТРАТИВНЫХ ПРОЦЕДУР</w:t>
      </w:r>
    </w:p>
    <w:p w:rsidR="00ED1386" w:rsidRPr="006535F7" w:rsidRDefault="00ED1386" w:rsidP="00ED1386">
      <w:pPr>
        <w:pStyle w:val="p10"/>
        <w:tabs>
          <w:tab w:val="clear" w:pos="566"/>
          <w:tab w:val="left" w:pos="708"/>
        </w:tabs>
        <w:spacing w:line="240" w:lineRule="auto"/>
        <w:ind w:firstLine="0"/>
        <w:jc w:val="center"/>
        <w:rPr>
          <w:b/>
          <w:color w:val="000000"/>
          <w:sz w:val="28"/>
          <w:szCs w:val="28"/>
          <w:lang w:val="ru-RU"/>
        </w:rPr>
      </w:pPr>
      <w:r w:rsidRPr="006535F7">
        <w:rPr>
          <w:b/>
          <w:color w:val="000000"/>
          <w:sz w:val="28"/>
          <w:szCs w:val="28"/>
          <w:lang w:val="ru-RU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5342F5" w:rsidRPr="006535F7" w:rsidRDefault="005342F5" w:rsidP="00BC2253">
      <w:pPr>
        <w:shd w:val="clear" w:color="auto" w:fill="FFFFFF"/>
        <w:jc w:val="center"/>
        <w:rPr>
          <w:sz w:val="28"/>
          <w:szCs w:val="28"/>
        </w:rPr>
      </w:pP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3.1. Предоставление муниципальной услуги включает в себя </w:t>
      </w:r>
      <w:r w:rsidR="00790566" w:rsidRPr="006535F7">
        <w:rPr>
          <w:sz w:val="28"/>
          <w:szCs w:val="28"/>
        </w:rPr>
        <w:t>следующие административные</w:t>
      </w:r>
      <w:r w:rsidRPr="006535F7">
        <w:rPr>
          <w:sz w:val="28"/>
          <w:szCs w:val="28"/>
        </w:rPr>
        <w:t xml:space="preserve"> процедур</w:t>
      </w:r>
      <w:r w:rsidR="00790566" w:rsidRPr="006535F7">
        <w:rPr>
          <w:sz w:val="28"/>
          <w:szCs w:val="28"/>
        </w:rPr>
        <w:t>ы</w:t>
      </w:r>
      <w:r w:rsidRPr="006535F7">
        <w:rPr>
          <w:sz w:val="28"/>
          <w:szCs w:val="28"/>
        </w:rPr>
        <w:t>:</w:t>
      </w:r>
    </w:p>
    <w:p w:rsidR="00FA34B8" w:rsidRPr="006535F7" w:rsidRDefault="00FA34B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B91A1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прием заявления, документов на предоставление муниципальной услуги;</w:t>
      </w: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B91A1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регистрация </w:t>
      </w:r>
      <w:r w:rsidR="00C033CA" w:rsidRPr="006535F7">
        <w:rPr>
          <w:sz w:val="28"/>
          <w:szCs w:val="28"/>
        </w:rPr>
        <w:t>заявления</w:t>
      </w:r>
      <w:r w:rsidR="0091240D" w:rsidRPr="006535F7">
        <w:rPr>
          <w:sz w:val="28"/>
          <w:szCs w:val="28"/>
        </w:rPr>
        <w:t xml:space="preserve">, </w:t>
      </w:r>
      <w:r w:rsidR="00A3690E" w:rsidRPr="006535F7">
        <w:rPr>
          <w:sz w:val="28"/>
          <w:szCs w:val="28"/>
        </w:rPr>
        <w:t>документов</w:t>
      </w:r>
      <w:r w:rsidR="00790566" w:rsidRPr="006535F7">
        <w:rPr>
          <w:sz w:val="28"/>
          <w:szCs w:val="28"/>
        </w:rPr>
        <w:t xml:space="preserve"> на предоставление муниципальной услуги</w:t>
      </w:r>
      <w:r w:rsidRPr="006535F7">
        <w:rPr>
          <w:sz w:val="28"/>
          <w:szCs w:val="28"/>
        </w:rPr>
        <w:t xml:space="preserve">; </w:t>
      </w: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B91A1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рассмотрение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документов; </w:t>
      </w: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зачисление </w:t>
      </w:r>
      <w:r w:rsidR="00790566" w:rsidRPr="006535F7">
        <w:rPr>
          <w:sz w:val="28"/>
          <w:szCs w:val="28"/>
        </w:rPr>
        <w:t>обучающегося</w:t>
      </w:r>
      <w:r w:rsidRPr="006535F7">
        <w:rPr>
          <w:sz w:val="28"/>
          <w:szCs w:val="28"/>
        </w:rPr>
        <w:t xml:space="preserve"> в образовательное учреждение.</w:t>
      </w: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3.2. Последовательность административных процедур, выполняемых при предоставлении муниципальной услуги, </w:t>
      </w:r>
      <w:r w:rsidR="00B91A1A" w:rsidRPr="006535F7">
        <w:rPr>
          <w:sz w:val="28"/>
          <w:szCs w:val="28"/>
        </w:rPr>
        <w:t xml:space="preserve">указана </w:t>
      </w:r>
      <w:r w:rsidR="00CA7A65" w:rsidRPr="006535F7">
        <w:rPr>
          <w:sz w:val="28"/>
          <w:szCs w:val="28"/>
        </w:rPr>
        <w:t xml:space="preserve">в блок-схеме </w:t>
      </w:r>
      <w:r w:rsidR="0043357F" w:rsidRPr="006535F7">
        <w:rPr>
          <w:sz w:val="28"/>
          <w:szCs w:val="28"/>
        </w:rPr>
        <w:t>(приложение № 6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к </w:t>
      </w:r>
      <w:r w:rsidR="0043357F" w:rsidRPr="006535F7">
        <w:rPr>
          <w:sz w:val="28"/>
          <w:szCs w:val="28"/>
        </w:rPr>
        <w:t>А</w:t>
      </w:r>
      <w:r w:rsidRPr="006535F7">
        <w:rPr>
          <w:sz w:val="28"/>
          <w:szCs w:val="28"/>
        </w:rPr>
        <w:t>дминистративному регламенту</w:t>
      </w:r>
      <w:r w:rsidR="0043357F" w:rsidRPr="006535F7">
        <w:rPr>
          <w:sz w:val="28"/>
          <w:szCs w:val="28"/>
        </w:rPr>
        <w:t>)</w:t>
      </w:r>
      <w:r w:rsidRPr="006535F7">
        <w:rPr>
          <w:sz w:val="28"/>
          <w:szCs w:val="28"/>
        </w:rPr>
        <w:t>.</w:t>
      </w:r>
    </w:p>
    <w:p w:rsidR="00BC2253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3.3.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Сроки </w:t>
      </w:r>
      <w:r w:rsidR="0043357F" w:rsidRPr="006535F7">
        <w:rPr>
          <w:sz w:val="28"/>
          <w:szCs w:val="28"/>
        </w:rPr>
        <w:t>прохождения отдельных</w:t>
      </w:r>
      <w:r w:rsidRPr="006535F7">
        <w:rPr>
          <w:sz w:val="28"/>
          <w:szCs w:val="28"/>
        </w:rPr>
        <w:t xml:space="preserve"> административных процедур.</w:t>
      </w:r>
    </w:p>
    <w:p w:rsidR="00FA34B8" w:rsidRPr="006535F7" w:rsidRDefault="00FA34B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3.3.1. Прием заявления, документов на предоставление муниципальной услуги </w:t>
      </w:r>
      <w:r w:rsidR="00CD3461" w:rsidRPr="006535F7">
        <w:rPr>
          <w:sz w:val="28"/>
          <w:szCs w:val="28"/>
        </w:rPr>
        <w:t>–</w:t>
      </w:r>
      <w:r w:rsidRPr="006535F7">
        <w:rPr>
          <w:sz w:val="28"/>
          <w:szCs w:val="28"/>
        </w:rPr>
        <w:t xml:space="preserve"> </w:t>
      </w:r>
      <w:r w:rsidR="00CD3461" w:rsidRPr="006535F7">
        <w:rPr>
          <w:sz w:val="28"/>
          <w:szCs w:val="28"/>
        </w:rPr>
        <w:t xml:space="preserve">не более 15 минут при личном обращении Заявителя в день обращения; </w:t>
      </w:r>
      <w:r w:rsidRPr="006535F7">
        <w:rPr>
          <w:sz w:val="28"/>
          <w:szCs w:val="28"/>
        </w:rPr>
        <w:t xml:space="preserve">не более одного рабочего дня с даты </w:t>
      </w:r>
      <w:r w:rsidR="00CD3461" w:rsidRPr="006535F7">
        <w:rPr>
          <w:sz w:val="28"/>
          <w:szCs w:val="28"/>
        </w:rPr>
        <w:t>поступления</w:t>
      </w:r>
      <w:r w:rsidRPr="006535F7">
        <w:rPr>
          <w:sz w:val="28"/>
          <w:szCs w:val="28"/>
        </w:rPr>
        <w:t xml:space="preserve"> заявления, документов </w:t>
      </w:r>
      <w:r w:rsidR="00CD3461" w:rsidRPr="006535F7">
        <w:rPr>
          <w:sz w:val="28"/>
          <w:szCs w:val="28"/>
        </w:rPr>
        <w:t>посредством почтового отправления или поступления заявления, документов</w:t>
      </w:r>
      <w:r w:rsidR="00410C7D" w:rsidRPr="006535F7">
        <w:rPr>
          <w:sz w:val="28"/>
          <w:szCs w:val="28"/>
        </w:rPr>
        <w:t xml:space="preserve"> </w:t>
      </w:r>
      <w:r w:rsidR="00CD3461" w:rsidRPr="006535F7">
        <w:rPr>
          <w:sz w:val="28"/>
          <w:szCs w:val="28"/>
        </w:rPr>
        <w:t>в электронном виде</w:t>
      </w:r>
      <w:r w:rsidRPr="006535F7">
        <w:rPr>
          <w:sz w:val="28"/>
          <w:szCs w:val="28"/>
        </w:rPr>
        <w:t>.</w:t>
      </w:r>
    </w:p>
    <w:p w:rsidR="00BC2253" w:rsidRPr="006535F7" w:rsidRDefault="00EF788A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3.3.2</w:t>
      </w:r>
      <w:r w:rsidR="0043357F" w:rsidRPr="006535F7">
        <w:rPr>
          <w:sz w:val="28"/>
          <w:szCs w:val="28"/>
        </w:rPr>
        <w:t>.</w:t>
      </w:r>
      <w:r w:rsidR="00BC2253" w:rsidRPr="006535F7">
        <w:rPr>
          <w:sz w:val="28"/>
          <w:szCs w:val="28"/>
        </w:rPr>
        <w:t xml:space="preserve"> </w:t>
      </w:r>
      <w:r w:rsidR="00CD3461" w:rsidRPr="006535F7">
        <w:rPr>
          <w:sz w:val="28"/>
          <w:szCs w:val="28"/>
        </w:rPr>
        <w:t>Р</w:t>
      </w:r>
      <w:r w:rsidR="00BC2253" w:rsidRPr="006535F7">
        <w:rPr>
          <w:sz w:val="28"/>
          <w:szCs w:val="28"/>
        </w:rPr>
        <w:t xml:space="preserve">егистрация </w:t>
      </w:r>
      <w:r w:rsidR="00C033CA" w:rsidRPr="006535F7">
        <w:rPr>
          <w:sz w:val="28"/>
          <w:szCs w:val="28"/>
        </w:rPr>
        <w:t>заявления</w:t>
      </w:r>
      <w:r w:rsidR="0091240D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документов </w:t>
      </w:r>
      <w:r w:rsidR="0043357F" w:rsidRPr="006535F7">
        <w:rPr>
          <w:sz w:val="28"/>
          <w:szCs w:val="28"/>
        </w:rPr>
        <w:t>на предоставление муниципальной услуги -</w:t>
      </w:r>
      <w:r w:rsidR="00BC2253" w:rsidRPr="006535F7">
        <w:rPr>
          <w:sz w:val="28"/>
          <w:szCs w:val="28"/>
        </w:rPr>
        <w:t xml:space="preserve"> не более </w:t>
      </w:r>
      <w:r w:rsidR="00245076" w:rsidRPr="006535F7">
        <w:rPr>
          <w:sz w:val="28"/>
          <w:szCs w:val="28"/>
        </w:rPr>
        <w:t xml:space="preserve">1 </w:t>
      </w:r>
      <w:r w:rsidR="0043357F" w:rsidRPr="006535F7">
        <w:rPr>
          <w:sz w:val="28"/>
          <w:szCs w:val="28"/>
        </w:rPr>
        <w:t>рабочего</w:t>
      </w:r>
      <w:r w:rsidR="00BC2253" w:rsidRPr="006535F7">
        <w:rPr>
          <w:sz w:val="28"/>
          <w:szCs w:val="28"/>
        </w:rPr>
        <w:t xml:space="preserve"> дня с даты поступления </w:t>
      </w:r>
      <w:r w:rsidR="00C033CA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документов </w:t>
      </w:r>
      <w:r w:rsidR="00BC2253" w:rsidRPr="006535F7">
        <w:rPr>
          <w:sz w:val="28"/>
          <w:szCs w:val="28"/>
        </w:rPr>
        <w:t>в образовательное учреждение.</w:t>
      </w:r>
    </w:p>
    <w:p w:rsidR="00F83BF5" w:rsidRPr="006535F7" w:rsidRDefault="00EF788A" w:rsidP="00F83BF5">
      <w:pPr>
        <w:ind w:firstLine="708"/>
        <w:jc w:val="both"/>
        <w:rPr>
          <w:color w:val="FF0000"/>
          <w:sz w:val="28"/>
          <w:szCs w:val="28"/>
        </w:rPr>
      </w:pPr>
      <w:r w:rsidRPr="006535F7">
        <w:rPr>
          <w:sz w:val="28"/>
          <w:szCs w:val="28"/>
        </w:rPr>
        <w:t>3.3.3</w:t>
      </w:r>
      <w:r w:rsidR="0043357F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F87A93" w:rsidRPr="006535F7">
        <w:rPr>
          <w:sz w:val="28"/>
          <w:szCs w:val="28"/>
        </w:rPr>
        <w:t>СП КГБУ «МФЦ» в с. Идринское</w:t>
      </w:r>
      <w:r w:rsidR="006E3F18" w:rsidRPr="006535F7">
        <w:rPr>
          <w:sz w:val="28"/>
          <w:szCs w:val="28"/>
        </w:rPr>
        <w:t xml:space="preserve"> передает в </w:t>
      </w:r>
      <w:r w:rsidR="005D4C23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>тдел образования</w:t>
      </w:r>
      <w:r w:rsidR="005D4C23" w:rsidRPr="006535F7">
        <w:rPr>
          <w:sz w:val="28"/>
          <w:szCs w:val="28"/>
        </w:rPr>
        <w:t xml:space="preserve"> администрации Идринского района</w:t>
      </w:r>
      <w:r w:rsidR="006E3F18" w:rsidRPr="006535F7">
        <w:rPr>
          <w:sz w:val="28"/>
          <w:szCs w:val="28"/>
        </w:rPr>
        <w:t xml:space="preserve">, </w:t>
      </w:r>
      <w:r w:rsidR="005D4C23" w:rsidRPr="006535F7">
        <w:rPr>
          <w:sz w:val="28"/>
          <w:szCs w:val="28"/>
        </w:rPr>
        <w:t>отдел образования администрации Идринского района</w:t>
      </w:r>
      <w:r w:rsidR="00F83BF5" w:rsidRPr="006535F7">
        <w:rPr>
          <w:sz w:val="28"/>
          <w:szCs w:val="28"/>
        </w:rPr>
        <w:t xml:space="preserve"> передает в образовательное учреждение для исполнения принятые от Заявителей </w:t>
      </w:r>
      <w:r w:rsidR="00A3690E" w:rsidRPr="006535F7">
        <w:rPr>
          <w:sz w:val="28"/>
          <w:szCs w:val="28"/>
        </w:rPr>
        <w:t>заявления</w:t>
      </w:r>
      <w:r w:rsidR="00245076" w:rsidRPr="006535F7">
        <w:rPr>
          <w:sz w:val="28"/>
          <w:szCs w:val="28"/>
        </w:rPr>
        <w:t xml:space="preserve"> и</w:t>
      </w:r>
      <w:r w:rsidR="00223A54" w:rsidRPr="006535F7">
        <w:rPr>
          <w:sz w:val="28"/>
          <w:szCs w:val="28"/>
        </w:rPr>
        <w:t xml:space="preserve"> </w:t>
      </w:r>
      <w:r w:rsidR="00F83BF5" w:rsidRPr="006535F7">
        <w:rPr>
          <w:sz w:val="28"/>
          <w:szCs w:val="28"/>
        </w:rPr>
        <w:t xml:space="preserve">документы </w:t>
      </w:r>
      <w:r w:rsidR="00A3690E" w:rsidRPr="006535F7">
        <w:rPr>
          <w:sz w:val="28"/>
          <w:szCs w:val="28"/>
        </w:rPr>
        <w:t>на предоставление муниципальной услуги</w:t>
      </w:r>
      <w:r w:rsidR="00410C7D" w:rsidRPr="006535F7">
        <w:rPr>
          <w:sz w:val="28"/>
          <w:szCs w:val="28"/>
        </w:rPr>
        <w:t xml:space="preserve"> </w:t>
      </w:r>
      <w:r w:rsidR="00F83BF5" w:rsidRPr="006535F7">
        <w:rPr>
          <w:sz w:val="28"/>
          <w:szCs w:val="28"/>
        </w:rPr>
        <w:t xml:space="preserve">в электронном виде не позднее </w:t>
      </w:r>
      <w:r w:rsidR="00245076" w:rsidRPr="006535F7">
        <w:rPr>
          <w:sz w:val="28"/>
          <w:szCs w:val="28"/>
        </w:rPr>
        <w:t xml:space="preserve">1 </w:t>
      </w:r>
      <w:r w:rsidR="00F83BF5" w:rsidRPr="006535F7">
        <w:rPr>
          <w:sz w:val="28"/>
          <w:szCs w:val="28"/>
        </w:rPr>
        <w:t xml:space="preserve">рабочего дня, следующего за </w:t>
      </w:r>
      <w:r w:rsidR="00245076" w:rsidRPr="006535F7">
        <w:rPr>
          <w:sz w:val="28"/>
          <w:szCs w:val="28"/>
        </w:rPr>
        <w:t>датой</w:t>
      </w:r>
      <w:r w:rsidR="00410C7D" w:rsidRPr="006535F7">
        <w:rPr>
          <w:sz w:val="28"/>
          <w:szCs w:val="28"/>
        </w:rPr>
        <w:t xml:space="preserve"> </w:t>
      </w:r>
      <w:r w:rsidR="00F83BF5" w:rsidRPr="006535F7">
        <w:rPr>
          <w:sz w:val="28"/>
          <w:szCs w:val="28"/>
        </w:rPr>
        <w:t xml:space="preserve">их поступления, с последующим подтверждением на бумажном носителе не реже </w:t>
      </w:r>
      <w:r w:rsidR="00245076" w:rsidRPr="006535F7">
        <w:rPr>
          <w:sz w:val="28"/>
          <w:szCs w:val="28"/>
        </w:rPr>
        <w:t>1</w:t>
      </w:r>
      <w:r w:rsidR="00F83BF5" w:rsidRPr="006535F7">
        <w:rPr>
          <w:sz w:val="28"/>
          <w:szCs w:val="28"/>
        </w:rPr>
        <w:t xml:space="preserve"> раза в неделю.</w:t>
      </w:r>
      <w:r w:rsidR="00F83BF5" w:rsidRPr="006535F7">
        <w:rPr>
          <w:color w:val="FF0000"/>
          <w:sz w:val="28"/>
          <w:szCs w:val="28"/>
        </w:rPr>
        <w:t xml:space="preserve"> </w:t>
      </w:r>
    </w:p>
    <w:p w:rsidR="00F83BF5" w:rsidRPr="006535F7" w:rsidRDefault="00F83BF5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3.3.4. </w:t>
      </w:r>
      <w:r w:rsidR="0009169D" w:rsidRPr="006535F7">
        <w:rPr>
          <w:sz w:val="28"/>
          <w:szCs w:val="28"/>
        </w:rPr>
        <w:t>Р</w:t>
      </w:r>
      <w:r w:rsidRPr="006535F7">
        <w:rPr>
          <w:sz w:val="28"/>
          <w:szCs w:val="28"/>
        </w:rPr>
        <w:t xml:space="preserve">ассмотрение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 xml:space="preserve">, </w:t>
      </w:r>
      <w:r w:rsidR="0009169D" w:rsidRPr="006535F7">
        <w:rPr>
          <w:sz w:val="28"/>
          <w:szCs w:val="28"/>
        </w:rPr>
        <w:t>документов</w:t>
      </w:r>
      <w:r w:rsidRPr="006535F7">
        <w:rPr>
          <w:sz w:val="28"/>
          <w:szCs w:val="28"/>
        </w:rPr>
        <w:t xml:space="preserve"> – не более </w:t>
      </w:r>
      <w:r w:rsidR="00245076" w:rsidRPr="006535F7">
        <w:rPr>
          <w:sz w:val="28"/>
          <w:szCs w:val="28"/>
        </w:rPr>
        <w:t>3</w:t>
      </w:r>
      <w:r w:rsidRPr="006535F7">
        <w:rPr>
          <w:sz w:val="28"/>
          <w:szCs w:val="28"/>
        </w:rPr>
        <w:t xml:space="preserve"> рабочих дней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со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дня </w:t>
      </w:r>
      <w:r w:rsidR="00A3690E" w:rsidRPr="006535F7">
        <w:rPr>
          <w:sz w:val="28"/>
          <w:szCs w:val="28"/>
        </w:rPr>
        <w:t>их регистрации</w:t>
      </w:r>
      <w:r w:rsidR="0009169D" w:rsidRPr="006535F7">
        <w:rPr>
          <w:sz w:val="28"/>
          <w:szCs w:val="28"/>
        </w:rPr>
        <w:t>.</w:t>
      </w:r>
    </w:p>
    <w:p w:rsidR="0009169D" w:rsidRPr="006535F7" w:rsidRDefault="00A62487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3.3.5</w:t>
      </w:r>
      <w:r w:rsidR="009F0ADB"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9F0ADB" w:rsidRPr="006535F7">
        <w:rPr>
          <w:sz w:val="28"/>
          <w:szCs w:val="28"/>
        </w:rPr>
        <w:t xml:space="preserve">Сроки предоставления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</w:t>
      </w:r>
      <w:r w:rsidR="009F0ADB" w:rsidRPr="006535F7">
        <w:rPr>
          <w:sz w:val="28"/>
          <w:szCs w:val="28"/>
        </w:rPr>
        <w:t>документов</w:t>
      </w:r>
      <w:r w:rsidR="00A3690E" w:rsidRPr="006535F7">
        <w:rPr>
          <w:sz w:val="28"/>
          <w:szCs w:val="28"/>
        </w:rPr>
        <w:t xml:space="preserve"> на предоставление муниципальной услуги</w:t>
      </w:r>
      <w:r w:rsidR="009F0ADB" w:rsidRPr="006535F7">
        <w:rPr>
          <w:sz w:val="28"/>
          <w:szCs w:val="28"/>
        </w:rPr>
        <w:t>:</w:t>
      </w:r>
    </w:p>
    <w:p w:rsidR="00E265AA" w:rsidRPr="006535F7" w:rsidRDefault="009F0ADB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1)</w:t>
      </w:r>
      <w:r w:rsidR="00410C7D" w:rsidRPr="006535F7">
        <w:rPr>
          <w:sz w:val="28"/>
          <w:szCs w:val="28"/>
        </w:rPr>
        <w:t xml:space="preserve"> </w:t>
      </w:r>
      <w:r w:rsidR="00E16CE7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 xml:space="preserve">рием </w:t>
      </w:r>
      <w:r w:rsidR="00A3690E" w:rsidRPr="006535F7">
        <w:rPr>
          <w:sz w:val="28"/>
          <w:szCs w:val="28"/>
        </w:rPr>
        <w:t>заявлени</w:t>
      </w:r>
      <w:r w:rsidR="00A43197" w:rsidRPr="006535F7">
        <w:rPr>
          <w:sz w:val="28"/>
          <w:szCs w:val="28"/>
        </w:rPr>
        <w:t>й</w:t>
      </w:r>
      <w:r w:rsidR="00223A54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документов </w:t>
      </w:r>
      <w:r w:rsidR="00B67C6C" w:rsidRPr="006535F7">
        <w:rPr>
          <w:sz w:val="28"/>
          <w:szCs w:val="28"/>
        </w:rPr>
        <w:t xml:space="preserve">при зачислении </w:t>
      </w:r>
      <w:r w:rsidRPr="006535F7">
        <w:rPr>
          <w:sz w:val="28"/>
          <w:szCs w:val="28"/>
        </w:rPr>
        <w:t xml:space="preserve">в первый класс образовательного учреждения </w:t>
      </w:r>
      <w:r w:rsidR="00B67C6C" w:rsidRPr="006535F7">
        <w:rPr>
          <w:sz w:val="28"/>
          <w:szCs w:val="28"/>
        </w:rPr>
        <w:t>детей</w:t>
      </w:r>
      <w:r w:rsidRPr="006535F7">
        <w:rPr>
          <w:sz w:val="28"/>
          <w:szCs w:val="28"/>
        </w:rPr>
        <w:t xml:space="preserve">, проживающих </w:t>
      </w:r>
      <w:r w:rsidR="003A03CF" w:rsidRPr="006535F7">
        <w:rPr>
          <w:sz w:val="28"/>
          <w:szCs w:val="28"/>
        </w:rPr>
        <w:t xml:space="preserve">на территории, за которой закреплено данное образовательное учреждение, </w:t>
      </w:r>
      <w:r w:rsidR="00223A54" w:rsidRPr="006535F7">
        <w:rPr>
          <w:sz w:val="28"/>
          <w:szCs w:val="28"/>
        </w:rPr>
        <w:t>начинается не позднее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1 февраля и завершается не позднее 30 июня текущего года</w:t>
      </w:r>
      <w:r w:rsidR="00A43197" w:rsidRPr="006535F7">
        <w:rPr>
          <w:sz w:val="28"/>
          <w:szCs w:val="28"/>
        </w:rPr>
        <w:t xml:space="preserve"> (организованный прием детей в первый класс)</w:t>
      </w:r>
      <w:r w:rsidR="00E265AA" w:rsidRPr="006535F7">
        <w:rPr>
          <w:sz w:val="28"/>
          <w:szCs w:val="28"/>
        </w:rPr>
        <w:t xml:space="preserve">. При </w:t>
      </w:r>
      <w:r w:rsidR="00FA5933" w:rsidRPr="006535F7">
        <w:rPr>
          <w:sz w:val="28"/>
          <w:szCs w:val="28"/>
        </w:rPr>
        <w:t xml:space="preserve">подаче </w:t>
      </w:r>
      <w:r w:rsidR="00A101B2" w:rsidRPr="006535F7">
        <w:rPr>
          <w:sz w:val="28"/>
          <w:szCs w:val="28"/>
        </w:rPr>
        <w:t xml:space="preserve">позднее 30 июня текущего года </w:t>
      </w:r>
      <w:r w:rsidR="00FA5933" w:rsidRPr="006535F7">
        <w:rPr>
          <w:sz w:val="28"/>
          <w:szCs w:val="28"/>
        </w:rPr>
        <w:t xml:space="preserve">заявления, документов для зачисления в первый класс </w:t>
      </w:r>
      <w:r w:rsidR="00FA5933" w:rsidRPr="006535F7">
        <w:rPr>
          <w:sz w:val="28"/>
          <w:szCs w:val="28"/>
        </w:rPr>
        <w:lastRenderedPageBreak/>
        <w:t xml:space="preserve">образовательного учреждения детей, проживающих на территории, за которой закреплено данное образовательное учреждение, </w:t>
      </w:r>
      <w:r w:rsidR="001B7EDB" w:rsidRPr="006535F7">
        <w:rPr>
          <w:sz w:val="28"/>
          <w:szCs w:val="28"/>
        </w:rPr>
        <w:t xml:space="preserve">зачисление на обучение осуществляется только при наличии свободных мест </w:t>
      </w:r>
      <w:r w:rsidR="00440735" w:rsidRPr="006535F7">
        <w:rPr>
          <w:sz w:val="28"/>
          <w:szCs w:val="28"/>
        </w:rPr>
        <w:t xml:space="preserve">в первых классах </w:t>
      </w:r>
      <w:r w:rsidR="00045696" w:rsidRPr="006535F7">
        <w:rPr>
          <w:sz w:val="28"/>
          <w:szCs w:val="28"/>
        </w:rPr>
        <w:t>этого</w:t>
      </w:r>
      <w:r w:rsidR="00440735" w:rsidRPr="006535F7">
        <w:rPr>
          <w:sz w:val="28"/>
          <w:szCs w:val="28"/>
        </w:rPr>
        <w:t xml:space="preserve"> образовательного учреждения.</w:t>
      </w:r>
    </w:p>
    <w:p w:rsidR="009F0ADB" w:rsidRPr="006535F7" w:rsidRDefault="009F0ADB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2) </w:t>
      </w:r>
      <w:r w:rsidR="00E16CE7" w:rsidRPr="006535F7">
        <w:rPr>
          <w:sz w:val="28"/>
          <w:szCs w:val="28"/>
        </w:rPr>
        <w:t>П</w:t>
      </w:r>
      <w:r w:rsidR="00A62487" w:rsidRPr="006535F7">
        <w:rPr>
          <w:sz w:val="28"/>
          <w:szCs w:val="28"/>
        </w:rPr>
        <w:t xml:space="preserve">рием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 xml:space="preserve">, </w:t>
      </w:r>
      <w:r w:rsidR="00A62487" w:rsidRPr="006535F7">
        <w:rPr>
          <w:sz w:val="28"/>
          <w:szCs w:val="28"/>
        </w:rPr>
        <w:t xml:space="preserve">документов </w:t>
      </w:r>
      <w:r w:rsidR="00EC14B6" w:rsidRPr="006535F7">
        <w:rPr>
          <w:sz w:val="28"/>
          <w:szCs w:val="28"/>
        </w:rPr>
        <w:t xml:space="preserve">при зачислении </w:t>
      </w:r>
      <w:r w:rsidR="00A62487" w:rsidRPr="006535F7">
        <w:rPr>
          <w:sz w:val="28"/>
          <w:szCs w:val="28"/>
        </w:rPr>
        <w:t xml:space="preserve">в первый класс образовательного учреждения </w:t>
      </w:r>
      <w:r w:rsidR="00EC14B6" w:rsidRPr="006535F7">
        <w:rPr>
          <w:sz w:val="28"/>
          <w:szCs w:val="28"/>
        </w:rPr>
        <w:t>детей,</w:t>
      </w:r>
      <w:r w:rsidR="00A62487" w:rsidRPr="006535F7">
        <w:rPr>
          <w:sz w:val="28"/>
          <w:szCs w:val="28"/>
        </w:rPr>
        <w:t xml:space="preserve"> не проживающих </w:t>
      </w:r>
      <w:r w:rsidR="00BB2249" w:rsidRPr="006535F7">
        <w:rPr>
          <w:sz w:val="28"/>
          <w:szCs w:val="28"/>
        </w:rPr>
        <w:t>на территории, за которой закреплено данное образовательное учреждение,</w:t>
      </w:r>
      <w:r w:rsidR="00A62487" w:rsidRPr="006535F7">
        <w:rPr>
          <w:sz w:val="28"/>
          <w:szCs w:val="28"/>
        </w:rPr>
        <w:t xml:space="preserve"> начинается с 1 июля текущего года до момента заполнения свободных мест, но не позднее 5 сентября текущего года. Образовательное учреждение, закончившее </w:t>
      </w:r>
      <w:r w:rsidR="00A26563" w:rsidRPr="006535F7">
        <w:rPr>
          <w:sz w:val="28"/>
          <w:szCs w:val="28"/>
        </w:rPr>
        <w:t xml:space="preserve">ранее 30 июня </w:t>
      </w:r>
      <w:r w:rsidR="00567AC3" w:rsidRPr="006535F7">
        <w:rPr>
          <w:sz w:val="28"/>
          <w:szCs w:val="28"/>
        </w:rPr>
        <w:t>зачисление</w:t>
      </w:r>
      <w:r w:rsidR="00410C7D" w:rsidRPr="006535F7">
        <w:rPr>
          <w:sz w:val="28"/>
          <w:szCs w:val="28"/>
        </w:rPr>
        <w:t xml:space="preserve"> </w:t>
      </w:r>
      <w:r w:rsidR="00A62487" w:rsidRPr="006535F7">
        <w:rPr>
          <w:sz w:val="28"/>
          <w:szCs w:val="28"/>
        </w:rPr>
        <w:t xml:space="preserve">в первый класс всех детей, проживающих </w:t>
      </w:r>
      <w:r w:rsidR="00567AC3" w:rsidRPr="006535F7">
        <w:rPr>
          <w:sz w:val="28"/>
          <w:szCs w:val="28"/>
        </w:rPr>
        <w:t xml:space="preserve">на территории, за которой закреплено данное образовательное учреждение, </w:t>
      </w:r>
      <w:r w:rsidR="00A62487" w:rsidRPr="006535F7">
        <w:rPr>
          <w:sz w:val="28"/>
          <w:szCs w:val="28"/>
        </w:rPr>
        <w:t xml:space="preserve">осуществляет </w:t>
      </w:r>
      <w:r w:rsidR="00567AC3" w:rsidRPr="006535F7">
        <w:rPr>
          <w:sz w:val="28"/>
          <w:szCs w:val="28"/>
        </w:rPr>
        <w:t>зачисление</w:t>
      </w:r>
      <w:r w:rsidR="00A62487" w:rsidRPr="006535F7">
        <w:rPr>
          <w:sz w:val="28"/>
          <w:szCs w:val="28"/>
        </w:rPr>
        <w:t xml:space="preserve"> детей,</w:t>
      </w:r>
      <w:r w:rsidR="00410C7D" w:rsidRPr="006535F7">
        <w:rPr>
          <w:sz w:val="28"/>
          <w:szCs w:val="28"/>
        </w:rPr>
        <w:t xml:space="preserve"> </w:t>
      </w:r>
      <w:r w:rsidR="00A62487" w:rsidRPr="006535F7">
        <w:rPr>
          <w:sz w:val="28"/>
          <w:szCs w:val="28"/>
        </w:rPr>
        <w:t>не проживающих на закрепленной территории, ранее 1 июля</w:t>
      </w:r>
      <w:r w:rsidR="00E16CE7" w:rsidRPr="006535F7">
        <w:rPr>
          <w:sz w:val="28"/>
          <w:szCs w:val="28"/>
        </w:rPr>
        <w:t>.</w:t>
      </w:r>
    </w:p>
    <w:p w:rsidR="00342272" w:rsidRPr="006535F7" w:rsidRDefault="00A62487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3) </w:t>
      </w:r>
      <w:r w:rsidR="00E16CE7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 xml:space="preserve">рием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 xml:space="preserve">, </w:t>
      </w:r>
      <w:r w:rsidRPr="006535F7">
        <w:rPr>
          <w:sz w:val="28"/>
          <w:szCs w:val="28"/>
        </w:rPr>
        <w:t xml:space="preserve">документов для зачисления в образовательное учреждение в порядке перевода из другой образовательной организации, осуществляющей образовательную деятельность по образовательным программам соответствующих уровня и направленности, </w:t>
      </w:r>
      <w:r w:rsidR="00342272" w:rsidRPr="006535F7">
        <w:rPr>
          <w:sz w:val="28"/>
          <w:szCs w:val="28"/>
        </w:rPr>
        <w:t>осуществляется</w:t>
      </w:r>
      <w:r w:rsidR="00410C7D" w:rsidRPr="006535F7">
        <w:rPr>
          <w:sz w:val="28"/>
          <w:szCs w:val="28"/>
        </w:rPr>
        <w:t xml:space="preserve"> </w:t>
      </w:r>
      <w:r w:rsidR="00342272" w:rsidRPr="006535F7">
        <w:rPr>
          <w:sz w:val="28"/>
          <w:szCs w:val="28"/>
        </w:rPr>
        <w:t>в течение всего календарного года.</w:t>
      </w:r>
    </w:p>
    <w:p w:rsidR="00A62487" w:rsidRPr="006535F7" w:rsidRDefault="00342272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4)</w:t>
      </w:r>
      <w:r w:rsidR="00A62487" w:rsidRPr="006535F7">
        <w:rPr>
          <w:sz w:val="28"/>
          <w:szCs w:val="28"/>
        </w:rPr>
        <w:t xml:space="preserve"> </w:t>
      </w:r>
      <w:r w:rsidR="00E16CE7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 xml:space="preserve">рием </w:t>
      </w:r>
      <w:r w:rsidR="00A3690E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A3690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документов для обучения по дополнительным общеобразовательным общеразвивающим программам, адаптированным основным общеобразовательным программам, очно-заочной форме в учебно-консультационных пунктах образовательных учреждений </w:t>
      </w:r>
      <w:r w:rsidR="00743468" w:rsidRPr="006535F7">
        <w:rPr>
          <w:sz w:val="28"/>
          <w:szCs w:val="28"/>
        </w:rPr>
        <w:t>осуществляется</w:t>
      </w:r>
      <w:r w:rsidR="00410C7D" w:rsidRPr="006535F7">
        <w:rPr>
          <w:sz w:val="28"/>
          <w:szCs w:val="28"/>
        </w:rPr>
        <w:t xml:space="preserve"> </w:t>
      </w:r>
      <w:r w:rsidR="00743468" w:rsidRPr="006535F7">
        <w:rPr>
          <w:sz w:val="28"/>
          <w:szCs w:val="28"/>
        </w:rPr>
        <w:t>в течение всего календарного года.</w:t>
      </w:r>
    </w:p>
    <w:p w:rsidR="00743468" w:rsidRPr="006535F7" w:rsidRDefault="00A62487" w:rsidP="00A62487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3.3.6. Подготовка, издание руководителем образовательного учреждения распорядительного акта о зачислении </w:t>
      </w:r>
      <w:r w:rsidR="005B7C0F" w:rsidRPr="006535F7">
        <w:rPr>
          <w:sz w:val="28"/>
          <w:szCs w:val="28"/>
        </w:rPr>
        <w:t xml:space="preserve">ребенка </w:t>
      </w:r>
      <w:r w:rsidRPr="006535F7">
        <w:rPr>
          <w:sz w:val="28"/>
          <w:szCs w:val="28"/>
        </w:rPr>
        <w:t>в образовательное учреждение</w:t>
      </w:r>
      <w:r w:rsidR="00743468" w:rsidRPr="006535F7">
        <w:rPr>
          <w:sz w:val="28"/>
          <w:szCs w:val="28"/>
        </w:rPr>
        <w:t>:</w:t>
      </w:r>
    </w:p>
    <w:p w:rsidR="00743468" w:rsidRPr="006535F7" w:rsidRDefault="00A62487" w:rsidP="00A62487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B7C0F" w:rsidRPr="006535F7">
        <w:rPr>
          <w:sz w:val="28"/>
          <w:szCs w:val="28"/>
        </w:rPr>
        <w:t xml:space="preserve">- </w:t>
      </w:r>
      <w:r w:rsidRPr="006535F7">
        <w:rPr>
          <w:sz w:val="28"/>
          <w:szCs w:val="28"/>
        </w:rPr>
        <w:t xml:space="preserve">не более </w:t>
      </w:r>
      <w:r w:rsidR="005B7C0F" w:rsidRPr="006535F7">
        <w:rPr>
          <w:sz w:val="28"/>
          <w:szCs w:val="28"/>
        </w:rPr>
        <w:t xml:space="preserve">7 </w:t>
      </w:r>
      <w:r w:rsidRPr="006535F7">
        <w:rPr>
          <w:sz w:val="28"/>
          <w:szCs w:val="28"/>
        </w:rPr>
        <w:t xml:space="preserve">рабочих дней после приема </w:t>
      </w:r>
      <w:r w:rsidR="00A3690E" w:rsidRPr="006535F7">
        <w:rPr>
          <w:sz w:val="28"/>
          <w:szCs w:val="28"/>
        </w:rPr>
        <w:t xml:space="preserve">заявления и </w:t>
      </w:r>
      <w:r w:rsidRPr="006535F7">
        <w:rPr>
          <w:sz w:val="28"/>
          <w:szCs w:val="28"/>
        </w:rPr>
        <w:t>документов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 зачисление в</w:t>
      </w:r>
      <w:r w:rsidR="00743468" w:rsidRPr="006535F7">
        <w:rPr>
          <w:sz w:val="28"/>
          <w:szCs w:val="28"/>
        </w:rPr>
        <w:t xml:space="preserve"> первый класс </w:t>
      </w:r>
      <w:r w:rsidRPr="006535F7">
        <w:rPr>
          <w:sz w:val="28"/>
          <w:szCs w:val="28"/>
        </w:rPr>
        <w:t>образовательно</w:t>
      </w:r>
      <w:r w:rsidR="00743468" w:rsidRPr="006535F7">
        <w:rPr>
          <w:sz w:val="28"/>
          <w:szCs w:val="28"/>
        </w:rPr>
        <w:t>го</w:t>
      </w:r>
      <w:r w:rsidRPr="006535F7">
        <w:rPr>
          <w:sz w:val="28"/>
          <w:szCs w:val="28"/>
        </w:rPr>
        <w:t xml:space="preserve"> учреждени</w:t>
      </w:r>
      <w:r w:rsidR="00743468" w:rsidRPr="006535F7">
        <w:rPr>
          <w:sz w:val="28"/>
          <w:szCs w:val="28"/>
        </w:rPr>
        <w:t>я</w:t>
      </w:r>
      <w:r w:rsidRPr="006535F7">
        <w:rPr>
          <w:sz w:val="28"/>
          <w:szCs w:val="28"/>
        </w:rPr>
        <w:t xml:space="preserve">; </w:t>
      </w:r>
    </w:p>
    <w:p w:rsidR="00A62487" w:rsidRPr="006535F7" w:rsidRDefault="00743468" w:rsidP="00A62487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B7C0F" w:rsidRPr="006535F7">
        <w:rPr>
          <w:sz w:val="28"/>
          <w:szCs w:val="28"/>
        </w:rPr>
        <w:t xml:space="preserve">- </w:t>
      </w:r>
      <w:r w:rsidR="00A62487" w:rsidRPr="006535F7">
        <w:rPr>
          <w:sz w:val="28"/>
          <w:szCs w:val="28"/>
        </w:rPr>
        <w:t xml:space="preserve">не более </w:t>
      </w:r>
      <w:r w:rsidR="005B7C0F" w:rsidRPr="006535F7">
        <w:rPr>
          <w:sz w:val="28"/>
          <w:szCs w:val="28"/>
        </w:rPr>
        <w:t xml:space="preserve">3 </w:t>
      </w:r>
      <w:r w:rsidRPr="006535F7">
        <w:rPr>
          <w:sz w:val="28"/>
          <w:szCs w:val="28"/>
        </w:rPr>
        <w:t>рабочих дней</w:t>
      </w:r>
      <w:r w:rsidR="00A62487" w:rsidRPr="006535F7">
        <w:rPr>
          <w:sz w:val="28"/>
          <w:szCs w:val="28"/>
        </w:rPr>
        <w:t xml:space="preserve"> после приема </w:t>
      </w:r>
      <w:r w:rsidR="00A3690E" w:rsidRPr="006535F7">
        <w:rPr>
          <w:sz w:val="28"/>
          <w:szCs w:val="28"/>
        </w:rPr>
        <w:t xml:space="preserve">заявления и </w:t>
      </w:r>
      <w:r w:rsidR="00A62487" w:rsidRPr="006535F7">
        <w:rPr>
          <w:sz w:val="28"/>
          <w:szCs w:val="28"/>
        </w:rPr>
        <w:t xml:space="preserve">документов в порядке перевода из </w:t>
      </w:r>
      <w:r w:rsidR="00184F81" w:rsidRPr="006535F7">
        <w:rPr>
          <w:sz w:val="28"/>
          <w:szCs w:val="28"/>
        </w:rPr>
        <w:t xml:space="preserve">предыдущей </w:t>
      </w:r>
      <w:r w:rsidR="00A62487" w:rsidRPr="006535F7">
        <w:rPr>
          <w:sz w:val="28"/>
          <w:szCs w:val="28"/>
        </w:rPr>
        <w:t>образовательной организации</w:t>
      </w:r>
      <w:r w:rsidRPr="006535F7">
        <w:rPr>
          <w:sz w:val="28"/>
          <w:szCs w:val="28"/>
        </w:rPr>
        <w:t>;</w:t>
      </w:r>
    </w:p>
    <w:p w:rsidR="00743468" w:rsidRPr="006535F7" w:rsidRDefault="005B7C0F" w:rsidP="00A62487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743468" w:rsidRPr="006535F7">
        <w:rPr>
          <w:sz w:val="28"/>
          <w:szCs w:val="28"/>
        </w:rPr>
        <w:t xml:space="preserve">не более </w:t>
      </w:r>
      <w:r w:rsidRPr="006535F7">
        <w:rPr>
          <w:sz w:val="28"/>
          <w:szCs w:val="28"/>
        </w:rPr>
        <w:t>3</w:t>
      </w:r>
      <w:r w:rsidR="00743468" w:rsidRPr="006535F7">
        <w:rPr>
          <w:sz w:val="28"/>
          <w:szCs w:val="28"/>
        </w:rPr>
        <w:t xml:space="preserve"> рабочих дней </w:t>
      </w:r>
      <w:r w:rsidR="00F85A84" w:rsidRPr="006535F7">
        <w:rPr>
          <w:sz w:val="28"/>
          <w:szCs w:val="28"/>
        </w:rPr>
        <w:t xml:space="preserve">после приема </w:t>
      </w:r>
      <w:r w:rsidR="00A3690E" w:rsidRPr="006535F7">
        <w:rPr>
          <w:sz w:val="28"/>
          <w:szCs w:val="28"/>
        </w:rPr>
        <w:t xml:space="preserve">заявления и </w:t>
      </w:r>
      <w:r w:rsidR="00F85A84" w:rsidRPr="006535F7">
        <w:rPr>
          <w:sz w:val="28"/>
          <w:szCs w:val="28"/>
        </w:rPr>
        <w:t>документов</w:t>
      </w:r>
      <w:r w:rsidR="00410C7D" w:rsidRPr="006535F7">
        <w:rPr>
          <w:sz w:val="28"/>
          <w:szCs w:val="28"/>
        </w:rPr>
        <w:t xml:space="preserve"> </w:t>
      </w:r>
      <w:r w:rsidR="00F85A84" w:rsidRPr="006535F7">
        <w:rPr>
          <w:sz w:val="28"/>
          <w:szCs w:val="28"/>
        </w:rPr>
        <w:t>на обучение по дополнительным общеобразовательным общеразвивающим программам, адаптированным основным общеобразовательным программам, очно-заочной форме в учебно-консультационных пунктах образовательных учреждений.</w:t>
      </w:r>
    </w:p>
    <w:p w:rsidR="0009169D" w:rsidRPr="006535F7" w:rsidRDefault="00F85A84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3.3.7.</w:t>
      </w:r>
      <w:r w:rsidR="00A05607" w:rsidRPr="006535F7">
        <w:rPr>
          <w:sz w:val="28"/>
          <w:szCs w:val="28"/>
        </w:rPr>
        <w:t xml:space="preserve"> Распорядительные акты руководителя образовательного учреждения </w:t>
      </w:r>
      <w:r w:rsidR="009C132C" w:rsidRPr="006535F7">
        <w:rPr>
          <w:sz w:val="28"/>
          <w:szCs w:val="28"/>
        </w:rPr>
        <w:t>о зачислении детей на обучение размещаются на информационном стенде образовательного учреждения в день их издания.</w:t>
      </w:r>
      <w:r w:rsidR="00410C7D" w:rsidRPr="006535F7">
        <w:rPr>
          <w:sz w:val="28"/>
          <w:szCs w:val="28"/>
        </w:rPr>
        <w:t xml:space="preserve"> </w:t>
      </w:r>
    </w:p>
    <w:p w:rsidR="003F62F7" w:rsidRPr="006535F7" w:rsidRDefault="003F62F7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3.4. Прием заявления, документов на предоставление муниципальной услуги.</w:t>
      </w:r>
    </w:p>
    <w:p w:rsidR="00574291" w:rsidRPr="006535F7" w:rsidRDefault="003F62F7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3.4.1. Основанием для начала административного действия по приему заявления, документов на пред</w:t>
      </w:r>
      <w:r w:rsidR="00574291" w:rsidRPr="006535F7">
        <w:rPr>
          <w:sz w:val="28"/>
          <w:szCs w:val="28"/>
        </w:rPr>
        <w:t>оставление муниципальной услуги</w:t>
      </w:r>
      <w:r w:rsidRPr="006535F7">
        <w:rPr>
          <w:sz w:val="28"/>
          <w:szCs w:val="28"/>
        </w:rPr>
        <w:t xml:space="preserve"> является поступление заявления, документов на предоставление муниципальной услуги лично </w:t>
      </w:r>
      <w:r w:rsidR="00574291" w:rsidRPr="006535F7">
        <w:rPr>
          <w:sz w:val="28"/>
          <w:szCs w:val="28"/>
        </w:rPr>
        <w:t xml:space="preserve">от </w:t>
      </w:r>
      <w:r w:rsidRPr="006535F7">
        <w:rPr>
          <w:sz w:val="28"/>
          <w:szCs w:val="28"/>
        </w:rPr>
        <w:t>Заявител</w:t>
      </w:r>
      <w:r w:rsidR="00574291" w:rsidRPr="006535F7">
        <w:rPr>
          <w:sz w:val="28"/>
          <w:szCs w:val="28"/>
        </w:rPr>
        <w:t>я</w:t>
      </w:r>
      <w:r w:rsidRPr="006535F7">
        <w:rPr>
          <w:sz w:val="28"/>
          <w:szCs w:val="28"/>
        </w:rPr>
        <w:t xml:space="preserve"> или</w:t>
      </w:r>
      <w:r w:rsidR="00574291" w:rsidRPr="006535F7">
        <w:rPr>
          <w:sz w:val="28"/>
          <w:szCs w:val="28"/>
        </w:rPr>
        <w:t xml:space="preserve"> поступление заявления, документов на предоставление муниципальной услуги посредством почтового отправления, </w:t>
      </w:r>
      <w:r w:rsidR="00574291" w:rsidRPr="006535F7">
        <w:rPr>
          <w:sz w:val="28"/>
          <w:szCs w:val="28"/>
        </w:rPr>
        <w:lastRenderedPageBreak/>
        <w:t>электронной почты, или</w:t>
      </w:r>
      <w:r w:rsidR="00410C7D" w:rsidRPr="006535F7">
        <w:rPr>
          <w:sz w:val="28"/>
          <w:szCs w:val="28"/>
        </w:rPr>
        <w:t xml:space="preserve"> </w:t>
      </w:r>
      <w:r w:rsidR="00574291" w:rsidRPr="006535F7">
        <w:rPr>
          <w:sz w:val="28"/>
          <w:szCs w:val="28"/>
        </w:rPr>
        <w:t>направление заявления, документов на предоставление муниципальной услуги в электронном виде с Портал</w:t>
      </w:r>
      <w:r w:rsidR="00250575" w:rsidRPr="006535F7">
        <w:rPr>
          <w:sz w:val="28"/>
          <w:szCs w:val="28"/>
        </w:rPr>
        <w:t>ов</w:t>
      </w:r>
      <w:r w:rsidR="00574291" w:rsidRPr="006535F7">
        <w:rPr>
          <w:sz w:val="28"/>
          <w:szCs w:val="28"/>
        </w:rPr>
        <w:t>:</w:t>
      </w:r>
    </w:p>
    <w:p w:rsidR="003F62F7" w:rsidRPr="006535F7" w:rsidRDefault="00574291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3F62F7" w:rsidRPr="006535F7">
        <w:rPr>
          <w:sz w:val="28"/>
          <w:szCs w:val="28"/>
        </w:rPr>
        <w:t xml:space="preserve"> в образовательное учреждение</w:t>
      </w:r>
      <w:r w:rsidRPr="006535F7">
        <w:rPr>
          <w:sz w:val="28"/>
          <w:szCs w:val="28"/>
        </w:rPr>
        <w:t>;</w:t>
      </w:r>
    </w:p>
    <w:p w:rsidR="00574291" w:rsidRPr="006535F7" w:rsidRDefault="006E3F18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8812DC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в </w:t>
      </w:r>
      <w:r w:rsidR="00892778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>тдел 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</w:t>
      </w:r>
      <w:r w:rsidR="00574291" w:rsidRPr="006535F7">
        <w:rPr>
          <w:sz w:val="28"/>
          <w:szCs w:val="28"/>
        </w:rPr>
        <w:t>;</w:t>
      </w:r>
    </w:p>
    <w:p w:rsidR="00574291" w:rsidRPr="006535F7" w:rsidRDefault="00574291" w:rsidP="00F83BF5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8812DC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в </w:t>
      </w:r>
      <w:r w:rsidR="00F87A93" w:rsidRPr="006535F7">
        <w:rPr>
          <w:sz w:val="28"/>
          <w:szCs w:val="28"/>
        </w:rPr>
        <w:t>СП КГБУ «МФЦ» в с. Идринское</w:t>
      </w:r>
      <w:r w:rsidRPr="006535F7">
        <w:rPr>
          <w:sz w:val="28"/>
          <w:szCs w:val="28"/>
        </w:rPr>
        <w:t>.</w:t>
      </w:r>
    </w:p>
    <w:p w:rsidR="003F62F7" w:rsidRPr="006535F7" w:rsidRDefault="00574291" w:rsidP="001A6F0D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3.4.2. </w:t>
      </w:r>
      <w:r w:rsidR="003F62F7" w:rsidRPr="006535F7">
        <w:rPr>
          <w:sz w:val="28"/>
          <w:szCs w:val="28"/>
        </w:rPr>
        <w:t xml:space="preserve">Прием заявления, документов осуществляется должностным лицом образовательного учреждения, </w:t>
      </w:r>
      <w:r w:rsidR="00892778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>тдела</w:t>
      </w:r>
      <w:r w:rsidRPr="006535F7">
        <w:rPr>
          <w:sz w:val="28"/>
          <w:szCs w:val="28"/>
        </w:rPr>
        <w:t xml:space="preserve"> 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района,</w:t>
      </w:r>
      <w:r w:rsidRPr="006535F7">
        <w:rPr>
          <w:color w:val="FF0000"/>
          <w:sz w:val="28"/>
          <w:szCs w:val="28"/>
        </w:rPr>
        <w:t xml:space="preserve"> </w:t>
      </w:r>
      <w:r w:rsidR="00F87A93" w:rsidRPr="006535F7">
        <w:rPr>
          <w:sz w:val="28"/>
          <w:szCs w:val="28"/>
        </w:rPr>
        <w:t>СП КГБУ «МФЦ» в с. Идринское</w:t>
      </w:r>
      <w:r w:rsidRPr="006535F7">
        <w:rPr>
          <w:sz w:val="28"/>
          <w:szCs w:val="28"/>
        </w:rPr>
        <w:t xml:space="preserve">, </w:t>
      </w:r>
      <w:r w:rsidR="003F62F7" w:rsidRPr="006535F7">
        <w:rPr>
          <w:sz w:val="28"/>
          <w:szCs w:val="28"/>
        </w:rPr>
        <w:t>ответственным за прием и регистрацию входящей/исходящей документации.</w:t>
      </w:r>
    </w:p>
    <w:p w:rsidR="00574291" w:rsidRPr="006535F7" w:rsidRDefault="00574291" w:rsidP="001A6F0D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3.4.3. </w:t>
      </w:r>
      <w:r w:rsidR="007965BA" w:rsidRPr="006535F7">
        <w:rPr>
          <w:sz w:val="28"/>
          <w:szCs w:val="28"/>
        </w:rPr>
        <w:t>Должностное лицо образова</w:t>
      </w:r>
      <w:r w:rsidR="006E3F18" w:rsidRPr="006535F7">
        <w:rPr>
          <w:sz w:val="28"/>
          <w:szCs w:val="28"/>
        </w:rPr>
        <w:t xml:space="preserve">тельного учреждения, </w:t>
      </w:r>
      <w:r w:rsidR="00892778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 xml:space="preserve">тдела </w:t>
      </w:r>
      <w:r w:rsidR="007965BA" w:rsidRPr="006535F7">
        <w:rPr>
          <w:sz w:val="28"/>
          <w:szCs w:val="28"/>
        </w:rPr>
        <w:t>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</w:t>
      </w:r>
      <w:r w:rsidR="007965BA" w:rsidRPr="006535F7">
        <w:rPr>
          <w:sz w:val="28"/>
          <w:szCs w:val="28"/>
        </w:rPr>
        <w:t xml:space="preserve">, </w:t>
      </w:r>
      <w:r w:rsidR="00F87A93" w:rsidRPr="006535F7">
        <w:rPr>
          <w:sz w:val="28"/>
          <w:szCs w:val="28"/>
        </w:rPr>
        <w:t>СП КГБУ «МФЦ» в с. Идринское</w:t>
      </w:r>
      <w:r w:rsidR="007965BA" w:rsidRPr="006535F7">
        <w:rPr>
          <w:sz w:val="28"/>
          <w:szCs w:val="28"/>
        </w:rPr>
        <w:t xml:space="preserve"> в день приема заявления, документов на предоставление муниципальной услуги выполняет следующие действия:</w:t>
      </w:r>
    </w:p>
    <w:p w:rsidR="007965BA" w:rsidRPr="006535F7" w:rsidRDefault="007965BA" w:rsidP="001A6F0D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в случае личного обращения Заявителя при приеме заявления, документов проверяет оригинал документа, удостоверяющего личность </w:t>
      </w:r>
      <w:r w:rsidR="00CE4F72" w:rsidRPr="006535F7">
        <w:rPr>
          <w:sz w:val="28"/>
          <w:szCs w:val="28"/>
        </w:rPr>
        <w:t>Заявителя</w:t>
      </w:r>
      <w:r w:rsidRPr="006535F7">
        <w:rPr>
          <w:sz w:val="28"/>
          <w:szCs w:val="28"/>
        </w:rPr>
        <w:t xml:space="preserve"> </w:t>
      </w:r>
      <w:r w:rsidR="00CE4F72" w:rsidRPr="006535F7">
        <w:rPr>
          <w:sz w:val="28"/>
          <w:szCs w:val="28"/>
        </w:rPr>
        <w:t xml:space="preserve">(паспорта гражданина РФ </w:t>
      </w:r>
      <w:r w:rsidRPr="006535F7">
        <w:rPr>
          <w:sz w:val="28"/>
          <w:szCs w:val="28"/>
        </w:rPr>
        <w:t>либо оригинал документа, удостоверяющего личность иностранного гражданина и</w:t>
      </w:r>
      <w:r w:rsidR="00CE4F72" w:rsidRPr="006535F7">
        <w:rPr>
          <w:sz w:val="28"/>
          <w:szCs w:val="28"/>
        </w:rPr>
        <w:t>ли</w:t>
      </w:r>
      <w:r w:rsidRPr="006535F7">
        <w:rPr>
          <w:sz w:val="28"/>
          <w:szCs w:val="28"/>
        </w:rPr>
        <w:t xml:space="preserve"> лица без гражданства в Российской Федерации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соответствии с действующим законодательством Российской Федерации</w:t>
      </w:r>
      <w:r w:rsidR="00CE4F72" w:rsidRPr="006535F7">
        <w:rPr>
          <w:sz w:val="28"/>
          <w:szCs w:val="28"/>
        </w:rPr>
        <w:t>)</w:t>
      </w:r>
      <w:r w:rsidRPr="006535F7">
        <w:rPr>
          <w:sz w:val="28"/>
          <w:szCs w:val="28"/>
        </w:rPr>
        <w:t>;</w:t>
      </w:r>
    </w:p>
    <w:p w:rsidR="009334C3" w:rsidRPr="006535F7" w:rsidRDefault="007965BA" w:rsidP="001A6F0D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9334C3" w:rsidRPr="006535F7">
        <w:rPr>
          <w:sz w:val="28"/>
          <w:szCs w:val="28"/>
        </w:rPr>
        <w:t>делает отметку на заявлении Заявителя о том, что оригинал документа, удостоверяющего личность Заявителя, проверен;</w:t>
      </w:r>
    </w:p>
    <w:p w:rsidR="007965BA" w:rsidRPr="006535F7" w:rsidRDefault="009334C3" w:rsidP="001A6F0D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895222" w:rsidRPr="006535F7">
        <w:rPr>
          <w:sz w:val="28"/>
          <w:szCs w:val="28"/>
        </w:rPr>
        <w:t xml:space="preserve">в случае поступления заявления, документов на предоставление муниципальной услуги в </w:t>
      </w:r>
      <w:r w:rsidR="00F87A93" w:rsidRPr="006535F7">
        <w:rPr>
          <w:sz w:val="28"/>
          <w:szCs w:val="28"/>
        </w:rPr>
        <w:t>СП КГБУ «МФЦ» в с. Идринское</w:t>
      </w:r>
      <w:r w:rsidR="00895222" w:rsidRPr="006535F7">
        <w:rPr>
          <w:sz w:val="28"/>
          <w:szCs w:val="28"/>
        </w:rPr>
        <w:t xml:space="preserve">, </w:t>
      </w:r>
      <w:r w:rsidRPr="006535F7">
        <w:rPr>
          <w:sz w:val="28"/>
          <w:szCs w:val="28"/>
        </w:rPr>
        <w:t>должностное лицо</w:t>
      </w:r>
      <w:r w:rsidR="00410C7D" w:rsidRPr="006535F7">
        <w:rPr>
          <w:sz w:val="28"/>
          <w:szCs w:val="28"/>
        </w:rPr>
        <w:t xml:space="preserve"> </w:t>
      </w:r>
      <w:r w:rsidR="00F87A93" w:rsidRPr="006535F7">
        <w:rPr>
          <w:sz w:val="28"/>
          <w:szCs w:val="28"/>
        </w:rPr>
        <w:t>СП КГБУ «МФЦ» в с. Идринское</w:t>
      </w:r>
      <w:r w:rsidRPr="006535F7">
        <w:rPr>
          <w:sz w:val="28"/>
          <w:szCs w:val="28"/>
        </w:rPr>
        <w:t xml:space="preserve"> в день приема заявления, документов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 предоставление муниципальной услуги</w:t>
      </w:r>
      <w:r w:rsidR="00895222" w:rsidRPr="006535F7">
        <w:rPr>
          <w:sz w:val="28"/>
          <w:szCs w:val="28"/>
        </w:rPr>
        <w:t xml:space="preserve"> передает их</w:t>
      </w:r>
      <w:r w:rsidR="006E3F18" w:rsidRPr="006535F7">
        <w:rPr>
          <w:sz w:val="28"/>
          <w:szCs w:val="28"/>
        </w:rPr>
        <w:t xml:space="preserve"> в электронном виде</w:t>
      </w:r>
      <w:r w:rsidR="00410C7D" w:rsidRPr="006535F7">
        <w:rPr>
          <w:sz w:val="28"/>
          <w:szCs w:val="28"/>
        </w:rPr>
        <w:t xml:space="preserve"> </w:t>
      </w:r>
      <w:r w:rsidR="006E3F18" w:rsidRPr="006535F7">
        <w:rPr>
          <w:sz w:val="28"/>
          <w:szCs w:val="28"/>
        </w:rPr>
        <w:t xml:space="preserve">в </w:t>
      </w:r>
      <w:r w:rsidR="00892778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>тдел</w:t>
      </w:r>
      <w:r w:rsidR="00410C7D" w:rsidRPr="006535F7">
        <w:rPr>
          <w:sz w:val="28"/>
          <w:szCs w:val="28"/>
        </w:rPr>
        <w:t xml:space="preserve"> </w:t>
      </w:r>
      <w:r w:rsidR="00895222" w:rsidRPr="006535F7">
        <w:rPr>
          <w:sz w:val="28"/>
          <w:szCs w:val="28"/>
        </w:rPr>
        <w:t>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</w:t>
      </w:r>
      <w:r w:rsidR="00895222" w:rsidRPr="006535F7">
        <w:rPr>
          <w:sz w:val="28"/>
          <w:szCs w:val="28"/>
        </w:rPr>
        <w:t>, с последующей передачей на бумажном носителе не реже одного раза в неделю;</w:t>
      </w:r>
    </w:p>
    <w:p w:rsidR="00895222" w:rsidRPr="006535F7" w:rsidRDefault="00895222" w:rsidP="00842D00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случае поступления заявления, документов на предоставление м</w:t>
      </w:r>
      <w:r w:rsidR="006E3F18" w:rsidRPr="006535F7">
        <w:rPr>
          <w:sz w:val="28"/>
          <w:szCs w:val="28"/>
        </w:rPr>
        <w:t xml:space="preserve">униципальной услуги в </w:t>
      </w:r>
      <w:r w:rsidR="00892778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>тдел</w:t>
      </w:r>
      <w:r w:rsidR="00842D00" w:rsidRPr="006535F7">
        <w:rPr>
          <w:sz w:val="28"/>
          <w:szCs w:val="28"/>
        </w:rPr>
        <w:t xml:space="preserve"> 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</w:t>
      </w:r>
      <w:r w:rsidRPr="006535F7">
        <w:rPr>
          <w:sz w:val="28"/>
          <w:szCs w:val="28"/>
        </w:rPr>
        <w:t xml:space="preserve">, должностное лицо </w:t>
      </w:r>
      <w:r w:rsidR="00892778" w:rsidRPr="006535F7">
        <w:rPr>
          <w:sz w:val="28"/>
          <w:szCs w:val="28"/>
        </w:rPr>
        <w:t>о</w:t>
      </w:r>
      <w:r w:rsidR="006E3F18" w:rsidRPr="006535F7">
        <w:rPr>
          <w:sz w:val="28"/>
          <w:szCs w:val="28"/>
        </w:rPr>
        <w:t>тдела</w:t>
      </w:r>
      <w:r w:rsidR="00410C7D" w:rsidRPr="006535F7">
        <w:rPr>
          <w:sz w:val="28"/>
          <w:szCs w:val="28"/>
        </w:rPr>
        <w:t xml:space="preserve"> </w:t>
      </w:r>
      <w:r w:rsidR="00842D00" w:rsidRPr="006535F7">
        <w:rPr>
          <w:sz w:val="28"/>
          <w:szCs w:val="28"/>
        </w:rPr>
        <w:t>образования</w:t>
      </w:r>
      <w:r w:rsidRPr="006535F7">
        <w:rPr>
          <w:sz w:val="28"/>
          <w:szCs w:val="28"/>
        </w:rPr>
        <w:t xml:space="preserve"> </w:t>
      </w:r>
      <w:r w:rsidR="00892778" w:rsidRPr="006535F7">
        <w:rPr>
          <w:sz w:val="28"/>
          <w:szCs w:val="28"/>
        </w:rPr>
        <w:t xml:space="preserve">администрации Идринского района </w:t>
      </w:r>
      <w:r w:rsidRPr="006535F7">
        <w:rPr>
          <w:sz w:val="28"/>
          <w:szCs w:val="28"/>
        </w:rPr>
        <w:t xml:space="preserve">в день приема заявления, документов на предоставление муниципальной услуги передает их в электронном виде в </w:t>
      </w:r>
      <w:r w:rsidR="00842D00" w:rsidRPr="006535F7">
        <w:rPr>
          <w:sz w:val="28"/>
          <w:szCs w:val="28"/>
        </w:rPr>
        <w:t>образовательное учреждение для исполнения</w:t>
      </w:r>
      <w:r w:rsidRPr="006535F7">
        <w:rPr>
          <w:sz w:val="28"/>
          <w:szCs w:val="28"/>
        </w:rPr>
        <w:t>, с последующей передачей на бумажном носите</w:t>
      </w:r>
      <w:r w:rsidR="00842D00" w:rsidRPr="006535F7">
        <w:rPr>
          <w:sz w:val="28"/>
          <w:szCs w:val="28"/>
        </w:rPr>
        <w:t>ле</w:t>
      </w:r>
      <w:r w:rsidR="00410C7D" w:rsidRPr="006535F7">
        <w:rPr>
          <w:sz w:val="28"/>
          <w:szCs w:val="28"/>
        </w:rPr>
        <w:t xml:space="preserve"> </w:t>
      </w:r>
      <w:r w:rsidR="00842D00" w:rsidRPr="006535F7">
        <w:rPr>
          <w:sz w:val="28"/>
          <w:szCs w:val="28"/>
        </w:rPr>
        <w:t>не реже одного раза в неделю.</w:t>
      </w:r>
    </w:p>
    <w:p w:rsidR="007965BA" w:rsidRPr="006535F7" w:rsidRDefault="00842D00" w:rsidP="007965BA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3.4.4. Результатом исполнения данной административной процедуры является прием заявления, документов на предоставление муниципальной услуги и их </w:t>
      </w:r>
      <w:r w:rsidR="006D71C2" w:rsidRPr="006535F7">
        <w:rPr>
          <w:sz w:val="28"/>
          <w:szCs w:val="28"/>
        </w:rPr>
        <w:t>направление</w:t>
      </w:r>
      <w:r w:rsidRPr="006535F7">
        <w:rPr>
          <w:sz w:val="28"/>
          <w:szCs w:val="28"/>
        </w:rPr>
        <w:t xml:space="preserve"> в образовательное учреждение для исполнения.</w:t>
      </w:r>
    </w:p>
    <w:p w:rsidR="00BC2253" w:rsidRPr="006535F7" w:rsidRDefault="006D71C2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3.5. Р</w:t>
      </w:r>
      <w:r w:rsidR="00E26E19" w:rsidRPr="006535F7">
        <w:rPr>
          <w:sz w:val="28"/>
          <w:szCs w:val="28"/>
        </w:rPr>
        <w:t xml:space="preserve">егистрация </w:t>
      </w:r>
      <w:r w:rsidR="00C033CA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 xml:space="preserve">, </w:t>
      </w:r>
      <w:r w:rsidR="0091240D" w:rsidRPr="006535F7">
        <w:rPr>
          <w:sz w:val="28"/>
          <w:szCs w:val="28"/>
        </w:rPr>
        <w:t xml:space="preserve">документов </w:t>
      </w:r>
      <w:r w:rsidR="00E26E19" w:rsidRPr="006535F7">
        <w:rPr>
          <w:sz w:val="28"/>
          <w:szCs w:val="28"/>
        </w:rPr>
        <w:t>на предоставление муниципальной услуги</w:t>
      </w:r>
      <w:r w:rsidR="00BC2253" w:rsidRPr="006535F7">
        <w:rPr>
          <w:sz w:val="28"/>
          <w:szCs w:val="28"/>
        </w:rPr>
        <w:t>.</w:t>
      </w:r>
    </w:p>
    <w:p w:rsidR="00652688" w:rsidRPr="006535F7" w:rsidRDefault="003F62F7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3.5</w:t>
      </w:r>
      <w:r w:rsidR="00BC2253" w:rsidRPr="006535F7">
        <w:rPr>
          <w:sz w:val="28"/>
          <w:szCs w:val="28"/>
        </w:rPr>
        <w:t>.1.</w:t>
      </w:r>
      <w:r w:rsidR="002C7A9E" w:rsidRPr="006535F7">
        <w:rPr>
          <w:sz w:val="28"/>
          <w:szCs w:val="28"/>
        </w:rPr>
        <w:t xml:space="preserve"> Основанием для начала административного действия по регистрации </w:t>
      </w:r>
      <w:r w:rsidR="00C033CA" w:rsidRPr="006535F7">
        <w:rPr>
          <w:sz w:val="28"/>
          <w:szCs w:val="28"/>
        </w:rPr>
        <w:t>заявления</w:t>
      </w:r>
      <w:r w:rsidR="00223A54" w:rsidRPr="006535F7">
        <w:rPr>
          <w:sz w:val="28"/>
          <w:szCs w:val="28"/>
        </w:rPr>
        <w:t>,</w:t>
      </w:r>
      <w:r w:rsidR="0091240D" w:rsidRPr="006535F7">
        <w:rPr>
          <w:sz w:val="28"/>
          <w:szCs w:val="28"/>
        </w:rPr>
        <w:t xml:space="preserve"> документов </w:t>
      </w:r>
      <w:r w:rsidR="002C7A9E" w:rsidRPr="006535F7">
        <w:rPr>
          <w:sz w:val="28"/>
          <w:szCs w:val="28"/>
        </w:rPr>
        <w:t>на предоставление муниципальной услуги, является поступление заявления</w:t>
      </w:r>
      <w:r w:rsidR="00223A54" w:rsidRPr="006535F7">
        <w:rPr>
          <w:sz w:val="28"/>
          <w:szCs w:val="28"/>
        </w:rPr>
        <w:t xml:space="preserve">, </w:t>
      </w:r>
      <w:r w:rsidR="0091240D" w:rsidRPr="006535F7">
        <w:rPr>
          <w:sz w:val="28"/>
          <w:szCs w:val="28"/>
        </w:rPr>
        <w:t>документов</w:t>
      </w:r>
      <w:r w:rsidR="002C7A9E" w:rsidRPr="006535F7">
        <w:rPr>
          <w:sz w:val="28"/>
          <w:szCs w:val="28"/>
        </w:rPr>
        <w:t xml:space="preserve"> </w:t>
      </w:r>
      <w:r w:rsidR="0091240D" w:rsidRPr="006535F7">
        <w:rPr>
          <w:sz w:val="28"/>
          <w:szCs w:val="28"/>
        </w:rPr>
        <w:t>на предоставление</w:t>
      </w:r>
      <w:r w:rsidR="002C7A9E" w:rsidRPr="006535F7">
        <w:rPr>
          <w:sz w:val="28"/>
          <w:szCs w:val="28"/>
        </w:rPr>
        <w:t xml:space="preserve"> муниципальной услуги</w:t>
      </w:r>
      <w:r w:rsidR="00410C7D" w:rsidRPr="006535F7">
        <w:rPr>
          <w:sz w:val="28"/>
          <w:szCs w:val="28"/>
        </w:rPr>
        <w:t xml:space="preserve"> </w:t>
      </w:r>
      <w:r w:rsidR="002C7A9E" w:rsidRPr="006535F7">
        <w:rPr>
          <w:sz w:val="28"/>
          <w:szCs w:val="28"/>
        </w:rPr>
        <w:t xml:space="preserve">в образовательное учреждение. </w:t>
      </w:r>
      <w:r w:rsidR="006D71C2" w:rsidRPr="006535F7">
        <w:rPr>
          <w:sz w:val="28"/>
          <w:szCs w:val="28"/>
        </w:rPr>
        <w:t>Р</w:t>
      </w:r>
      <w:r w:rsidR="002C7A9E" w:rsidRPr="006535F7">
        <w:rPr>
          <w:sz w:val="28"/>
          <w:szCs w:val="28"/>
        </w:rPr>
        <w:t>егистрация заявления</w:t>
      </w:r>
      <w:r w:rsidR="00223A54" w:rsidRPr="006535F7">
        <w:rPr>
          <w:sz w:val="28"/>
          <w:szCs w:val="28"/>
        </w:rPr>
        <w:t>,</w:t>
      </w:r>
      <w:r w:rsidR="0091240D" w:rsidRPr="006535F7">
        <w:rPr>
          <w:sz w:val="28"/>
          <w:szCs w:val="28"/>
        </w:rPr>
        <w:t xml:space="preserve"> документов </w:t>
      </w:r>
      <w:r w:rsidR="002C7A9E" w:rsidRPr="006535F7">
        <w:rPr>
          <w:sz w:val="28"/>
          <w:szCs w:val="28"/>
        </w:rPr>
        <w:t>осуществляется должностным лицом образовательного учреждения, ответственным за прием и регистрацию входящей/исходящей документации.</w:t>
      </w:r>
    </w:p>
    <w:p w:rsidR="00BC2253" w:rsidRPr="006535F7" w:rsidRDefault="00410C7D" w:rsidP="002C7A9E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lastRenderedPageBreak/>
        <w:t xml:space="preserve"> </w:t>
      </w:r>
      <w:r w:rsidR="003F62F7" w:rsidRPr="006535F7">
        <w:rPr>
          <w:sz w:val="28"/>
          <w:szCs w:val="28"/>
        </w:rPr>
        <w:t>3.5</w:t>
      </w:r>
      <w:r w:rsidR="00BC2253" w:rsidRPr="006535F7">
        <w:rPr>
          <w:sz w:val="28"/>
          <w:szCs w:val="28"/>
        </w:rPr>
        <w:t>.2. Должностное лицо образовательного учреждения</w:t>
      </w:r>
      <w:r w:rsidR="00C033CA" w:rsidRPr="006535F7">
        <w:rPr>
          <w:sz w:val="28"/>
          <w:szCs w:val="28"/>
        </w:rPr>
        <w:t xml:space="preserve"> в день поступления заявления</w:t>
      </w:r>
      <w:r w:rsidR="00223A54" w:rsidRPr="006535F7">
        <w:rPr>
          <w:sz w:val="28"/>
          <w:szCs w:val="28"/>
        </w:rPr>
        <w:t>,</w:t>
      </w:r>
      <w:r w:rsidR="0091240D" w:rsidRPr="006535F7">
        <w:rPr>
          <w:sz w:val="28"/>
          <w:szCs w:val="28"/>
        </w:rPr>
        <w:t xml:space="preserve"> документов </w:t>
      </w:r>
      <w:r w:rsidR="00BC2253" w:rsidRPr="006535F7">
        <w:rPr>
          <w:sz w:val="28"/>
          <w:szCs w:val="28"/>
        </w:rPr>
        <w:t>в образовательное учреждение выполняет следующие действия:</w:t>
      </w:r>
    </w:p>
    <w:p w:rsidR="009A0811" w:rsidRPr="006535F7" w:rsidRDefault="00FA34B8" w:rsidP="009A081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</w:t>
      </w:r>
      <w:r w:rsidR="009A0811" w:rsidRPr="006535F7">
        <w:rPr>
          <w:sz w:val="28"/>
          <w:szCs w:val="28"/>
        </w:rPr>
        <w:t>регистрирует поступ</w:t>
      </w:r>
      <w:r w:rsidR="009E4BEF" w:rsidRPr="006535F7">
        <w:rPr>
          <w:sz w:val="28"/>
          <w:szCs w:val="28"/>
        </w:rPr>
        <w:t>ивше</w:t>
      </w:r>
      <w:r w:rsidR="009A0811" w:rsidRPr="006535F7">
        <w:rPr>
          <w:sz w:val="28"/>
          <w:szCs w:val="28"/>
        </w:rPr>
        <w:t>е</w:t>
      </w:r>
      <w:r w:rsidR="009E4BEF" w:rsidRPr="006535F7">
        <w:rPr>
          <w:sz w:val="28"/>
          <w:szCs w:val="28"/>
        </w:rPr>
        <w:t xml:space="preserve"> заявление</w:t>
      </w:r>
      <w:r w:rsidR="009A0811" w:rsidRPr="006535F7">
        <w:rPr>
          <w:sz w:val="28"/>
          <w:szCs w:val="28"/>
        </w:rPr>
        <w:t>, документы в журнале приема заявлений образовательного учреждения в день их поступления;</w:t>
      </w:r>
    </w:p>
    <w:p w:rsidR="009E4BEF" w:rsidRPr="006535F7" w:rsidRDefault="009E4BEF" w:rsidP="009A081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проверяет заявление, документы на предмет соответствия требованиям Административного регламента;</w:t>
      </w:r>
    </w:p>
    <w:p w:rsidR="00223A54" w:rsidRPr="006535F7" w:rsidRDefault="009E4BEF" w:rsidP="009E4BEF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оформляет </w:t>
      </w:r>
      <w:r w:rsidR="009A0811" w:rsidRPr="006535F7">
        <w:rPr>
          <w:sz w:val="28"/>
          <w:szCs w:val="28"/>
        </w:rPr>
        <w:t>Заявителю расписк</w:t>
      </w:r>
      <w:r w:rsidRPr="006535F7">
        <w:rPr>
          <w:sz w:val="28"/>
          <w:szCs w:val="28"/>
        </w:rPr>
        <w:t>у</w:t>
      </w:r>
      <w:r w:rsidR="009A0811" w:rsidRPr="006535F7">
        <w:rPr>
          <w:sz w:val="28"/>
          <w:szCs w:val="28"/>
        </w:rPr>
        <w:t xml:space="preserve"> в письменной форме </w:t>
      </w:r>
      <w:r w:rsidR="004A5DF8" w:rsidRPr="006535F7">
        <w:rPr>
          <w:sz w:val="28"/>
          <w:szCs w:val="28"/>
        </w:rPr>
        <w:t>о</w:t>
      </w:r>
      <w:r w:rsidR="009A0811" w:rsidRPr="006535F7">
        <w:rPr>
          <w:sz w:val="28"/>
          <w:szCs w:val="28"/>
        </w:rPr>
        <w:t xml:space="preserve"> п</w:t>
      </w:r>
      <w:r w:rsidRPr="006535F7">
        <w:rPr>
          <w:sz w:val="28"/>
          <w:szCs w:val="28"/>
        </w:rPr>
        <w:t>олучении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документов, содержащую</w:t>
      </w:r>
      <w:r w:rsidR="009A0811" w:rsidRPr="006535F7">
        <w:rPr>
          <w:sz w:val="28"/>
          <w:szCs w:val="28"/>
        </w:rPr>
        <w:t xml:space="preserve"> информацию о регистрационном номере заявления,</w:t>
      </w:r>
      <w:r w:rsidR="00410C7D" w:rsidRPr="006535F7">
        <w:rPr>
          <w:sz w:val="28"/>
          <w:szCs w:val="28"/>
        </w:rPr>
        <w:t xml:space="preserve"> </w:t>
      </w:r>
      <w:r w:rsidR="009A0811" w:rsidRPr="006535F7">
        <w:rPr>
          <w:sz w:val="28"/>
          <w:szCs w:val="28"/>
        </w:rPr>
        <w:t>о перечне предоставленных документов</w:t>
      </w:r>
      <w:r w:rsidR="00950213" w:rsidRPr="006535F7">
        <w:rPr>
          <w:sz w:val="28"/>
          <w:szCs w:val="28"/>
        </w:rPr>
        <w:t xml:space="preserve">, </w:t>
      </w:r>
      <w:r w:rsidR="001E3089" w:rsidRPr="006535F7">
        <w:rPr>
          <w:sz w:val="28"/>
          <w:szCs w:val="28"/>
        </w:rPr>
        <w:t xml:space="preserve">своей </w:t>
      </w:r>
      <w:r w:rsidR="00950213" w:rsidRPr="006535F7">
        <w:rPr>
          <w:sz w:val="28"/>
          <w:szCs w:val="28"/>
        </w:rPr>
        <w:t>должности, фамилии, имени, отчестве</w:t>
      </w:r>
      <w:r w:rsidRPr="006535F7">
        <w:rPr>
          <w:sz w:val="28"/>
          <w:szCs w:val="28"/>
        </w:rPr>
        <w:t xml:space="preserve">; </w:t>
      </w:r>
      <w:r w:rsidR="00950213" w:rsidRPr="006535F7">
        <w:rPr>
          <w:sz w:val="28"/>
          <w:szCs w:val="28"/>
        </w:rPr>
        <w:t>заверяет расписку</w:t>
      </w:r>
      <w:r w:rsidRPr="006535F7">
        <w:rPr>
          <w:sz w:val="28"/>
          <w:szCs w:val="28"/>
        </w:rPr>
        <w:t xml:space="preserve"> </w:t>
      </w:r>
      <w:r w:rsidR="00950213" w:rsidRPr="006535F7">
        <w:rPr>
          <w:sz w:val="28"/>
          <w:szCs w:val="28"/>
        </w:rPr>
        <w:t>личной подписью</w:t>
      </w:r>
      <w:r w:rsidRPr="006535F7">
        <w:rPr>
          <w:sz w:val="28"/>
          <w:szCs w:val="28"/>
        </w:rPr>
        <w:t xml:space="preserve"> и печатью образовательного учреждения; </w:t>
      </w:r>
    </w:p>
    <w:p w:rsidR="009E4BEF" w:rsidRPr="006535F7" w:rsidRDefault="009E4BEF" w:rsidP="0085451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выдает Заявителю расписку </w:t>
      </w:r>
      <w:r w:rsidR="004A5DF8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 xml:space="preserve"> получении документов при личном </w:t>
      </w:r>
      <w:r w:rsidR="00950213" w:rsidRPr="006535F7">
        <w:rPr>
          <w:sz w:val="28"/>
          <w:szCs w:val="28"/>
        </w:rPr>
        <w:t>присутствии Заявителя</w:t>
      </w:r>
      <w:r w:rsidRPr="006535F7">
        <w:rPr>
          <w:sz w:val="28"/>
          <w:szCs w:val="28"/>
        </w:rPr>
        <w:t xml:space="preserve"> или отправляет е</w:t>
      </w:r>
      <w:r w:rsidR="00E16CBA" w:rsidRPr="006535F7">
        <w:rPr>
          <w:sz w:val="28"/>
          <w:szCs w:val="28"/>
        </w:rPr>
        <w:t>е по просьбе Заявителя</w:t>
      </w:r>
      <w:r w:rsidRPr="006535F7">
        <w:rPr>
          <w:sz w:val="28"/>
          <w:szCs w:val="28"/>
        </w:rPr>
        <w:t xml:space="preserve"> на указанн</w:t>
      </w:r>
      <w:r w:rsidR="00E16CBA" w:rsidRPr="006535F7">
        <w:rPr>
          <w:sz w:val="28"/>
          <w:szCs w:val="28"/>
        </w:rPr>
        <w:t>ый</w:t>
      </w:r>
      <w:r w:rsidR="00410C7D" w:rsidRPr="006535F7">
        <w:rPr>
          <w:sz w:val="28"/>
          <w:szCs w:val="28"/>
        </w:rPr>
        <w:t xml:space="preserve"> </w:t>
      </w:r>
      <w:r w:rsidR="00E16CBA" w:rsidRPr="006535F7">
        <w:rPr>
          <w:sz w:val="28"/>
          <w:szCs w:val="28"/>
        </w:rPr>
        <w:t>в заявлении адрес посредство</w:t>
      </w:r>
      <w:r w:rsidRPr="006535F7">
        <w:rPr>
          <w:sz w:val="28"/>
          <w:szCs w:val="28"/>
        </w:rPr>
        <w:t>м почтовой связи или по электронной почте;</w:t>
      </w:r>
    </w:p>
    <w:p w:rsidR="009E4BEF" w:rsidRPr="006535F7" w:rsidRDefault="009E4BEF" w:rsidP="0085451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- обеспечивает возможность направления Заявителю </w:t>
      </w:r>
      <w:r w:rsidR="00E16CBA" w:rsidRPr="006535F7">
        <w:rPr>
          <w:sz w:val="28"/>
          <w:szCs w:val="28"/>
        </w:rPr>
        <w:t>расписки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электронном виде в случае направления заявления</w:t>
      </w:r>
      <w:r w:rsidR="00E16CBA" w:rsidRPr="006535F7">
        <w:rPr>
          <w:sz w:val="28"/>
          <w:szCs w:val="28"/>
        </w:rPr>
        <w:t>, документов</w:t>
      </w:r>
      <w:r w:rsidRPr="006535F7">
        <w:rPr>
          <w:sz w:val="28"/>
          <w:szCs w:val="28"/>
        </w:rPr>
        <w:t xml:space="preserve"> в виде электронного документа;</w:t>
      </w:r>
    </w:p>
    <w:p w:rsidR="009E4BEF" w:rsidRPr="006535F7" w:rsidRDefault="009E4BEF" w:rsidP="0085451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в случае несоответствия предоставленн</w:t>
      </w:r>
      <w:r w:rsidR="00D72814" w:rsidRPr="006535F7">
        <w:rPr>
          <w:sz w:val="28"/>
          <w:szCs w:val="28"/>
        </w:rPr>
        <w:t>ых</w:t>
      </w:r>
      <w:r w:rsidRPr="006535F7">
        <w:rPr>
          <w:sz w:val="28"/>
          <w:szCs w:val="28"/>
        </w:rPr>
        <w:t xml:space="preserve"> заявления</w:t>
      </w:r>
      <w:r w:rsidR="00D72814" w:rsidRPr="006535F7">
        <w:rPr>
          <w:sz w:val="28"/>
          <w:szCs w:val="28"/>
        </w:rPr>
        <w:t>, документов</w:t>
      </w:r>
      <w:r w:rsidRPr="006535F7">
        <w:rPr>
          <w:sz w:val="28"/>
          <w:szCs w:val="28"/>
        </w:rPr>
        <w:t xml:space="preserve"> требованиям Административного регламента:</w:t>
      </w:r>
    </w:p>
    <w:p w:rsidR="00D72814" w:rsidRPr="006535F7" w:rsidRDefault="009E4BEF" w:rsidP="0085451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регистрирует </w:t>
      </w:r>
      <w:r w:rsidR="00D72814" w:rsidRPr="006535F7">
        <w:rPr>
          <w:sz w:val="28"/>
          <w:szCs w:val="28"/>
        </w:rPr>
        <w:t xml:space="preserve">поступившее </w:t>
      </w:r>
      <w:r w:rsidRPr="006535F7">
        <w:rPr>
          <w:sz w:val="28"/>
          <w:szCs w:val="28"/>
        </w:rPr>
        <w:t>заявление</w:t>
      </w:r>
      <w:r w:rsidR="00D72814" w:rsidRPr="006535F7">
        <w:rPr>
          <w:sz w:val="28"/>
          <w:szCs w:val="28"/>
        </w:rPr>
        <w:t>, документы в журнале приема заявлений образовательного учреждения в день их поступления;</w:t>
      </w:r>
    </w:p>
    <w:p w:rsidR="00D72814" w:rsidRPr="006535F7" w:rsidRDefault="00D72814" w:rsidP="0085451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оформляет Заявителю расписку в письменной форме </w:t>
      </w:r>
      <w:r w:rsidR="004A5DF8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 xml:space="preserve"> получении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документов, содержащую информацию о регистрационном номере заявления,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 перечне предоставленных</w:t>
      </w:r>
      <w:r w:rsidR="00410C7D" w:rsidRPr="006535F7">
        <w:rPr>
          <w:sz w:val="28"/>
          <w:szCs w:val="28"/>
        </w:rPr>
        <w:t xml:space="preserve"> </w:t>
      </w:r>
      <w:r w:rsidR="005B72AF" w:rsidRPr="006535F7">
        <w:rPr>
          <w:sz w:val="28"/>
          <w:szCs w:val="28"/>
        </w:rPr>
        <w:t>и (или) не предоставленных</w:t>
      </w:r>
      <w:r w:rsidRPr="006535F7">
        <w:rPr>
          <w:sz w:val="28"/>
          <w:szCs w:val="28"/>
        </w:rPr>
        <w:t xml:space="preserve"> документов,</w:t>
      </w:r>
      <w:r w:rsidR="005B72AF" w:rsidRPr="006535F7">
        <w:rPr>
          <w:sz w:val="28"/>
          <w:szCs w:val="28"/>
        </w:rPr>
        <w:t xml:space="preserve"> с указанием несоответствия предоставленных заявления, документов установленным требованиям настоящего Административного регламента и предложением принять меры по переоформлению заявления, документов в соответствии</w:t>
      </w:r>
      <w:r w:rsidR="00410C7D" w:rsidRPr="006535F7">
        <w:rPr>
          <w:sz w:val="28"/>
          <w:szCs w:val="28"/>
        </w:rPr>
        <w:t xml:space="preserve"> </w:t>
      </w:r>
      <w:r w:rsidR="005B72AF" w:rsidRPr="006535F7">
        <w:rPr>
          <w:sz w:val="28"/>
          <w:szCs w:val="28"/>
        </w:rPr>
        <w:t xml:space="preserve">с требованиями Административного регламента; указывает в расписке </w:t>
      </w:r>
      <w:r w:rsidR="001E3089" w:rsidRPr="006535F7">
        <w:rPr>
          <w:sz w:val="28"/>
          <w:szCs w:val="28"/>
        </w:rPr>
        <w:t xml:space="preserve">свою </w:t>
      </w:r>
      <w:r w:rsidR="005B72AF" w:rsidRPr="006535F7">
        <w:rPr>
          <w:sz w:val="28"/>
          <w:szCs w:val="28"/>
        </w:rPr>
        <w:t>должность, фамилию, имя</w:t>
      </w:r>
      <w:r w:rsidRPr="006535F7">
        <w:rPr>
          <w:sz w:val="28"/>
          <w:szCs w:val="28"/>
        </w:rPr>
        <w:t>,</w:t>
      </w:r>
      <w:r w:rsidR="005B72AF" w:rsidRPr="006535F7">
        <w:rPr>
          <w:sz w:val="28"/>
          <w:szCs w:val="28"/>
        </w:rPr>
        <w:t xml:space="preserve"> отчество</w:t>
      </w:r>
      <w:r w:rsidRPr="006535F7">
        <w:rPr>
          <w:sz w:val="28"/>
          <w:szCs w:val="28"/>
        </w:rPr>
        <w:t>; заверяет расписку личной подписью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 печатью образовательного учреждения;</w:t>
      </w:r>
    </w:p>
    <w:p w:rsidR="001E3089" w:rsidRPr="006535F7" w:rsidRDefault="001E3089" w:rsidP="0026653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выдает Заявителю расписку </w:t>
      </w:r>
      <w:r w:rsidR="004A5DF8" w:rsidRPr="006535F7">
        <w:rPr>
          <w:sz w:val="28"/>
          <w:szCs w:val="28"/>
        </w:rPr>
        <w:t>о</w:t>
      </w:r>
      <w:r w:rsidRPr="006535F7">
        <w:rPr>
          <w:sz w:val="28"/>
          <w:szCs w:val="28"/>
        </w:rPr>
        <w:t xml:space="preserve"> получении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документов, содержащую вышеуказанную информацию, при личном присутствии Заявителя или отправляет ее по просьбе Заявителя на указанный в заявлении адрес посредством почтовой связи или по электронной почте;</w:t>
      </w:r>
    </w:p>
    <w:p w:rsidR="001E3089" w:rsidRPr="006535F7" w:rsidRDefault="001E3089" w:rsidP="0026653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обеспечивает возможность направления Заявителю вышеуказанной расписки в электронном виде в случае направления заявления, документов в виде электрон</w:t>
      </w:r>
      <w:r w:rsidR="00923674" w:rsidRPr="006535F7">
        <w:rPr>
          <w:sz w:val="28"/>
          <w:szCs w:val="28"/>
        </w:rPr>
        <w:t>ного документа;</w:t>
      </w:r>
    </w:p>
    <w:p w:rsidR="009A0811" w:rsidRPr="006535F7" w:rsidRDefault="009E4BEF" w:rsidP="0026653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 передает зарегистрированн</w:t>
      </w:r>
      <w:r w:rsidR="00923674" w:rsidRPr="006535F7">
        <w:rPr>
          <w:sz w:val="28"/>
          <w:szCs w:val="28"/>
        </w:rPr>
        <w:t>ые</w:t>
      </w:r>
      <w:r w:rsidRPr="006535F7">
        <w:rPr>
          <w:sz w:val="28"/>
          <w:szCs w:val="28"/>
        </w:rPr>
        <w:t xml:space="preserve"> заявление</w:t>
      </w:r>
      <w:r w:rsidR="00923674" w:rsidRPr="006535F7">
        <w:rPr>
          <w:sz w:val="28"/>
          <w:szCs w:val="28"/>
        </w:rPr>
        <w:t>, документы</w:t>
      </w:r>
      <w:r w:rsidRPr="006535F7">
        <w:rPr>
          <w:sz w:val="28"/>
          <w:szCs w:val="28"/>
        </w:rPr>
        <w:t xml:space="preserve"> руководителю </w:t>
      </w:r>
      <w:r w:rsidR="00923674" w:rsidRPr="006535F7">
        <w:rPr>
          <w:sz w:val="28"/>
          <w:szCs w:val="28"/>
        </w:rPr>
        <w:t>образовательного учреждения</w:t>
      </w:r>
      <w:r w:rsidRPr="006535F7">
        <w:rPr>
          <w:sz w:val="28"/>
          <w:szCs w:val="28"/>
        </w:rPr>
        <w:t xml:space="preserve"> для </w:t>
      </w:r>
      <w:r w:rsidR="00923674" w:rsidRPr="006535F7">
        <w:rPr>
          <w:sz w:val="28"/>
          <w:szCs w:val="28"/>
        </w:rPr>
        <w:t>дальнейшей работы</w:t>
      </w:r>
      <w:r w:rsidRPr="006535F7">
        <w:rPr>
          <w:sz w:val="28"/>
          <w:szCs w:val="28"/>
        </w:rPr>
        <w:t>.</w:t>
      </w:r>
    </w:p>
    <w:p w:rsidR="00923674" w:rsidRPr="006535F7" w:rsidRDefault="00923674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3.5</w:t>
      </w:r>
      <w:r w:rsidR="00BC2253" w:rsidRPr="006535F7">
        <w:rPr>
          <w:sz w:val="28"/>
          <w:szCs w:val="28"/>
        </w:rPr>
        <w:t>.3.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 xml:space="preserve">Результатом исполнения данной административной процедуры является регистрация </w:t>
      </w:r>
      <w:r w:rsidRPr="006535F7">
        <w:rPr>
          <w:sz w:val="28"/>
          <w:szCs w:val="28"/>
        </w:rPr>
        <w:t xml:space="preserve">заявления, </w:t>
      </w:r>
      <w:r w:rsidR="00BC2253" w:rsidRPr="006535F7">
        <w:rPr>
          <w:sz w:val="28"/>
          <w:szCs w:val="28"/>
        </w:rPr>
        <w:t xml:space="preserve">документов в журнале приема заявлений </w:t>
      </w:r>
      <w:r w:rsidRPr="006535F7">
        <w:rPr>
          <w:sz w:val="28"/>
          <w:szCs w:val="28"/>
        </w:rPr>
        <w:t>образовательного учреждения</w:t>
      </w:r>
      <w:r w:rsidR="00BC2253" w:rsidRPr="006535F7">
        <w:rPr>
          <w:sz w:val="28"/>
          <w:szCs w:val="28"/>
        </w:rPr>
        <w:t xml:space="preserve"> и </w:t>
      </w:r>
      <w:r w:rsidRPr="006535F7">
        <w:rPr>
          <w:sz w:val="28"/>
          <w:szCs w:val="28"/>
        </w:rPr>
        <w:t>направление Заявителю соответствующ</w:t>
      </w:r>
      <w:r w:rsidR="004A5DF8" w:rsidRPr="006535F7">
        <w:rPr>
          <w:sz w:val="28"/>
          <w:szCs w:val="28"/>
        </w:rPr>
        <w:t>ей расписки в письменной форме о</w:t>
      </w:r>
      <w:r w:rsidRPr="006535F7">
        <w:rPr>
          <w:sz w:val="28"/>
          <w:szCs w:val="28"/>
        </w:rPr>
        <w:t xml:space="preserve"> получении документов.</w:t>
      </w:r>
      <w:r w:rsidR="00BC2253" w:rsidRPr="006535F7">
        <w:rPr>
          <w:sz w:val="28"/>
          <w:szCs w:val="28"/>
        </w:rPr>
        <w:t xml:space="preserve"> </w:t>
      </w:r>
    </w:p>
    <w:p w:rsidR="00BC2253" w:rsidRPr="006535F7" w:rsidRDefault="00923674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3.6</w:t>
      </w:r>
      <w:r w:rsidR="00BC2253" w:rsidRPr="006535F7">
        <w:rPr>
          <w:sz w:val="28"/>
          <w:szCs w:val="28"/>
        </w:rPr>
        <w:t>. </w:t>
      </w:r>
      <w:r w:rsidRPr="006535F7">
        <w:rPr>
          <w:sz w:val="28"/>
          <w:szCs w:val="28"/>
        </w:rPr>
        <w:t>Рассмотрение заявления, документов</w:t>
      </w:r>
      <w:r w:rsidR="00BC2253" w:rsidRPr="006535F7">
        <w:rPr>
          <w:sz w:val="28"/>
          <w:szCs w:val="28"/>
        </w:rPr>
        <w:t>.</w:t>
      </w:r>
    </w:p>
    <w:p w:rsidR="00BC2253" w:rsidRPr="006535F7" w:rsidRDefault="00923674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lastRenderedPageBreak/>
        <w:t>3.6</w:t>
      </w:r>
      <w:r w:rsidR="00BC2253" w:rsidRPr="006535F7">
        <w:rPr>
          <w:sz w:val="28"/>
          <w:szCs w:val="28"/>
        </w:rPr>
        <w:t xml:space="preserve">.1. Основанием для начала данной административной процедуры </w:t>
      </w:r>
      <w:r w:rsidR="00BC2253" w:rsidRPr="006535F7">
        <w:rPr>
          <w:sz w:val="28"/>
          <w:szCs w:val="28"/>
        </w:rPr>
        <w:br/>
        <w:t>является регистрация</w:t>
      </w:r>
      <w:r w:rsidRPr="006535F7">
        <w:rPr>
          <w:sz w:val="28"/>
          <w:szCs w:val="28"/>
        </w:rPr>
        <w:t xml:space="preserve"> заявления,</w:t>
      </w:r>
      <w:r w:rsidR="00BC2253" w:rsidRPr="006535F7">
        <w:rPr>
          <w:sz w:val="28"/>
          <w:szCs w:val="28"/>
        </w:rPr>
        <w:t xml:space="preserve"> документов в журнале приема заявлений образовательного учреждения.</w:t>
      </w:r>
    </w:p>
    <w:p w:rsidR="00BC2253" w:rsidRPr="006535F7" w:rsidRDefault="00923674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3.6</w:t>
      </w:r>
      <w:r w:rsidR="00BC2253" w:rsidRPr="006535F7">
        <w:rPr>
          <w:sz w:val="28"/>
          <w:szCs w:val="28"/>
        </w:rPr>
        <w:t xml:space="preserve">.2. В ходе исполнения административной процедуры </w:t>
      </w:r>
      <w:r w:rsidRPr="006535F7">
        <w:rPr>
          <w:sz w:val="28"/>
          <w:szCs w:val="28"/>
        </w:rPr>
        <w:t>р</w:t>
      </w:r>
      <w:r w:rsidR="003537D7" w:rsidRPr="006535F7">
        <w:rPr>
          <w:sz w:val="28"/>
          <w:szCs w:val="28"/>
        </w:rPr>
        <w:t>уководитель</w:t>
      </w:r>
      <w:r w:rsidR="00BC2253" w:rsidRPr="006535F7">
        <w:rPr>
          <w:sz w:val="28"/>
          <w:szCs w:val="28"/>
        </w:rPr>
        <w:t xml:space="preserve"> образовательного учреждения</w:t>
      </w:r>
      <w:r w:rsidR="004F0CDA" w:rsidRPr="006535F7">
        <w:rPr>
          <w:sz w:val="28"/>
          <w:szCs w:val="28"/>
        </w:rPr>
        <w:t xml:space="preserve"> организует рассмо</w:t>
      </w:r>
      <w:r w:rsidR="00BC2253" w:rsidRPr="006535F7">
        <w:rPr>
          <w:sz w:val="28"/>
          <w:szCs w:val="28"/>
        </w:rPr>
        <w:t>тр</w:t>
      </w:r>
      <w:r w:rsidR="004F0CDA" w:rsidRPr="006535F7">
        <w:rPr>
          <w:sz w:val="28"/>
          <w:szCs w:val="28"/>
        </w:rPr>
        <w:t>ение заявления</w:t>
      </w:r>
      <w:r w:rsidR="00FB1EEE" w:rsidRPr="006535F7">
        <w:rPr>
          <w:sz w:val="28"/>
          <w:szCs w:val="28"/>
        </w:rPr>
        <w:t xml:space="preserve"> и</w:t>
      </w:r>
      <w:r w:rsidR="004F0CDA" w:rsidRPr="006535F7">
        <w:rPr>
          <w:sz w:val="28"/>
          <w:szCs w:val="28"/>
        </w:rPr>
        <w:t xml:space="preserve"> документов</w:t>
      </w:r>
      <w:r w:rsidR="00BC2253" w:rsidRPr="006535F7">
        <w:rPr>
          <w:sz w:val="28"/>
          <w:szCs w:val="28"/>
        </w:rPr>
        <w:t xml:space="preserve">, </w:t>
      </w:r>
      <w:r w:rsidR="004F0CDA" w:rsidRPr="006535F7">
        <w:rPr>
          <w:sz w:val="28"/>
          <w:szCs w:val="28"/>
        </w:rPr>
        <w:t xml:space="preserve">в течение </w:t>
      </w:r>
      <w:r w:rsidR="004C5B1E" w:rsidRPr="006535F7">
        <w:rPr>
          <w:sz w:val="28"/>
          <w:szCs w:val="28"/>
        </w:rPr>
        <w:t>3</w:t>
      </w:r>
      <w:r w:rsidR="004F0CDA" w:rsidRPr="006535F7">
        <w:rPr>
          <w:sz w:val="28"/>
          <w:szCs w:val="28"/>
        </w:rPr>
        <w:t xml:space="preserve"> рабочих дней со дня их регистрации</w:t>
      </w:r>
      <w:r w:rsidR="00BC2253" w:rsidRPr="006535F7">
        <w:rPr>
          <w:sz w:val="28"/>
          <w:szCs w:val="28"/>
        </w:rPr>
        <w:t xml:space="preserve"> в установленном порядке, принимает решение о зачислении либо отказе в зачислении </w:t>
      </w:r>
      <w:r w:rsidR="004F0CDA" w:rsidRPr="006535F7">
        <w:rPr>
          <w:sz w:val="28"/>
          <w:szCs w:val="28"/>
        </w:rPr>
        <w:t>обучающегося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в образовательное учреждение</w:t>
      </w:r>
      <w:r w:rsidR="004F0CDA" w:rsidRPr="006535F7">
        <w:rPr>
          <w:sz w:val="28"/>
          <w:szCs w:val="28"/>
        </w:rPr>
        <w:t xml:space="preserve"> </w:t>
      </w:r>
      <w:r w:rsidR="008C0C64" w:rsidRPr="006535F7">
        <w:rPr>
          <w:sz w:val="28"/>
          <w:szCs w:val="28"/>
        </w:rPr>
        <w:t>по причине, указанной в пункте 2.14.1</w:t>
      </w:r>
      <w:r w:rsidR="00410C7D" w:rsidRPr="006535F7">
        <w:rPr>
          <w:sz w:val="28"/>
          <w:szCs w:val="28"/>
        </w:rPr>
        <w:t xml:space="preserve"> </w:t>
      </w:r>
      <w:r w:rsidR="008C0C64" w:rsidRPr="006535F7">
        <w:rPr>
          <w:sz w:val="28"/>
          <w:szCs w:val="28"/>
        </w:rPr>
        <w:t xml:space="preserve">Административного регламента. </w:t>
      </w:r>
    </w:p>
    <w:p w:rsidR="00215237" w:rsidRPr="006535F7" w:rsidRDefault="004F0CDA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3.6</w:t>
      </w:r>
      <w:r w:rsidR="00BC2253" w:rsidRPr="006535F7">
        <w:rPr>
          <w:sz w:val="28"/>
          <w:szCs w:val="28"/>
        </w:rPr>
        <w:t>.3.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Результатом исполнения данной административной процедуры является резолюция</w:t>
      </w:r>
      <w:r w:rsidRPr="006535F7">
        <w:rPr>
          <w:sz w:val="28"/>
          <w:szCs w:val="28"/>
        </w:rPr>
        <w:t xml:space="preserve"> (поручение)</w:t>
      </w:r>
      <w:r w:rsidR="00BC2253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р</w:t>
      </w:r>
      <w:r w:rsidR="003537D7" w:rsidRPr="006535F7">
        <w:rPr>
          <w:sz w:val="28"/>
          <w:szCs w:val="28"/>
        </w:rPr>
        <w:t>уководителя</w:t>
      </w:r>
      <w:r w:rsidR="00BC2253" w:rsidRPr="006535F7">
        <w:rPr>
          <w:sz w:val="28"/>
          <w:szCs w:val="28"/>
        </w:rPr>
        <w:t xml:space="preserve"> образовательного учреждения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 xml:space="preserve">о </w:t>
      </w:r>
      <w:r w:rsidRPr="006535F7">
        <w:rPr>
          <w:sz w:val="28"/>
          <w:szCs w:val="28"/>
        </w:rPr>
        <w:t xml:space="preserve">подготовке распорядительного акта о </w:t>
      </w:r>
      <w:r w:rsidR="00BC2253" w:rsidRPr="006535F7">
        <w:rPr>
          <w:sz w:val="28"/>
          <w:szCs w:val="28"/>
        </w:rPr>
        <w:t xml:space="preserve">зачислении </w:t>
      </w:r>
      <w:r w:rsidR="00183552" w:rsidRPr="006535F7">
        <w:rPr>
          <w:sz w:val="28"/>
          <w:szCs w:val="28"/>
        </w:rPr>
        <w:t>Получателя</w:t>
      </w:r>
      <w:r w:rsidR="00410C7D" w:rsidRPr="006535F7">
        <w:rPr>
          <w:sz w:val="28"/>
          <w:szCs w:val="28"/>
        </w:rPr>
        <w:t xml:space="preserve"> </w:t>
      </w:r>
      <w:r w:rsidR="00183552" w:rsidRPr="006535F7">
        <w:rPr>
          <w:sz w:val="28"/>
          <w:szCs w:val="28"/>
        </w:rPr>
        <w:t>в</w:t>
      </w:r>
      <w:r w:rsidR="00215237" w:rsidRPr="006535F7">
        <w:rPr>
          <w:sz w:val="28"/>
          <w:szCs w:val="28"/>
        </w:rPr>
        <w:t xml:space="preserve"> образовательное учреждение </w:t>
      </w:r>
      <w:r w:rsidR="00BC2253" w:rsidRPr="006535F7">
        <w:rPr>
          <w:sz w:val="28"/>
          <w:szCs w:val="28"/>
        </w:rPr>
        <w:t xml:space="preserve">либо </w:t>
      </w:r>
      <w:r w:rsidR="008C0C64" w:rsidRPr="006535F7">
        <w:rPr>
          <w:sz w:val="28"/>
          <w:szCs w:val="28"/>
        </w:rPr>
        <w:t xml:space="preserve">ответа Заявителю в письменной форме об отказе в зачислении </w:t>
      </w:r>
      <w:r w:rsidR="00C82249" w:rsidRPr="006535F7">
        <w:rPr>
          <w:sz w:val="28"/>
          <w:szCs w:val="28"/>
        </w:rPr>
        <w:t xml:space="preserve">Получателя </w:t>
      </w:r>
      <w:r w:rsidR="008C0C64" w:rsidRPr="006535F7">
        <w:rPr>
          <w:sz w:val="28"/>
          <w:szCs w:val="28"/>
        </w:rPr>
        <w:t>в образовательное учреждение</w:t>
      </w:r>
      <w:r w:rsidR="00BC2253" w:rsidRPr="006535F7">
        <w:rPr>
          <w:sz w:val="28"/>
          <w:szCs w:val="28"/>
        </w:rPr>
        <w:t xml:space="preserve"> </w:t>
      </w:r>
      <w:r w:rsidR="00BE2591" w:rsidRPr="006535F7">
        <w:rPr>
          <w:sz w:val="28"/>
          <w:szCs w:val="28"/>
        </w:rPr>
        <w:t xml:space="preserve">с указанием причины и рекомендацией обратиться непосредственно в </w:t>
      </w:r>
      <w:r w:rsidR="004C5B1E" w:rsidRPr="006535F7">
        <w:rPr>
          <w:sz w:val="28"/>
          <w:szCs w:val="28"/>
        </w:rPr>
        <w:t xml:space="preserve">Отдел </w:t>
      </w:r>
      <w:r w:rsidR="00BE2591" w:rsidRPr="006535F7">
        <w:rPr>
          <w:sz w:val="28"/>
          <w:szCs w:val="28"/>
        </w:rPr>
        <w:t>образования для решения вопроса</w:t>
      </w:r>
      <w:r w:rsidR="00C82249" w:rsidRPr="006535F7">
        <w:rPr>
          <w:sz w:val="28"/>
          <w:szCs w:val="28"/>
        </w:rPr>
        <w:t xml:space="preserve"> </w:t>
      </w:r>
      <w:r w:rsidR="00FF543A" w:rsidRPr="006535F7">
        <w:rPr>
          <w:sz w:val="28"/>
          <w:szCs w:val="28"/>
        </w:rPr>
        <w:t xml:space="preserve">о зачислении Получателя (в частности - </w:t>
      </w:r>
      <w:r w:rsidR="00BE2591" w:rsidRPr="006535F7">
        <w:rPr>
          <w:sz w:val="28"/>
          <w:szCs w:val="28"/>
        </w:rPr>
        <w:t>о</w:t>
      </w:r>
      <w:r w:rsidR="004C5B1E" w:rsidRPr="006535F7">
        <w:rPr>
          <w:sz w:val="28"/>
          <w:szCs w:val="28"/>
        </w:rPr>
        <w:t xml:space="preserve"> зачислении </w:t>
      </w:r>
      <w:r w:rsidR="00BE2591" w:rsidRPr="006535F7">
        <w:rPr>
          <w:sz w:val="28"/>
          <w:szCs w:val="28"/>
        </w:rPr>
        <w:t>ребенка</w:t>
      </w:r>
      <w:r w:rsidR="00410C7D" w:rsidRPr="006535F7">
        <w:rPr>
          <w:sz w:val="28"/>
          <w:szCs w:val="28"/>
        </w:rPr>
        <w:t xml:space="preserve"> </w:t>
      </w:r>
      <w:r w:rsidR="00BE2591" w:rsidRPr="006535F7">
        <w:rPr>
          <w:sz w:val="28"/>
          <w:szCs w:val="28"/>
        </w:rPr>
        <w:t>в другое образовательное учреждение</w:t>
      </w:r>
      <w:r w:rsidR="00FF543A" w:rsidRPr="006535F7">
        <w:rPr>
          <w:sz w:val="28"/>
          <w:szCs w:val="28"/>
        </w:rPr>
        <w:t>)</w:t>
      </w:r>
      <w:r w:rsidR="00BE2591" w:rsidRPr="006535F7">
        <w:rPr>
          <w:sz w:val="28"/>
          <w:szCs w:val="28"/>
        </w:rPr>
        <w:t xml:space="preserve">. </w:t>
      </w:r>
    </w:p>
    <w:p w:rsidR="00395A3A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</w:t>
      </w:r>
      <w:r w:rsidR="00BE2591" w:rsidRPr="006535F7">
        <w:rPr>
          <w:sz w:val="28"/>
          <w:szCs w:val="28"/>
        </w:rPr>
        <w:t>7</w:t>
      </w:r>
      <w:r w:rsidRPr="006535F7">
        <w:rPr>
          <w:sz w:val="28"/>
          <w:szCs w:val="28"/>
        </w:rPr>
        <w:t>.</w:t>
      </w:r>
      <w:r w:rsidR="00410C7D" w:rsidRPr="006535F7">
        <w:rPr>
          <w:sz w:val="28"/>
          <w:szCs w:val="28"/>
        </w:rPr>
        <w:t xml:space="preserve"> </w:t>
      </w:r>
      <w:r w:rsidR="00BE2591" w:rsidRPr="006535F7">
        <w:rPr>
          <w:sz w:val="28"/>
          <w:szCs w:val="28"/>
        </w:rPr>
        <w:t xml:space="preserve">Зачисление </w:t>
      </w:r>
      <w:r w:rsidR="004C5B1E" w:rsidRPr="006535F7">
        <w:rPr>
          <w:sz w:val="28"/>
          <w:szCs w:val="28"/>
        </w:rPr>
        <w:t>ребенка</w:t>
      </w:r>
      <w:r w:rsidR="00BE2591" w:rsidRPr="006535F7">
        <w:rPr>
          <w:sz w:val="28"/>
          <w:szCs w:val="28"/>
        </w:rPr>
        <w:t xml:space="preserve"> в образовательное учреждение</w:t>
      </w:r>
      <w:r w:rsidR="00457D51" w:rsidRPr="006535F7">
        <w:rPr>
          <w:sz w:val="28"/>
          <w:szCs w:val="28"/>
        </w:rPr>
        <w:t xml:space="preserve"> (далее – зачисление обучающегося)</w:t>
      </w:r>
      <w:r w:rsidRPr="006535F7">
        <w:rPr>
          <w:sz w:val="28"/>
          <w:szCs w:val="28"/>
        </w:rPr>
        <w:t>.</w:t>
      </w:r>
    </w:p>
    <w:p w:rsidR="00BC2253" w:rsidRPr="006535F7" w:rsidRDefault="00BE2591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3.7.1.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Основанием </w:t>
      </w:r>
      <w:r w:rsidR="00BC2253" w:rsidRPr="006535F7">
        <w:rPr>
          <w:sz w:val="28"/>
          <w:szCs w:val="28"/>
        </w:rPr>
        <w:t>для начала административного действия</w:t>
      </w:r>
      <w:r w:rsidR="00BC2253" w:rsidRPr="006535F7">
        <w:rPr>
          <w:sz w:val="28"/>
          <w:szCs w:val="28"/>
        </w:rPr>
        <w:br/>
        <w:t xml:space="preserve">по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ю</w:t>
      </w:r>
      <w:r w:rsidR="00457D51" w:rsidRPr="006535F7">
        <w:rPr>
          <w:sz w:val="28"/>
          <w:szCs w:val="28"/>
        </w:rPr>
        <w:t xml:space="preserve"> обучающегося</w:t>
      </w:r>
      <w:r w:rsidR="00BC2253" w:rsidRPr="006535F7">
        <w:rPr>
          <w:sz w:val="28"/>
          <w:szCs w:val="28"/>
        </w:rPr>
        <w:t xml:space="preserve"> является резолюция </w:t>
      </w:r>
      <w:r w:rsidRPr="006535F7">
        <w:rPr>
          <w:sz w:val="28"/>
          <w:szCs w:val="28"/>
        </w:rPr>
        <w:t xml:space="preserve">(поручение) руководителя образовательного учреждения о подготовке распорядительного акта 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и</w:t>
      </w:r>
      <w:r w:rsidR="00457D51" w:rsidRPr="006535F7">
        <w:rPr>
          <w:sz w:val="28"/>
          <w:szCs w:val="28"/>
        </w:rPr>
        <w:t xml:space="preserve"> обучающегося</w:t>
      </w:r>
      <w:r w:rsidRPr="006535F7">
        <w:rPr>
          <w:sz w:val="28"/>
          <w:szCs w:val="28"/>
        </w:rPr>
        <w:t>.</w:t>
      </w:r>
    </w:p>
    <w:p w:rsidR="00BC2253" w:rsidRPr="006535F7" w:rsidRDefault="00BE2591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3.7</w:t>
      </w:r>
      <w:r w:rsidR="00BC2253" w:rsidRPr="006535F7">
        <w:rPr>
          <w:sz w:val="28"/>
          <w:szCs w:val="28"/>
        </w:rPr>
        <w:t>.2.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Уполномоченное д</w:t>
      </w:r>
      <w:r w:rsidR="00BC2253" w:rsidRPr="006535F7">
        <w:rPr>
          <w:sz w:val="28"/>
          <w:szCs w:val="28"/>
        </w:rPr>
        <w:t>олжностное лицо образовательного учреждения:</w:t>
      </w:r>
    </w:p>
    <w:p w:rsidR="00DD5C7D" w:rsidRPr="006535F7" w:rsidRDefault="00BC2253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C5B1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готовит проект </w:t>
      </w:r>
      <w:r w:rsidR="00BE2591" w:rsidRPr="006535F7">
        <w:rPr>
          <w:sz w:val="28"/>
          <w:szCs w:val="28"/>
        </w:rPr>
        <w:t xml:space="preserve">распорядительного акта 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и</w:t>
      </w:r>
      <w:r w:rsidR="00457D51" w:rsidRPr="006535F7">
        <w:rPr>
          <w:sz w:val="28"/>
          <w:szCs w:val="28"/>
        </w:rPr>
        <w:t xml:space="preserve"> обучающегося</w:t>
      </w:r>
      <w:r w:rsidR="002E28C8" w:rsidRPr="006535F7">
        <w:rPr>
          <w:sz w:val="28"/>
          <w:szCs w:val="28"/>
        </w:rPr>
        <w:t>;</w:t>
      </w:r>
      <w:r w:rsidR="00DD5C7D" w:rsidRPr="006535F7">
        <w:rPr>
          <w:sz w:val="28"/>
          <w:szCs w:val="28"/>
        </w:rPr>
        <w:t xml:space="preserve"> </w:t>
      </w:r>
    </w:p>
    <w:p w:rsidR="00BC2253" w:rsidRPr="006535F7" w:rsidRDefault="00DD5C7D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C5B1E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пред</w:t>
      </w:r>
      <w:r w:rsidR="00C17C3A" w:rsidRPr="006535F7">
        <w:rPr>
          <w:sz w:val="28"/>
          <w:szCs w:val="28"/>
        </w:rPr>
        <w:t>о</w:t>
      </w:r>
      <w:r w:rsidR="00BC2253" w:rsidRPr="006535F7">
        <w:rPr>
          <w:sz w:val="28"/>
          <w:szCs w:val="28"/>
        </w:rPr>
        <w:t xml:space="preserve">ставляет </w:t>
      </w:r>
      <w:r w:rsidRPr="006535F7">
        <w:rPr>
          <w:sz w:val="28"/>
          <w:szCs w:val="28"/>
        </w:rPr>
        <w:t xml:space="preserve">проект распорядительного акта 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и</w:t>
      </w:r>
      <w:r w:rsidR="00457D51" w:rsidRPr="006535F7">
        <w:rPr>
          <w:sz w:val="28"/>
          <w:szCs w:val="28"/>
        </w:rPr>
        <w:t xml:space="preserve"> обучающегося</w:t>
      </w:r>
      <w:r w:rsidR="00BC2253" w:rsidRPr="006535F7">
        <w:rPr>
          <w:sz w:val="28"/>
          <w:szCs w:val="28"/>
        </w:rPr>
        <w:t xml:space="preserve"> на подписание </w:t>
      </w:r>
      <w:r w:rsidR="00BE2591" w:rsidRPr="006535F7">
        <w:rPr>
          <w:sz w:val="28"/>
          <w:szCs w:val="28"/>
        </w:rPr>
        <w:t>р</w:t>
      </w:r>
      <w:r w:rsidR="003537D7" w:rsidRPr="006535F7">
        <w:rPr>
          <w:sz w:val="28"/>
          <w:szCs w:val="28"/>
        </w:rPr>
        <w:t>уководителю</w:t>
      </w:r>
      <w:r w:rsidR="00BC2253" w:rsidRPr="006535F7">
        <w:rPr>
          <w:sz w:val="28"/>
          <w:szCs w:val="28"/>
        </w:rPr>
        <w:t xml:space="preserve"> образовательного учреждения; </w:t>
      </w:r>
    </w:p>
    <w:p w:rsidR="00DD5C7D" w:rsidRPr="006535F7" w:rsidRDefault="002E28C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C5B1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контролирует соблюдение сроков подготовки, издания распорядительного акта 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и</w:t>
      </w:r>
      <w:r w:rsidR="00457D51" w:rsidRPr="006535F7">
        <w:rPr>
          <w:sz w:val="28"/>
          <w:szCs w:val="28"/>
        </w:rPr>
        <w:t xml:space="preserve"> обучающегося</w:t>
      </w:r>
      <w:r w:rsidRPr="006535F7">
        <w:rPr>
          <w:sz w:val="28"/>
          <w:szCs w:val="28"/>
        </w:rPr>
        <w:t>, указанных</w:t>
      </w:r>
      <w:r w:rsidR="00DD5C7D" w:rsidRPr="006535F7">
        <w:rPr>
          <w:sz w:val="28"/>
          <w:szCs w:val="28"/>
        </w:rPr>
        <w:t xml:space="preserve"> в пункте 3.3.6</w:t>
      </w:r>
      <w:r w:rsidR="00457D51" w:rsidRPr="006535F7">
        <w:rPr>
          <w:sz w:val="28"/>
          <w:szCs w:val="28"/>
        </w:rPr>
        <w:t xml:space="preserve"> </w:t>
      </w:r>
      <w:r w:rsidR="00DD5C7D" w:rsidRPr="006535F7">
        <w:rPr>
          <w:sz w:val="28"/>
          <w:szCs w:val="28"/>
        </w:rPr>
        <w:t>Административного регламента</w:t>
      </w:r>
      <w:r w:rsidRPr="006535F7">
        <w:rPr>
          <w:sz w:val="28"/>
          <w:szCs w:val="28"/>
        </w:rPr>
        <w:t>;</w:t>
      </w:r>
    </w:p>
    <w:p w:rsidR="002E28C8" w:rsidRPr="006535F7" w:rsidRDefault="002E28C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-</w:t>
      </w:r>
      <w:r w:rsidR="004C5B1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размещает распорядительный акт о </w:t>
      </w:r>
      <w:r w:rsidR="00457D51" w:rsidRPr="006535F7">
        <w:rPr>
          <w:sz w:val="28"/>
          <w:szCs w:val="28"/>
        </w:rPr>
        <w:t>зачислени</w:t>
      </w:r>
      <w:r w:rsidR="008B4F67" w:rsidRPr="006535F7">
        <w:rPr>
          <w:sz w:val="28"/>
          <w:szCs w:val="28"/>
        </w:rPr>
        <w:t>и</w:t>
      </w:r>
      <w:r w:rsidR="00457D51" w:rsidRPr="006535F7">
        <w:rPr>
          <w:sz w:val="28"/>
          <w:szCs w:val="28"/>
        </w:rPr>
        <w:t xml:space="preserve"> обучающегося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 информационном стенде образовательного учреждения в день его издания.</w:t>
      </w:r>
    </w:p>
    <w:p w:rsidR="00BC2253" w:rsidRPr="006535F7" w:rsidRDefault="002E28C8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3.7</w:t>
      </w:r>
      <w:r w:rsidR="00BC2253" w:rsidRPr="006535F7">
        <w:rPr>
          <w:sz w:val="28"/>
          <w:szCs w:val="28"/>
        </w:rPr>
        <w:t>.3.</w:t>
      </w:r>
      <w:r w:rsidR="00410C7D"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 xml:space="preserve">Результатом исполнения данной административной процедуры является подписание </w:t>
      </w:r>
      <w:r w:rsidRPr="006535F7">
        <w:rPr>
          <w:sz w:val="28"/>
          <w:szCs w:val="28"/>
        </w:rPr>
        <w:t>р</w:t>
      </w:r>
      <w:r w:rsidR="003537D7" w:rsidRPr="006535F7">
        <w:rPr>
          <w:sz w:val="28"/>
          <w:szCs w:val="28"/>
        </w:rPr>
        <w:t>уководителем</w:t>
      </w:r>
      <w:r w:rsidR="00BC2253" w:rsidRPr="006535F7">
        <w:rPr>
          <w:sz w:val="28"/>
          <w:szCs w:val="28"/>
        </w:rPr>
        <w:t xml:space="preserve"> образовательного учреждения </w:t>
      </w:r>
      <w:r w:rsidRPr="006535F7">
        <w:rPr>
          <w:sz w:val="28"/>
          <w:szCs w:val="28"/>
        </w:rPr>
        <w:t>распорядительного акта о зачислении обучающегося</w:t>
      </w:r>
      <w:r w:rsidR="00457D51" w:rsidRPr="006535F7">
        <w:rPr>
          <w:sz w:val="28"/>
          <w:szCs w:val="28"/>
        </w:rPr>
        <w:t xml:space="preserve">, </w:t>
      </w:r>
      <w:r w:rsidRPr="006535F7">
        <w:rPr>
          <w:sz w:val="28"/>
          <w:szCs w:val="28"/>
        </w:rPr>
        <w:t>размещение распорядительного акта на информационном стенде образовательного учреждения в открытом доступе в день его издания.</w:t>
      </w:r>
    </w:p>
    <w:p w:rsidR="009B0E11" w:rsidRPr="006535F7" w:rsidRDefault="00163370" w:rsidP="009B0E1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3.8. </w:t>
      </w:r>
      <w:r w:rsidR="009B0E11" w:rsidRPr="006535F7">
        <w:rPr>
          <w:sz w:val="28"/>
          <w:szCs w:val="28"/>
        </w:rPr>
        <w:t>Консультации по вопросам административных процедур предоставления муниципальной услуги, ходе е</w:t>
      </w:r>
      <w:r w:rsidR="00457D51" w:rsidRPr="006535F7">
        <w:rPr>
          <w:sz w:val="28"/>
          <w:szCs w:val="28"/>
        </w:rPr>
        <w:t>е</w:t>
      </w:r>
      <w:r w:rsidR="009B0E11" w:rsidRPr="006535F7">
        <w:rPr>
          <w:sz w:val="28"/>
          <w:szCs w:val="28"/>
        </w:rPr>
        <w:t xml:space="preserve"> предоставления осуществляются должностными лицам</w:t>
      </w:r>
      <w:r w:rsidR="00457D51" w:rsidRPr="006535F7">
        <w:rPr>
          <w:sz w:val="28"/>
          <w:szCs w:val="28"/>
        </w:rPr>
        <w:t xml:space="preserve">и образовательного учреждения, </w:t>
      </w:r>
      <w:r w:rsidR="00892778" w:rsidRPr="006535F7">
        <w:rPr>
          <w:sz w:val="28"/>
          <w:szCs w:val="28"/>
        </w:rPr>
        <w:t>о</w:t>
      </w:r>
      <w:r w:rsidR="00457D51" w:rsidRPr="006535F7">
        <w:rPr>
          <w:sz w:val="28"/>
          <w:szCs w:val="28"/>
        </w:rPr>
        <w:t>тдел</w:t>
      </w:r>
      <w:r w:rsidR="00892778" w:rsidRPr="006535F7">
        <w:rPr>
          <w:sz w:val="28"/>
          <w:szCs w:val="28"/>
        </w:rPr>
        <w:t>а</w:t>
      </w:r>
      <w:r w:rsidR="00457D51" w:rsidRPr="006535F7">
        <w:rPr>
          <w:sz w:val="28"/>
          <w:szCs w:val="28"/>
        </w:rPr>
        <w:t xml:space="preserve"> </w:t>
      </w:r>
      <w:r w:rsidR="009B0E11" w:rsidRPr="006535F7">
        <w:rPr>
          <w:sz w:val="28"/>
          <w:szCs w:val="28"/>
        </w:rPr>
        <w:t>образования</w:t>
      </w:r>
      <w:r w:rsidR="00892778" w:rsidRPr="006535F7">
        <w:rPr>
          <w:sz w:val="28"/>
          <w:szCs w:val="28"/>
        </w:rPr>
        <w:t xml:space="preserve"> администрации Идринского района</w:t>
      </w:r>
      <w:r w:rsidR="009B0E11" w:rsidRPr="006535F7">
        <w:rPr>
          <w:sz w:val="28"/>
          <w:szCs w:val="28"/>
        </w:rPr>
        <w:t>,</w:t>
      </w:r>
      <w:r w:rsidR="00410C7D" w:rsidRPr="006535F7">
        <w:rPr>
          <w:sz w:val="28"/>
          <w:szCs w:val="28"/>
        </w:rPr>
        <w:t xml:space="preserve"> </w:t>
      </w:r>
      <w:r w:rsidR="00F87A93" w:rsidRPr="006535F7">
        <w:rPr>
          <w:sz w:val="28"/>
          <w:szCs w:val="28"/>
        </w:rPr>
        <w:t>СП КГБУ «МФЦ» в с. Идринское</w:t>
      </w:r>
      <w:r w:rsidR="009B0E11" w:rsidRPr="006535F7">
        <w:rPr>
          <w:sz w:val="28"/>
          <w:szCs w:val="28"/>
        </w:rPr>
        <w:t xml:space="preserve"> при личном обращении Заявителя или по телефону в течение всего срока предоставления муниципальной услуги.</w:t>
      </w:r>
    </w:p>
    <w:p w:rsidR="002E28C8" w:rsidRPr="006535F7" w:rsidRDefault="009B0E11" w:rsidP="009B0E11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Личный прием Заявителей для получения консультаций по вопросам административных процедур предоставления муниципальной услуги </w:t>
      </w:r>
      <w:r w:rsidRPr="006535F7">
        <w:rPr>
          <w:sz w:val="28"/>
          <w:szCs w:val="28"/>
        </w:rPr>
        <w:lastRenderedPageBreak/>
        <w:t>осуществляется без предварительной записи в часы приема, указанные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в </w:t>
      </w:r>
      <w:r w:rsidR="00457D51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>риложениях № 1, № 2, № 3 Административного регламента.</w:t>
      </w:r>
    </w:p>
    <w:p w:rsidR="002E28C8" w:rsidRPr="006535F7" w:rsidRDefault="009B0E11" w:rsidP="00BC2253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3.9.Особенности предоставления муниципальной услуги в электронной форме: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1) Заявители могут ознакомиться с информацией о предоставляемой муниципальной услуге на официальных сайтах</w:t>
      </w:r>
      <w:r w:rsidR="00470AA4" w:rsidRPr="006535F7">
        <w:rPr>
          <w:sz w:val="28"/>
          <w:szCs w:val="28"/>
        </w:rPr>
        <w:t xml:space="preserve"> Администрации </w:t>
      </w:r>
      <w:r w:rsidR="00F87A93" w:rsidRPr="006535F7">
        <w:rPr>
          <w:sz w:val="28"/>
          <w:szCs w:val="28"/>
        </w:rPr>
        <w:t xml:space="preserve">Идринского района </w:t>
      </w:r>
      <w:r w:rsidR="00470AA4" w:rsidRPr="006535F7">
        <w:rPr>
          <w:sz w:val="28"/>
          <w:szCs w:val="28"/>
        </w:rPr>
        <w:t>(</w:t>
      </w:r>
      <w:r w:rsidR="00F87A93" w:rsidRPr="006535F7">
        <w:rPr>
          <w:sz w:val="28"/>
          <w:szCs w:val="28"/>
        </w:rPr>
        <w:t>http://</w:t>
      </w:r>
      <w:hyperlink r:id="rId16" w:history="1">
        <w:r w:rsidR="00C94B67" w:rsidRPr="006535F7">
          <w:rPr>
            <w:rStyle w:val="af3"/>
            <w:color w:val="auto"/>
            <w:sz w:val="28"/>
            <w:szCs w:val="28"/>
            <w:lang w:val="en-US"/>
          </w:rPr>
          <w:t>www</w:t>
        </w:r>
        <w:r w:rsidR="00C94B67" w:rsidRPr="006535F7">
          <w:rPr>
            <w:rStyle w:val="af3"/>
            <w:color w:val="auto"/>
            <w:sz w:val="28"/>
            <w:szCs w:val="28"/>
          </w:rPr>
          <w:t>.</w:t>
        </w:r>
        <w:r w:rsidR="00C94B67" w:rsidRPr="006535F7">
          <w:rPr>
            <w:rStyle w:val="af3"/>
            <w:color w:val="auto"/>
            <w:sz w:val="28"/>
            <w:szCs w:val="28"/>
            <w:lang w:val="en-US"/>
          </w:rPr>
          <w:t>idra</w:t>
        </w:r>
        <w:r w:rsidR="00C94B67" w:rsidRPr="006535F7">
          <w:rPr>
            <w:rStyle w:val="af3"/>
            <w:color w:val="auto"/>
            <w:sz w:val="28"/>
            <w:szCs w:val="28"/>
          </w:rPr>
          <w:t>-rayon.ru</w:t>
        </w:r>
      </w:hyperlink>
      <w:r w:rsidR="00F87A93" w:rsidRPr="006535F7">
        <w:rPr>
          <w:sz w:val="28"/>
          <w:szCs w:val="28"/>
        </w:rPr>
        <w:t>/</w:t>
      </w:r>
      <w:r w:rsidR="00470AA4" w:rsidRPr="006535F7">
        <w:rPr>
          <w:sz w:val="28"/>
          <w:szCs w:val="28"/>
        </w:rPr>
        <w:t xml:space="preserve">), </w:t>
      </w:r>
      <w:r w:rsidR="0044379A" w:rsidRPr="006535F7">
        <w:rPr>
          <w:sz w:val="28"/>
          <w:szCs w:val="28"/>
        </w:rPr>
        <w:t>о</w:t>
      </w:r>
      <w:r w:rsidR="00470AA4" w:rsidRPr="006535F7">
        <w:rPr>
          <w:sz w:val="28"/>
          <w:szCs w:val="28"/>
        </w:rPr>
        <w:t>тдела</w:t>
      </w:r>
      <w:r w:rsidRPr="006535F7">
        <w:rPr>
          <w:sz w:val="28"/>
          <w:szCs w:val="28"/>
        </w:rPr>
        <w:t xml:space="preserve"> образования</w:t>
      </w:r>
      <w:r w:rsidR="0044379A" w:rsidRPr="006535F7">
        <w:rPr>
          <w:sz w:val="28"/>
          <w:szCs w:val="28"/>
        </w:rPr>
        <w:t xml:space="preserve"> администрации Идринского района</w:t>
      </w:r>
      <w:r w:rsidR="001B0D8C" w:rsidRPr="006535F7">
        <w:rPr>
          <w:sz w:val="28"/>
          <w:szCs w:val="28"/>
        </w:rPr>
        <w:t xml:space="preserve"> (</w:t>
      </w:r>
      <w:r w:rsidR="00F87A93" w:rsidRPr="006535F7">
        <w:rPr>
          <w:sz w:val="28"/>
          <w:szCs w:val="28"/>
          <w:lang w:val="en-US"/>
        </w:rPr>
        <w:t>http</w:t>
      </w:r>
      <w:r w:rsidR="00F87A93" w:rsidRPr="006535F7">
        <w:rPr>
          <w:sz w:val="28"/>
          <w:szCs w:val="28"/>
        </w:rPr>
        <w:t>://</w:t>
      </w:r>
      <w:r w:rsidR="00F87A93" w:rsidRPr="006535F7">
        <w:rPr>
          <w:sz w:val="28"/>
          <w:szCs w:val="28"/>
          <w:lang w:val="en-US"/>
        </w:rPr>
        <w:t>www</w:t>
      </w:r>
      <w:r w:rsidR="00F87A93" w:rsidRPr="006535F7">
        <w:rPr>
          <w:sz w:val="28"/>
          <w:szCs w:val="28"/>
        </w:rPr>
        <w:t>.</w:t>
      </w:r>
      <w:r w:rsidR="00F87A93" w:rsidRPr="006535F7">
        <w:rPr>
          <w:sz w:val="28"/>
          <w:szCs w:val="28"/>
          <w:lang w:val="en-US"/>
        </w:rPr>
        <w:t>uoidra</w:t>
      </w:r>
      <w:r w:rsidR="00F87A93" w:rsidRPr="006535F7">
        <w:rPr>
          <w:sz w:val="28"/>
          <w:szCs w:val="28"/>
        </w:rPr>
        <w:t>.</w:t>
      </w:r>
      <w:r w:rsidR="00F87A93" w:rsidRPr="006535F7">
        <w:rPr>
          <w:sz w:val="28"/>
          <w:szCs w:val="28"/>
          <w:lang w:val="en-US"/>
        </w:rPr>
        <w:t>narod</w:t>
      </w:r>
      <w:r w:rsidR="00F87A93" w:rsidRPr="006535F7">
        <w:rPr>
          <w:sz w:val="28"/>
          <w:szCs w:val="28"/>
        </w:rPr>
        <w:t>.</w:t>
      </w:r>
      <w:r w:rsidR="00F87A93" w:rsidRPr="006535F7">
        <w:rPr>
          <w:sz w:val="28"/>
          <w:szCs w:val="28"/>
          <w:lang w:val="en-US"/>
        </w:rPr>
        <w:t>ru</w:t>
      </w:r>
      <w:r w:rsidR="001B0D8C" w:rsidRPr="006535F7">
        <w:rPr>
          <w:sz w:val="28"/>
          <w:szCs w:val="28"/>
        </w:rPr>
        <w:t>)</w:t>
      </w:r>
      <w:r w:rsidRPr="006535F7">
        <w:rPr>
          <w:sz w:val="28"/>
          <w:szCs w:val="28"/>
        </w:rPr>
        <w:t>, Порталах;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2) размещенные на Порталах</w:t>
      </w:r>
      <w:r w:rsidR="00011465" w:rsidRPr="006535F7">
        <w:rPr>
          <w:sz w:val="28"/>
          <w:szCs w:val="28"/>
        </w:rPr>
        <w:t xml:space="preserve"> и </w:t>
      </w:r>
      <w:r w:rsidRPr="006535F7">
        <w:rPr>
          <w:sz w:val="28"/>
          <w:szCs w:val="28"/>
        </w:rPr>
        <w:t xml:space="preserve">официальных сайтах </w:t>
      </w:r>
      <w:r w:rsidR="00011465" w:rsidRPr="006535F7">
        <w:rPr>
          <w:sz w:val="28"/>
          <w:szCs w:val="28"/>
        </w:rPr>
        <w:t xml:space="preserve">образовательных учреждений и Отдела образования </w:t>
      </w:r>
      <w:r w:rsidRPr="006535F7">
        <w:rPr>
          <w:sz w:val="28"/>
          <w:szCs w:val="28"/>
        </w:rPr>
        <w:t>формы заявлений, необходимых для получения муниципальной услуги, доступны для копирования и заполнения Заявителями;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3) в соответствии с законодательством Российской Федерации допускается предоставление заявления, документов в электронной форме путем направления их посредством элект</w:t>
      </w:r>
      <w:r w:rsidR="00EF788A" w:rsidRPr="006535F7">
        <w:rPr>
          <w:sz w:val="28"/>
          <w:szCs w:val="28"/>
        </w:rPr>
        <w:t>ронной почты, а также с Портал</w:t>
      </w:r>
      <w:r w:rsidR="003B4711" w:rsidRPr="006535F7">
        <w:rPr>
          <w:sz w:val="28"/>
          <w:szCs w:val="28"/>
        </w:rPr>
        <w:t xml:space="preserve">ов </w:t>
      </w:r>
      <w:r w:rsidRPr="006535F7">
        <w:rPr>
          <w:sz w:val="28"/>
          <w:szCs w:val="28"/>
        </w:rPr>
        <w:t>в соответствии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с правилами, установленными </w:t>
      </w:r>
      <w:r w:rsidR="00EF788A" w:rsidRPr="006535F7">
        <w:rPr>
          <w:sz w:val="28"/>
          <w:szCs w:val="28"/>
        </w:rPr>
        <w:t>данным</w:t>
      </w:r>
      <w:r w:rsidR="003B4711" w:rsidRPr="006535F7">
        <w:rPr>
          <w:sz w:val="28"/>
          <w:szCs w:val="28"/>
        </w:rPr>
        <w:t>и</w:t>
      </w:r>
      <w:r w:rsidR="00EF788A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Портал</w:t>
      </w:r>
      <w:r w:rsidR="003B4711" w:rsidRPr="006535F7">
        <w:rPr>
          <w:sz w:val="28"/>
          <w:szCs w:val="28"/>
        </w:rPr>
        <w:t>ами</w:t>
      </w:r>
      <w:r w:rsidRPr="006535F7">
        <w:rPr>
          <w:sz w:val="28"/>
          <w:szCs w:val="28"/>
        </w:rPr>
        <w:t>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4) муниципальная услуга предоставляется в электронной форме при наличии соответствующих технических возможностей;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5) в случае направления заявления в электронной форме посредством электронной почты, заявление создается в электронном виде в любом из следующих форматов: «pdf», «rtf» (Microsoft Word), «odt» (ГОСТ Р ИСО/МЭК 26300-2010);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6) поданное в электронной форме заявление о предоставлении муниципальной услуги должно быть заверено электронной подписью Заявителя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в соответствии с </w:t>
      </w:r>
      <w:r w:rsidR="009D59CC" w:rsidRPr="006535F7">
        <w:rPr>
          <w:sz w:val="28"/>
          <w:szCs w:val="28"/>
        </w:rPr>
        <w:t>п</w:t>
      </w:r>
      <w:r w:rsidRPr="006535F7">
        <w:rPr>
          <w:sz w:val="28"/>
          <w:szCs w:val="28"/>
        </w:rPr>
        <w:t xml:space="preserve">остановлением Правительства Российской Федерации от 25.06.2012 </w:t>
      </w:r>
      <w:r w:rsidR="009D59CC" w:rsidRPr="006535F7">
        <w:rPr>
          <w:sz w:val="28"/>
          <w:szCs w:val="28"/>
        </w:rPr>
        <w:t>№</w:t>
      </w:r>
      <w:r w:rsidRPr="006535F7">
        <w:rPr>
          <w:sz w:val="28"/>
          <w:szCs w:val="28"/>
        </w:rPr>
        <w:t xml:space="preserve"> 634 </w:t>
      </w:r>
      <w:r w:rsidR="009D59CC" w:rsidRPr="006535F7">
        <w:rPr>
          <w:sz w:val="28"/>
          <w:szCs w:val="28"/>
        </w:rPr>
        <w:t>«</w:t>
      </w:r>
      <w:r w:rsidRPr="006535F7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9D59CC" w:rsidRPr="006535F7">
        <w:rPr>
          <w:sz w:val="28"/>
          <w:szCs w:val="28"/>
        </w:rPr>
        <w:t>»</w:t>
      </w:r>
      <w:r w:rsidRPr="006535F7">
        <w:rPr>
          <w:sz w:val="28"/>
          <w:szCs w:val="28"/>
        </w:rPr>
        <w:t>;</w:t>
      </w:r>
    </w:p>
    <w:p w:rsidR="00157654" w:rsidRPr="006535F7" w:rsidRDefault="00157654" w:rsidP="00157654">
      <w:pPr>
        <w:ind w:firstLine="708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7) при направлении заявления, документов о предоставлении муниципальной услуги в виде электронн</w:t>
      </w:r>
      <w:r w:rsidR="00D80D6E" w:rsidRPr="006535F7">
        <w:rPr>
          <w:sz w:val="28"/>
          <w:szCs w:val="28"/>
        </w:rPr>
        <w:t>ых документов</w:t>
      </w:r>
      <w:r w:rsidRPr="006535F7">
        <w:rPr>
          <w:sz w:val="28"/>
          <w:szCs w:val="28"/>
        </w:rPr>
        <w:t xml:space="preserve"> обеспечивается возможность направления Заявителю </w:t>
      </w:r>
      <w:r w:rsidR="00D80D6E" w:rsidRPr="006535F7">
        <w:rPr>
          <w:sz w:val="28"/>
          <w:szCs w:val="28"/>
        </w:rPr>
        <w:t>сообщения (расписки)</w:t>
      </w:r>
      <w:r w:rsidRPr="006535F7">
        <w:rPr>
          <w:sz w:val="28"/>
          <w:szCs w:val="28"/>
        </w:rPr>
        <w:t xml:space="preserve"> в электронном виде, подтверждающего прием и регистрацию заявления</w:t>
      </w:r>
      <w:r w:rsidR="00D80D6E" w:rsidRPr="006535F7">
        <w:rPr>
          <w:sz w:val="28"/>
          <w:szCs w:val="28"/>
        </w:rPr>
        <w:t>, документов или сообщения (расписки) в электронном виде, подтверждающего прием и регистрацию заявления, и содержащего информацию о несоответствии предоставленных заявления, документов установленным требованиям Административного регламента и предложением принять меры по переоформлению заявления, документов.</w:t>
      </w:r>
    </w:p>
    <w:p w:rsidR="009675AF" w:rsidRPr="006535F7" w:rsidRDefault="009675AF" w:rsidP="00157654">
      <w:pPr>
        <w:ind w:firstLine="708"/>
        <w:jc w:val="both"/>
        <w:rPr>
          <w:sz w:val="28"/>
          <w:szCs w:val="28"/>
        </w:rPr>
      </w:pPr>
    </w:p>
    <w:p w:rsidR="00BC2253" w:rsidRPr="006535F7" w:rsidRDefault="00157654" w:rsidP="00BC2253">
      <w:p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IV. ФОРМЫ</w:t>
      </w:r>
      <w:r w:rsidR="00410C7D" w:rsidRPr="006535F7">
        <w:rPr>
          <w:b/>
          <w:sz w:val="28"/>
          <w:szCs w:val="28"/>
        </w:rPr>
        <w:t xml:space="preserve"> </w:t>
      </w:r>
      <w:r w:rsidRPr="006535F7">
        <w:rPr>
          <w:b/>
          <w:sz w:val="28"/>
          <w:szCs w:val="28"/>
        </w:rPr>
        <w:t>КОНТРОЛЯ</w:t>
      </w:r>
      <w:r w:rsidR="00410C7D" w:rsidRPr="006535F7">
        <w:rPr>
          <w:b/>
          <w:sz w:val="28"/>
          <w:szCs w:val="28"/>
        </w:rPr>
        <w:t xml:space="preserve"> </w:t>
      </w:r>
      <w:r w:rsidR="00BC2253" w:rsidRPr="006535F7">
        <w:rPr>
          <w:b/>
          <w:sz w:val="28"/>
          <w:szCs w:val="28"/>
        </w:rPr>
        <w:t>ИСПОЛНЕНИ</w:t>
      </w:r>
      <w:r w:rsidRPr="006535F7">
        <w:rPr>
          <w:b/>
          <w:sz w:val="28"/>
          <w:szCs w:val="28"/>
        </w:rPr>
        <w:t>Я</w:t>
      </w:r>
      <w:r w:rsidR="00BC2253" w:rsidRPr="006535F7">
        <w:rPr>
          <w:b/>
          <w:sz w:val="28"/>
          <w:szCs w:val="28"/>
        </w:rPr>
        <w:t xml:space="preserve"> </w:t>
      </w:r>
    </w:p>
    <w:p w:rsidR="00BC2253" w:rsidRPr="006535F7" w:rsidRDefault="00BC2253" w:rsidP="00BC2253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АДМИНИСТРАТИВНОГО</w:t>
      </w:r>
      <w:r w:rsidR="00410C7D" w:rsidRPr="006535F7">
        <w:rPr>
          <w:b/>
          <w:sz w:val="28"/>
          <w:szCs w:val="28"/>
        </w:rPr>
        <w:t xml:space="preserve"> </w:t>
      </w:r>
      <w:r w:rsidRPr="006535F7">
        <w:rPr>
          <w:b/>
          <w:sz w:val="28"/>
          <w:szCs w:val="28"/>
        </w:rPr>
        <w:t>РЕГЛАМЕНТА</w:t>
      </w:r>
    </w:p>
    <w:p w:rsidR="00BC2253" w:rsidRPr="006535F7" w:rsidRDefault="00BC2253" w:rsidP="00BC2253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563AF9" w:rsidRPr="006535F7" w:rsidRDefault="00563AF9" w:rsidP="00843CC4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4.1. Контроль исполнения Административного регламента осуществляется путем проведения текущего контроля, плановых и внеплановых проверок.</w:t>
      </w:r>
    </w:p>
    <w:p w:rsidR="00563AF9" w:rsidRPr="006535F7" w:rsidRDefault="00563AF9" w:rsidP="00843CC4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4.1.1. Текущий контроль осуществляется непосредственно при предоставлении муниципальной услуги конкретному Заявителю </w:t>
      </w:r>
      <w:r w:rsidRPr="006535F7">
        <w:rPr>
          <w:sz w:val="28"/>
          <w:szCs w:val="28"/>
        </w:rPr>
        <w:lastRenderedPageBreak/>
        <w:t>руководителем 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отношении подчиненных должностных лиц, осуществляющих административные процедуры при предоставлении муниципальной услуги.</w:t>
      </w:r>
    </w:p>
    <w:p w:rsidR="00563AF9" w:rsidRPr="006535F7" w:rsidRDefault="00563AF9" w:rsidP="00843CC4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В рамках текущего контроля осуществляется проверка своевременности, полноты и качества выполнения административных процедур при предоставлении муниципальной услуги.</w:t>
      </w:r>
    </w:p>
    <w:p w:rsidR="00563AF9" w:rsidRPr="006535F7" w:rsidRDefault="00563AF9" w:rsidP="00843CC4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4.1.2. Плановые проверки </w:t>
      </w:r>
      <w:r w:rsidR="00C8174E" w:rsidRPr="006535F7">
        <w:rPr>
          <w:sz w:val="28"/>
          <w:szCs w:val="28"/>
        </w:rPr>
        <w:t xml:space="preserve">предоставления муниципальной услуги </w:t>
      </w:r>
      <w:r w:rsidR="00C8174E" w:rsidRPr="006535F7">
        <w:rPr>
          <w:bCs/>
          <w:sz w:val="28"/>
          <w:szCs w:val="28"/>
        </w:rPr>
        <w:t>образовательными учреждениями</w:t>
      </w:r>
      <w:r w:rsidR="00C8174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осуществляются </w:t>
      </w:r>
      <w:r w:rsidR="008C0507" w:rsidRPr="006535F7">
        <w:rPr>
          <w:sz w:val="28"/>
          <w:szCs w:val="28"/>
        </w:rPr>
        <w:t>о</w:t>
      </w:r>
      <w:r w:rsidR="00C8174E" w:rsidRPr="006535F7">
        <w:rPr>
          <w:sz w:val="28"/>
          <w:szCs w:val="28"/>
        </w:rPr>
        <w:t>тделом образования</w:t>
      </w:r>
      <w:r w:rsidR="008C0507" w:rsidRPr="006535F7">
        <w:rPr>
          <w:sz w:val="28"/>
          <w:szCs w:val="28"/>
        </w:rPr>
        <w:t xml:space="preserve"> администрации Идринского района</w:t>
      </w:r>
      <w:r w:rsidR="00C8174E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путем проведения соответствующих проверок не реже 1 раза в год в соответствии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с планом работы </w:t>
      </w:r>
      <w:r w:rsidR="00C8174E" w:rsidRPr="006535F7">
        <w:rPr>
          <w:sz w:val="28"/>
          <w:szCs w:val="28"/>
        </w:rPr>
        <w:t>Отдела образования.</w:t>
      </w:r>
    </w:p>
    <w:p w:rsidR="00563AF9" w:rsidRPr="006535F7" w:rsidRDefault="00563AF9" w:rsidP="00843CC4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4.1.3. </w:t>
      </w:r>
      <w:r w:rsidR="0087398F" w:rsidRPr="006535F7">
        <w:rPr>
          <w:sz w:val="28"/>
          <w:szCs w:val="28"/>
        </w:rPr>
        <w:t>В</w:t>
      </w:r>
      <w:r w:rsidRPr="006535F7">
        <w:rPr>
          <w:sz w:val="28"/>
          <w:szCs w:val="28"/>
        </w:rPr>
        <w:t xml:space="preserve"> случае поступления информации (жалобы) о невыполнении должностными лицами учреждения или органа, предоставляющего муниципальную услугу или осуществляющего организацию предоставления муниципальной услуги, положений Административного регламента либо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по требованию органов государственной власти, обладающих контрольно-надзорными полномочиями или по конкретному обращению Заявителя</w:t>
      </w:r>
      <w:r w:rsidR="0087398F" w:rsidRPr="006535F7">
        <w:rPr>
          <w:sz w:val="28"/>
          <w:szCs w:val="28"/>
        </w:rPr>
        <w:t xml:space="preserve"> осуществляются внеплановые проверки соответствующим вышестоящим ведомственным учреждением</w:t>
      </w:r>
      <w:r w:rsidR="009675AF" w:rsidRPr="006535F7">
        <w:rPr>
          <w:sz w:val="28"/>
          <w:szCs w:val="28"/>
        </w:rPr>
        <w:t xml:space="preserve"> (органом)</w:t>
      </w:r>
      <w:r w:rsidR="0087398F" w:rsidRPr="006535F7">
        <w:rPr>
          <w:sz w:val="28"/>
          <w:szCs w:val="28"/>
        </w:rPr>
        <w:t>.</w:t>
      </w:r>
    </w:p>
    <w:p w:rsidR="00563AF9" w:rsidRPr="006535F7" w:rsidRDefault="00563AF9" w:rsidP="00D054F5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4.1.4. При проверках могут рассматриваться как все вопросы, связанные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с предоставлением муниципальной услуги (комплексные проверки), так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отдельные вопросы, связанные с исполнением конкретной административной процедуры (тематические проверки).</w:t>
      </w:r>
    </w:p>
    <w:p w:rsidR="00563AF9" w:rsidRPr="006535F7" w:rsidRDefault="00563AF9" w:rsidP="00D054F5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4.2.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случае выявления нарушений по результатам проведения проверок виновные должностные лица привлекаются к ответственности в соответствии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с действующим законодательством Российской Федерации.</w:t>
      </w:r>
    </w:p>
    <w:p w:rsidR="00563AF9" w:rsidRPr="006535F7" w:rsidRDefault="00563AF9" w:rsidP="00D054F5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4.3. Должностные лица учреждения или органа, предоставляющего муниципальную услугу или осуществляющего организацию предоставления муниципальной услуги, несут персональную ответственность за соблюдение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и выполнение административных процедур, установленных Административным регламентом, в рамках своих полномочий. </w:t>
      </w:r>
    </w:p>
    <w:p w:rsidR="00563AF9" w:rsidRPr="006535F7" w:rsidRDefault="00563AF9" w:rsidP="00D054F5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4.4.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Контроль полноты и качества предоставления муниципальной услуги со стороны граждан, их объединений и организаций осуществляется посредством направления в</w:t>
      </w:r>
      <w:r w:rsidR="00470AA4" w:rsidRPr="006535F7">
        <w:rPr>
          <w:sz w:val="28"/>
          <w:szCs w:val="28"/>
        </w:rPr>
        <w:t xml:space="preserve"> </w:t>
      </w:r>
      <w:r w:rsidR="00CF66AF" w:rsidRPr="006535F7">
        <w:rPr>
          <w:sz w:val="28"/>
          <w:szCs w:val="28"/>
        </w:rPr>
        <w:t>а</w:t>
      </w:r>
      <w:r w:rsidR="00470AA4" w:rsidRPr="006535F7">
        <w:rPr>
          <w:sz w:val="28"/>
          <w:szCs w:val="28"/>
        </w:rPr>
        <w:t xml:space="preserve">дминистрацию </w:t>
      </w:r>
      <w:r w:rsidR="00A17FE6" w:rsidRPr="006535F7">
        <w:rPr>
          <w:sz w:val="28"/>
          <w:szCs w:val="28"/>
        </w:rPr>
        <w:t>Идринского района</w:t>
      </w:r>
      <w:r w:rsidRPr="006535F7">
        <w:rPr>
          <w:sz w:val="28"/>
          <w:szCs w:val="28"/>
        </w:rPr>
        <w:t xml:space="preserve"> индивидуальных либо коллективных обращений.</w:t>
      </w:r>
    </w:p>
    <w:p w:rsidR="00563AF9" w:rsidRPr="006535F7" w:rsidRDefault="00563AF9" w:rsidP="00563AF9">
      <w:pPr>
        <w:jc w:val="both"/>
        <w:rPr>
          <w:sz w:val="28"/>
          <w:szCs w:val="28"/>
        </w:rPr>
      </w:pPr>
    </w:p>
    <w:p w:rsidR="0024599D" w:rsidRPr="006535F7" w:rsidRDefault="00563AF9" w:rsidP="00563AF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V. ДОСУДЕБНЫЙ (ВНЕСУДЕБНЫЙ) ПОРЯДОК ОБЖАЛОВАНИЯ</w:t>
      </w:r>
    </w:p>
    <w:p w:rsidR="0024599D" w:rsidRPr="006535F7" w:rsidRDefault="00563AF9" w:rsidP="00563AF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 xml:space="preserve"> РЕШЕНИЙ</w:t>
      </w:r>
      <w:r w:rsidR="0024599D" w:rsidRPr="006535F7">
        <w:rPr>
          <w:b/>
          <w:sz w:val="28"/>
          <w:szCs w:val="28"/>
        </w:rPr>
        <w:t xml:space="preserve"> </w:t>
      </w:r>
      <w:r w:rsidRPr="006535F7">
        <w:rPr>
          <w:b/>
          <w:sz w:val="28"/>
          <w:szCs w:val="28"/>
        </w:rPr>
        <w:t xml:space="preserve">И ДЕЙСТВИЙ (БЕЗДЕЙСТВИЯ) </w:t>
      </w:r>
      <w:r w:rsidR="0024599D" w:rsidRPr="006535F7">
        <w:rPr>
          <w:b/>
          <w:sz w:val="28"/>
          <w:szCs w:val="28"/>
        </w:rPr>
        <w:t>УЧРЕЖДЕНИ</w:t>
      </w:r>
      <w:r w:rsidR="00561178" w:rsidRPr="006535F7">
        <w:rPr>
          <w:b/>
          <w:sz w:val="28"/>
          <w:szCs w:val="28"/>
        </w:rPr>
        <w:t>Й</w:t>
      </w:r>
      <w:r w:rsidRPr="006535F7">
        <w:rPr>
          <w:b/>
          <w:sz w:val="28"/>
          <w:szCs w:val="28"/>
        </w:rPr>
        <w:t>, ПРЕДОСТАВЛЯЮЩ</w:t>
      </w:r>
      <w:r w:rsidR="00561178" w:rsidRPr="006535F7">
        <w:rPr>
          <w:b/>
          <w:sz w:val="28"/>
          <w:szCs w:val="28"/>
        </w:rPr>
        <w:t>ИХ</w:t>
      </w:r>
      <w:r w:rsidRPr="006535F7">
        <w:rPr>
          <w:b/>
          <w:sz w:val="28"/>
          <w:szCs w:val="28"/>
        </w:rPr>
        <w:t xml:space="preserve"> МУНИЦИПАЛЬНУЮ УСЛУГУ, </w:t>
      </w:r>
    </w:p>
    <w:p w:rsidR="00563AF9" w:rsidRPr="006535F7" w:rsidRDefault="00563AF9" w:rsidP="00563AF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А ТАКЖЕ ДОЛЖНОСТНЫХ ЛИЦ</w:t>
      </w:r>
      <w:r w:rsidR="0024599D" w:rsidRPr="006535F7">
        <w:rPr>
          <w:b/>
          <w:sz w:val="28"/>
          <w:szCs w:val="28"/>
        </w:rPr>
        <w:t xml:space="preserve"> ДАННЫХ УЧРЕЖДЕНИЙ</w:t>
      </w:r>
    </w:p>
    <w:p w:rsidR="00563AF9" w:rsidRPr="006535F7" w:rsidRDefault="00563AF9" w:rsidP="00563AF9">
      <w:pPr>
        <w:jc w:val="both"/>
        <w:rPr>
          <w:sz w:val="28"/>
          <w:szCs w:val="28"/>
        </w:rPr>
      </w:pPr>
    </w:p>
    <w:p w:rsidR="00563AF9" w:rsidRPr="006535F7" w:rsidRDefault="00563AF9" w:rsidP="003004A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5.1. Заявитель вправе в досудебном (внесудебном) порядке обжаловать решения и действия (бездействие) в рамках установленных полномочий </w:t>
      </w:r>
      <w:r w:rsidR="00F5258B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или </w:t>
      </w:r>
      <w:r w:rsidR="00F5258B" w:rsidRPr="006535F7">
        <w:rPr>
          <w:sz w:val="28"/>
          <w:szCs w:val="28"/>
        </w:rPr>
        <w:lastRenderedPageBreak/>
        <w:t>должностных лиц учреждения или органа, предоставляющего муниципальную услугу или осуществляющего организацию предоставления муниципальной услуги, принятые ими решения</w:t>
      </w:r>
      <w:r w:rsidRPr="006535F7">
        <w:rPr>
          <w:sz w:val="28"/>
          <w:szCs w:val="28"/>
        </w:rPr>
        <w:t xml:space="preserve"> при предоставлении муниципальной услуги. </w:t>
      </w:r>
    </w:p>
    <w:p w:rsidR="00563AF9" w:rsidRPr="006535F7" w:rsidRDefault="00563AF9" w:rsidP="003004A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5.2. Заявитель имеет право на получение информации и документов, необходимых для обоснования и рассмотрения жалобы, при условии, что это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не затрагивает права, свободы и законные интересы других лиц и что указанные документы не содержат сведений, составляющих государственную или иную охраняемую федеральным законодательством тайну.</w:t>
      </w:r>
    </w:p>
    <w:p w:rsidR="00563AF9" w:rsidRPr="006535F7" w:rsidRDefault="004E0354" w:rsidP="003004A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</w:t>
      </w:r>
      <w:r w:rsidR="00563AF9" w:rsidRPr="006535F7">
        <w:rPr>
          <w:sz w:val="28"/>
          <w:szCs w:val="28"/>
        </w:rPr>
        <w:t>.3. Основанием для начала процедуры досудебного обжалования является письменное обращение (жалоба) Заявителя.</w:t>
      </w:r>
    </w:p>
    <w:p w:rsidR="00563AF9" w:rsidRPr="006535F7" w:rsidRDefault="00563AF9" w:rsidP="003004A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5.4. Заявитель может обратиться с жалобой, в том числе в следующих случаях: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1)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нарушение срока регистрации заявления</w:t>
      </w:r>
      <w:r w:rsidR="00F5258B" w:rsidRPr="006535F7">
        <w:rPr>
          <w:sz w:val="28"/>
          <w:szCs w:val="28"/>
        </w:rPr>
        <w:t>, документов</w:t>
      </w:r>
      <w:r w:rsidRPr="006535F7">
        <w:rPr>
          <w:sz w:val="28"/>
          <w:szCs w:val="28"/>
        </w:rPr>
        <w:t xml:space="preserve"> Заявителя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 предоставлении муниципальной услуги;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2)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нарушение срока предоставления муниципальной услуги;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34F3B" w:rsidRPr="006535F7">
        <w:rPr>
          <w:sz w:val="28"/>
          <w:szCs w:val="28"/>
        </w:rPr>
        <w:t>администрации Идринского района</w:t>
      </w:r>
      <w:r w:rsidRPr="006535F7">
        <w:rPr>
          <w:sz w:val="28"/>
          <w:szCs w:val="28"/>
        </w:rPr>
        <w:t xml:space="preserve"> для предоставления муниципальной услуги;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4) отказ в приеме заявления</w:t>
      </w:r>
      <w:r w:rsidR="00F5258B" w:rsidRPr="006535F7">
        <w:rPr>
          <w:sz w:val="28"/>
          <w:szCs w:val="28"/>
        </w:rPr>
        <w:t>, документов</w:t>
      </w:r>
      <w:r w:rsidRPr="006535F7">
        <w:rPr>
          <w:sz w:val="28"/>
          <w:szCs w:val="28"/>
        </w:rPr>
        <w:t xml:space="preserve"> у Заявителя, предоставление котор</w:t>
      </w:r>
      <w:r w:rsidR="00F5258B" w:rsidRPr="006535F7">
        <w:rPr>
          <w:sz w:val="28"/>
          <w:szCs w:val="28"/>
        </w:rPr>
        <w:t>ых</w:t>
      </w:r>
      <w:r w:rsidRPr="006535F7">
        <w:rPr>
          <w:sz w:val="28"/>
          <w:szCs w:val="28"/>
        </w:rPr>
        <w:t xml:space="preserve"> предусмотрено Административным регламентом;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5) отказ в предоставлении муниципальной услуги; </w:t>
      </w:r>
    </w:p>
    <w:p w:rsidR="00563AF9" w:rsidRPr="006535F7" w:rsidRDefault="00563AF9" w:rsidP="00483172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6) требование </w:t>
      </w:r>
      <w:r w:rsidR="00784309" w:rsidRPr="006535F7">
        <w:rPr>
          <w:sz w:val="28"/>
          <w:szCs w:val="28"/>
        </w:rPr>
        <w:t>у</w:t>
      </w:r>
      <w:r w:rsidRPr="006535F7">
        <w:rPr>
          <w:sz w:val="28"/>
          <w:szCs w:val="28"/>
        </w:rPr>
        <w:t xml:space="preserve">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</w:t>
      </w:r>
      <w:r w:rsidR="00470AA4" w:rsidRPr="006535F7">
        <w:rPr>
          <w:sz w:val="28"/>
          <w:szCs w:val="28"/>
        </w:rPr>
        <w:t xml:space="preserve">авовыми актами </w:t>
      </w:r>
      <w:r w:rsidR="0081033F" w:rsidRPr="006535F7">
        <w:rPr>
          <w:sz w:val="28"/>
          <w:szCs w:val="28"/>
        </w:rPr>
        <w:t>Идринского района</w:t>
      </w:r>
      <w:r w:rsidR="00415336" w:rsidRPr="006535F7">
        <w:rPr>
          <w:sz w:val="28"/>
          <w:szCs w:val="28"/>
        </w:rPr>
        <w:t>, настоящим Административным регламентом</w:t>
      </w:r>
      <w:r w:rsidRPr="006535F7">
        <w:rPr>
          <w:sz w:val="28"/>
          <w:szCs w:val="28"/>
        </w:rPr>
        <w:t>;</w:t>
      </w:r>
    </w:p>
    <w:p w:rsidR="00563AF9" w:rsidRPr="006535F7" w:rsidRDefault="00891710" w:rsidP="00891710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7</w:t>
      </w:r>
      <w:r w:rsidR="00563AF9" w:rsidRPr="006535F7">
        <w:rPr>
          <w:sz w:val="28"/>
          <w:szCs w:val="28"/>
        </w:rPr>
        <w:t xml:space="preserve">) отказ </w:t>
      </w:r>
      <w:r w:rsidR="00F5258B" w:rsidRPr="006535F7">
        <w:rPr>
          <w:sz w:val="28"/>
          <w:szCs w:val="28"/>
        </w:rPr>
        <w:t>должностных лиц</w:t>
      </w:r>
      <w:r w:rsidR="00410C7D"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в исправлении допущенных опечаток и ошибок</w:t>
      </w:r>
      <w:r w:rsidR="00410C7D"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в выданных в результате предоставления муниципальной услуги письменных ответах,</w:t>
      </w:r>
      <w:r w:rsidR="00F5258B" w:rsidRPr="006535F7">
        <w:rPr>
          <w:sz w:val="28"/>
          <w:szCs w:val="28"/>
        </w:rPr>
        <w:t xml:space="preserve"> распорядительных актах</w:t>
      </w:r>
      <w:r w:rsidR="00784309" w:rsidRPr="006535F7">
        <w:rPr>
          <w:sz w:val="28"/>
          <w:szCs w:val="28"/>
        </w:rPr>
        <w:t xml:space="preserve"> (документах)</w:t>
      </w:r>
      <w:r w:rsidR="00F5258B" w:rsidRPr="006535F7">
        <w:rPr>
          <w:sz w:val="28"/>
          <w:szCs w:val="28"/>
        </w:rPr>
        <w:t>,</w:t>
      </w:r>
      <w:r w:rsidR="00563AF9" w:rsidRPr="006535F7">
        <w:rPr>
          <w:sz w:val="28"/>
          <w:szCs w:val="28"/>
        </w:rPr>
        <w:t xml:space="preserve"> либо нарушение установленного срока таких исправлений.</w:t>
      </w:r>
    </w:p>
    <w:p w:rsidR="00563AF9" w:rsidRPr="006535F7" w:rsidRDefault="00563AF9" w:rsidP="00891710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5.5. Жалоба должна содержать:</w:t>
      </w:r>
    </w:p>
    <w:p w:rsidR="00563AF9" w:rsidRPr="006535F7" w:rsidRDefault="00891710" w:rsidP="00891710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1</w:t>
      </w:r>
      <w:r w:rsidR="00563AF9" w:rsidRPr="006535F7">
        <w:rPr>
          <w:sz w:val="28"/>
          <w:szCs w:val="28"/>
        </w:rPr>
        <w:t xml:space="preserve">) наименование </w:t>
      </w:r>
      <w:r w:rsidR="00F5258B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="00563AF9" w:rsidRPr="006535F7">
        <w:rPr>
          <w:sz w:val="28"/>
          <w:szCs w:val="28"/>
        </w:rPr>
        <w:t xml:space="preserve"> должностное лицо </w:t>
      </w:r>
      <w:r w:rsidR="00F5258B" w:rsidRPr="006535F7">
        <w:rPr>
          <w:sz w:val="28"/>
          <w:szCs w:val="28"/>
        </w:rPr>
        <w:t xml:space="preserve">учреждения или органа, предоставляющего муниципальную услугу или осуществляющего организацию предоставления муниципальной услуги, </w:t>
      </w:r>
      <w:r w:rsidR="00563AF9" w:rsidRPr="006535F7">
        <w:rPr>
          <w:sz w:val="28"/>
          <w:szCs w:val="28"/>
        </w:rPr>
        <w:t xml:space="preserve">фамилия, имя, отчество (последнее – при наличии) </w:t>
      </w:r>
      <w:r w:rsidR="008C4128" w:rsidRPr="006535F7">
        <w:rPr>
          <w:sz w:val="28"/>
          <w:szCs w:val="28"/>
        </w:rPr>
        <w:t>должностного лица</w:t>
      </w:r>
      <w:r w:rsidR="00563AF9" w:rsidRPr="006535F7">
        <w:rPr>
          <w:sz w:val="28"/>
          <w:szCs w:val="28"/>
        </w:rPr>
        <w:t xml:space="preserve"> учреждения</w:t>
      </w:r>
      <w:r w:rsidR="008C4128" w:rsidRPr="006535F7">
        <w:rPr>
          <w:sz w:val="28"/>
          <w:szCs w:val="28"/>
        </w:rPr>
        <w:t xml:space="preserve"> или органа, предоставляющего муниципальную услугу или осуществляющего организацию предоставления муниципальной услуги</w:t>
      </w:r>
      <w:r w:rsidR="00563AF9" w:rsidRPr="006535F7">
        <w:rPr>
          <w:sz w:val="28"/>
          <w:szCs w:val="28"/>
        </w:rPr>
        <w:t>, решения и действия (бездействия) которых обжалуются;</w:t>
      </w:r>
    </w:p>
    <w:p w:rsidR="00563AF9" w:rsidRPr="006535F7" w:rsidRDefault="00563AF9" w:rsidP="000E5B96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2) фамилию, имя, отчество (последнее – при наличии), сведения о месте жительства Заявителя, а также номер (номера) контактного телефона, </w:t>
      </w:r>
      <w:r w:rsidRPr="006535F7">
        <w:rPr>
          <w:sz w:val="28"/>
          <w:szCs w:val="28"/>
        </w:rPr>
        <w:lastRenderedPageBreak/>
        <w:t>адрес (адреса) электронной почты (при наличии) и</w:t>
      </w:r>
      <w:r w:rsidR="008C4128" w:rsidRPr="006535F7">
        <w:rPr>
          <w:sz w:val="28"/>
          <w:szCs w:val="28"/>
        </w:rPr>
        <w:t>ли</w:t>
      </w:r>
      <w:r w:rsidRPr="006535F7">
        <w:rPr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563AF9" w:rsidRPr="006535F7" w:rsidRDefault="008C4128" w:rsidP="000E5B96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3</w:t>
      </w:r>
      <w:r w:rsidR="00563AF9" w:rsidRPr="006535F7">
        <w:rPr>
          <w:sz w:val="28"/>
          <w:szCs w:val="28"/>
        </w:rPr>
        <w:t xml:space="preserve">) сведения об обжалуемых решениях и действиях (бездействиях) </w:t>
      </w:r>
      <w:r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 должностного лица</w:t>
      </w:r>
      <w:r w:rsidR="000A4E9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</w:t>
      </w:r>
      <w:r w:rsidR="00563AF9" w:rsidRPr="006535F7">
        <w:rPr>
          <w:sz w:val="28"/>
          <w:szCs w:val="28"/>
        </w:rPr>
        <w:t>;</w:t>
      </w:r>
    </w:p>
    <w:p w:rsidR="00563AF9" w:rsidRPr="006535F7" w:rsidRDefault="00563AF9" w:rsidP="000E5B96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4) доводы, на основании которых Заявитель не согласен с решением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и действием (бездействием) </w:t>
      </w:r>
      <w:r w:rsidR="008C4128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 должностного лица учреждения или органа, предоставляющего муниципальную услугу или осуществляющего организацию предоставления муниципальной услуги</w:t>
      </w:r>
      <w:r w:rsidRPr="006535F7">
        <w:rPr>
          <w:sz w:val="28"/>
          <w:szCs w:val="28"/>
        </w:rPr>
        <w:t xml:space="preserve">. </w:t>
      </w:r>
    </w:p>
    <w:p w:rsidR="00563AF9" w:rsidRPr="006535F7" w:rsidRDefault="00410C7D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63AF9" w:rsidRPr="006535F7" w:rsidRDefault="00410C7D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5.6.</w:t>
      </w: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Жалоба подается в письменной форме на бумажном носителе или</w:t>
      </w: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в электронной форме в</w:t>
      </w:r>
      <w:r w:rsidR="00470AA4" w:rsidRPr="006535F7">
        <w:rPr>
          <w:sz w:val="28"/>
          <w:szCs w:val="28"/>
        </w:rPr>
        <w:t xml:space="preserve"> администрацию </w:t>
      </w:r>
      <w:r w:rsidR="0081033F" w:rsidRPr="006535F7">
        <w:rPr>
          <w:sz w:val="28"/>
          <w:szCs w:val="28"/>
        </w:rPr>
        <w:t xml:space="preserve">Идринского района </w:t>
      </w:r>
      <w:r w:rsidR="00563AF9" w:rsidRPr="006535F7">
        <w:rPr>
          <w:sz w:val="28"/>
          <w:szCs w:val="28"/>
        </w:rPr>
        <w:t xml:space="preserve"> либо непосредственно</w:t>
      </w: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 xml:space="preserve">в </w:t>
      </w:r>
      <w:r w:rsidR="000A4E9D" w:rsidRPr="006535F7">
        <w:rPr>
          <w:sz w:val="28"/>
          <w:szCs w:val="28"/>
        </w:rPr>
        <w:t>учреждение или орган, предоставляющи</w:t>
      </w:r>
      <w:r w:rsidR="00467B80" w:rsidRPr="006535F7">
        <w:rPr>
          <w:sz w:val="28"/>
          <w:szCs w:val="28"/>
        </w:rPr>
        <w:t>й</w:t>
      </w:r>
      <w:r w:rsidR="000A4E9D" w:rsidRPr="006535F7">
        <w:rPr>
          <w:sz w:val="28"/>
          <w:szCs w:val="28"/>
        </w:rPr>
        <w:t xml:space="preserve"> муниципальную услугу или осуществляющи</w:t>
      </w:r>
      <w:r w:rsidR="00467B80" w:rsidRPr="006535F7">
        <w:rPr>
          <w:sz w:val="28"/>
          <w:szCs w:val="28"/>
        </w:rPr>
        <w:t>й</w:t>
      </w:r>
      <w:r w:rsidR="000A4E9D" w:rsidRPr="006535F7">
        <w:rPr>
          <w:sz w:val="28"/>
          <w:szCs w:val="28"/>
        </w:rPr>
        <w:t xml:space="preserve"> организацию предоставления муниципальной услуги.</w:t>
      </w:r>
    </w:p>
    <w:p w:rsidR="00563AF9" w:rsidRPr="006535F7" w:rsidRDefault="00410C7D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 xml:space="preserve">Жалоба на решения, принятые руководителем </w:t>
      </w:r>
      <w:r w:rsidR="000A4E9D" w:rsidRPr="006535F7">
        <w:rPr>
          <w:sz w:val="28"/>
          <w:szCs w:val="28"/>
        </w:rPr>
        <w:t xml:space="preserve">учреждения </w:t>
      </w:r>
      <w:r w:rsidR="00563AF9" w:rsidRPr="006535F7">
        <w:rPr>
          <w:sz w:val="28"/>
          <w:szCs w:val="28"/>
        </w:rPr>
        <w:t>или</w:t>
      </w:r>
      <w:r w:rsidR="000A4E9D" w:rsidRPr="006535F7">
        <w:rPr>
          <w:sz w:val="28"/>
          <w:szCs w:val="28"/>
        </w:rPr>
        <w:t xml:space="preserve"> органа</w:t>
      </w:r>
      <w:r w:rsidR="00563AF9" w:rsidRPr="006535F7">
        <w:rPr>
          <w:sz w:val="28"/>
          <w:szCs w:val="28"/>
        </w:rPr>
        <w:t>, предоставляющего муниципальную услугу</w:t>
      </w:r>
      <w:r w:rsidR="000A4E9D" w:rsidRPr="006535F7">
        <w:rPr>
          <w:sz w:val="28"/>
          <w:szCs w:val="28"/>
        </w:rPr>
        <w:t xml:space="preserve"> или осуществляющего организацию предоставления муниципальной услуги</w:t>
      </w:r>
      <w:r w:rsidR="00563AF9" w:rsidRPr="006535F7">
        <w:rPr>
          <w:sz w:val="28"/>
          <w:szCs w:val="28"/>
        </w:rPr>
        <w:t xml:space="preserve">, подаются в вышестоящий орган (при его наличии). </w:t>
      </w:r>
    </w:p>
    <w:p w:rsidR="00563AF9" w:rsidRPr="006535F7" w:rsidRDefault="00410C7D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Жалоба может быть направлена почтовым отправлением, с использованием сети «Интернет», официальных сайтов</w:t>
      </w:r>
      <w:r w:rsidR="00470AA4" w:rsidRPr="006535F7">
        <w:rPr>
          <w:sz w:val="28"/>
          <w:szCs w:val="28"/>
        </w:rPr>
        <w:t xml:space="preserve"> администрации </w:t>
      </w:r>
      <w:r w:rsidR="0081033F" w:rsidRPr="006535F7">
        <w:rPr>
          <w:sz w:val="28"/>
          <w:szCs w:val="28"/>
        </w:rPr>
        <w:t>Идринского района</w:t>
      </w:r>
      <w:r w:rsidR="00563AF9" w:rsidRPr="006535F7">
        <w:rPr>
          <w:sz w:val="28"/>
          <w:szCs w:val="28"/>
        </w:rPr>
        <w:t xml:space="preserve">, </w:t>
      </w:r>
      <w:r w:rsidR="000A4E9D" w:rsidRPr="006535F7">
        <w:rPr>
          <w:sz w:val="28"/>
          <w:szCs w:val="28"/>
        </w:rPr>
        <w:t>образовательных учреждений,</w:t>
      </w:r>
      <w:r w:rsidR="00470AA4" w:rsidRPr="006535F7">
        <w:rPr>
          <w:sz w:val="28"/>
          <w:szCs w:val="28"/>
        </w:rPr>
        <w:t xml:space="preserve"> </w:t>
      </w:r>
      <w:r w:rsidR="008C0507" w:rsidRPr="006535F7">
        <w:rPr>
          <w:sz w:val="28"/>
          <w:szCs w:val="28"/>
        </w:rPr>
        <w:t>о</w:t>
      </w:r>
      <w:r w:rsidR="00470AA4" w:rsidRPr="006535F7">
        <w:rPr>
          <w:sz w:val="28"/>
          <w:szCs w:val="28"/>
        </w:rPr>
        <w:t>тдела</w:t>
      </w:r>
      <w:r w:rsidR="00563AF9" w:rsidRPr="006535F7">
        <w:rPr>
          <w:sz w:val="28"/>
          <w:szCs w:val="28"/>
        </w:rPr>
        <w:t xml:space="preserve"> образования</w:t>
      </w:r>
      <w:r w:rsidR="008C0507" w:rsidRPr="006535F7">
        <w:rPr>
          <w:sz w:val="28"/>
          <w:szCs w:val="28"/>
        </w:rPr>
        <w:t xml:space="preserve"> администрации Идринского района</w:t>
      </w:r>
      <w:r w:rsidR="00563AF9" w:rsidRPr="006535F7">
        <w:rPr>
          <w:sz w:val="28"/>
          <w:szCs w:val="28"/>
        </w:rPr>
        <w:t xml:space="preserve"> или </w:t>
      </w:r>
      <w:r w:rsidR="00F87A93" w:rsidRPr="006535F7">
        <w:rPr>
          <w:sz w:val="28"/>
          <w:szCs w:val="28"/>
        </w:rPr>
        <w:t>СП КГБУ «МФЦ» в с. Идринское</w:t>
      </w:r>
      <w:r w:rsidR="00563AF9" w:rsidRPr="006535F7">
        <w:rPr>
          <w:sz w:val="28"/>
          <w:szCs w:val="28"/>
        </w:rPr>
        <w:t>, Порталов, а также принята при личном приеме Заявителя.</w:t>
      </w:r>
    </w:p>
    <w:p w:rsidR="00467B80" w:rsidRPr="006535F7" w:rsidRDefault="00410C7D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8C0507" w:rsidRPr="006535F7">
        <w:rPr>
          <w:sz w:val="28"/>
          <w:szCs w:val="28"/>
        </w:rPr>
        <w:tab/>
      </w:r>
      <w:r w:rsidR="00563AF9" w:rsidRPr="006535F7">
        <w:rPr>
          <w:sz w:val="28"/>
          <w:szCs w:val="28"/>
        </w:rPr>
        <w:t>5.7. Жалоба, поступившая в</w:t>
      </w:r>
      <w:r w:rsidR="00470AA4" w:rsidRPr="006535F7">
        <w:rPr>
          <w:sz w:val="28"/>
          <w:szCs w:val="28"/>
        </w:rPr>
        <w:t xml:space="preserve"> администрацию </w:t>
      </w:r>
      <w:r w:rsidR="008C0507" w:rsidRPr="006535F7">
        <w:rPr>
          <w:sz w:val="28"/>
          <w:szCs w:val="28"/>
        </w:rPr>
        <w:t xml:space="preserve">Идринского района, </w:t>
      </w:r>
      <w:r w:rsidR="00563AF9" w:rsidRPr="006535F7">
        <w:rPr>
          <w:sz w:val="28"/>
          <w:szCs w:val="28"/>
        </w:rPr>
        <w:t>либо непосредственно в</w:t>
      </w:r>
      <w:r w:rsidR="000A4E9D" w:rsidRPr="006535F7">
        <w:rPr>
          <w:sz w:val="28"/>
          <w:szCs w:val="28"/>
        </w:rPr>
        <w:t xml:space="preserve"> образовательное учреждение, </w:t>
      </w:r>
      <w:r w:rsidR="008C0507" w:rsidRPr="006535F7">
        <w:rPr>
          <w:sz w:val="28"/>
          <w:szCs w:val="28"/>
        </w:rPr>
        <w:t>о</w:t>
      </w:r>
      <w:r w:rsidR="00470AA4" w:rsidRPr="006535F7">
        <w:rPr>
          <w:sz w:val="28"/>
          <w:szCs w:val="28"/>
        </w:rPr>
        <w:t>тдел</w:t>
      </w:r>
      <w:r w:rsidR="00563AF9" w:rsidRPr="006535F7">
        <w:rPr>
          <w:sz w:val="28"/>
          <w:szCs w:val="28"/>
        </w:rPr>
        <w:t xml:space="preserve"> образовани</w:t>
      </w:r>
      <w:r w:rsidR="008C0507" w:rsidRPr="006535F7">
        <w:rPr>
          <w:sz w:val="28"/>
          <w:szCs w:val="28"/>
        </w:rPr>
        <w:t>я</w:t>
      </w:r>
      <w:r w:rsidR="00563AF9" w:rsidRPr="006535F7">
        <w:rPr>
          <w:sz w:val="28"/>
          <w:szCs w:val="28"/>
        </w:rPr>
        <w:t xml:space="preserve"> </w:t>
      </w:r>
      <w:r w:rsidR="008C0507" w:rsidRPr="006535F7">
        <w:rPr>
          <w:sz w:val="28"/>
          <w:szCs w:val="28"/>
        </w:rPr>
        <w:t xml:space="preserve">администрации Идринского района </w:t>
      </w:r>
      <w:r w:rsidR="00563AF9" w:rsidRPr="006535F7">
        <w:rPr>
          <w:sz w:val="28"/>
          <w:szCs w:val="28"/>
        </w:rPr>
        <w:t>или</w:t>
      </w:r>
      <w:r w:rsidRPr="006535F7">
        <w:rPr>
          <w:sz w:val="28"/>
          <w:szCs w:val="28"/>
        </w:rPr>
        <w:t xml:space="preserve"> </w:t>
      </w:r>
      <w:r w:rsidR="00F87A93" w:rsidRPr="006535F7">
        <w:rPr>
          <w:sz w:val="28"/>
          <w:szCs w:val="28"/>
        </w:rPr>
        <w:t>СП КГБУ «МФЦ» в с. Идринское</w:t>
      </w:r>
      <w:r w:rsidR="00563AF9" w:rsidRPr="006535F7">
        <w:rPr>
          <w:sz w:val="28"/>
          <w:szCs w:val="28"/>
        </w:rPr>
        <w:t xml:space="preserve"> подлежит рассмотрению должностными лицами, наделенными полномочиями по рассмотрению жалоб, в течение </w:t>
      </w:r>
      <w:r w:rsidR="00BD4CF4" w:rsidRPr="006535F7">
        <w:rPr>
          <w:sz w:val="28"/>
          <w:szCs w:val="28"/>
        </w:rPr>
        <w:t>15</w:t>
      </w:r>
      <w:r w:rsidR="00563AF9" w:rsidRPr="006535F7">
        <w:rPr>
          <w:sz w:val="28"/>
          <w:szCs w:val="28"/>
        </w:rPr>
        <w:t xml:space="preserve"> рабочих дней со дня е</w:t>
      </w:r>
      <w:r w:rsidR="0051640D" w:rsidRPr="006535F7">
        <w:rPr>
          <w:sz w:val="28"/>
          <w:szCs w:val="28"/>
        </w:rPr>
        <w:t>е</w:t>
      </w:r>
      <w:r w:rsidR="00563AF9" w:rsidRPr="006535F7">
        <w:rPr>
          <w:sz w:val="28"/>
          <w:szCs w:val="28"/>
        </w:rPr>
        <w:t xml:space="preserve"> регистрации. </w:t>
      </w:r>
    </w:p>
    <w:p w:rsidR="00563AF9" w:rsidRPr="006535F7" w:rsidRDefault="00563AF9" w:rsidP="002E3ED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В случае обжалования отказа </w:t>
      </w:r>
      <w:r w:rsidR="00467B80" w:rsidRPr="006535F7">
        <w:rPr>
          <w:sz w:val="28"/>
          <w:szCs w:val="28"/>
        </w:rPr>
        <w:t>учреждением или органом, предоставляющим муниципальную услугу или осуществляющим организацию предоставления муниципальной услуги</w:t>
      </w:r>
      <w:r w:rsidRPr="006535F7">
        <w:rPr>
          <w:sz w:val="28"/>
          <w:szCs w:val="28"/>
        </w:rPr>
        <w:t>, в при</w:t>
      </w:r>
      <w:r w:rsidR="00BD4CF4" w:rsidRPr="006535F7">
        <w:rPr>
          <w:sz w:val="28"/>
          <w:szCs w:val="28"/>
        </w:rPr>
        <w:t>е</w:t>
      </w:r>
      <w:r w:rsidRPr="006535F7">
        <w:rPr>
          <w:sz w:val="28"/>
          <w:szCs w:val="28"/>
        </w:rPr>
        <w:t>ме заявления у Заявителя, отказа</w:t>
      </w:r>
      <w:r w:rsidR="002E3ED9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в исправлении допущенных опечаток и ошибок или в случае обжалования нарушения установленного срока таких исправлений </w:t>
      </w:r>
      <w:r w:rsidR="00467B80" w:rsidRPr="006535F7">
        <w:rPr>
          <w:sz w:val="28"/>
          <w:szCs w:val="28"/>
        </w:rPr>
        <w:t xml:space="preserve">жалоба подлежит рассмотрению уполномоченными должностными лицами </w:t>
      </w:r>
      <w:r w:rsidRPr="006535F7">
        <w:rPr>
          <w:sz w:val="28"/>
          <w:szCs w:val="28"/>
        </w:rPr>
        <w:t xml:space="preserve">в течение </w:t>
      </w:r>
      <w:r w:rsidR="00FA264D" w:rsidRPr="006535F7">
        <w:rPr>
          <w:sz w:val="28"/>
          <w:szCs w:val="28"/>
        </w:rPr>
        <w:t>5</w:t>
      </w:r>
      <w:r w:rsidRPr="006535F7">
        <w:rPr>
          <w:sz w:val="28"/>
          <w:szCs w:val="28"/>
        </w:rPr>
        <w:t xml:space="preserve"> рабочих дней со дня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е</w:t>
      </w:r>
      <w:r w:rsidR="00FA264D" w:rsidRPr="006535F7">
        <w:rPr>
          <w:sz w:val="28"/>
          <w:szCs w:val="28"/>
        </w:rPr>
        <w:t>е</w:t>
      </w:r>
      <w:r w:rsidRPr="006535F7">
        <w:rPr>
          <w:sz w:val="28"/>
          <w:szCs w:val="28"/>
        </w:rPr>
        <w:t xml:space="preserve"> регистрации.</w:t>
      </w:r>
    </w:p>
    <w:p w:rsidR="00563AF9" w:rsidRPr="006535F7" w:rsidRDefault="00563AF9" w:rsidP="002E3ED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5.8. Если в жалобе содержатся нецензурные либо оскорбительные выражения, угрозы жизни, здоровью и имуществу любого должностного лица,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а также членов его семьи, жалоба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может быть оставлена без ответа по </w:t>
      </w:r>
      <w:r w:rsidRPr="006535F7">
        <w:rPr>
          <w:sz w:val="28"/>
          <w:szCs w:val="28"/>
        </w:rPr>
        <w:lastRenderedPageBreak/>
        <w:t>существу поставленных в ней вопросов, а Заявителю, направившему жалобу, сообщено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о недопустимости злоупотребления правом.</w:t>
      </w:r>
    </w:p>
    <w:p w:rsidR="00563AF9" w:rsidRPr="006535F7" w:rsidRDefault="002E3ED9" w:rsidP="002E3ED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</w:t>
      </w:r>
      <w:r w:rsidR="00563AF9" w:rsidRPr="006535F7">
        <w:rPr>
          <w:sz w:val="28"/>
          <w:szCs w:val="28"/>
        </w:rPr>
        <w:t>.9. Если текст жалобы не поддается прочтению, ответ на не</w:t>
      </w:r>
      <w:r w:rsidRPr="006535F7">
        <w:rPr>
          <w:sz w:val="28"/>
          <w:szCs w:val="28"/>
        </w:rPr>
        <w:t>е</w:t>
      </w:r>
      <w:r w:rsidR="00563AF9" w:rsidRPr="006535F7">
        <w:rPr>
          <w:sz w:val="28"/>
          <w:szCs w:val="28"/>
        </w:rPr>
        <w:t xml:space="preserve"> не дается,</w:t>
      </w:r>
      <w:r w:rsidR="00410C7D"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о чем сообщается в течение семи дней со дня регистрации жалобы Заявителю, направившему жалобу, если его фамилия и почтовый адрес или адрес электронной почты поддаются прочтению.</w:t>
      </w:r>
    </w:p>
    <w:p w:rsidR="00563AF9" w:rsidRPr="006535F7" w:rsidRDefault="002E3ED9" w:rsidP="002E3ED9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</w:t>
      </w:r>
      <w:r w:rsidR="00563AF9" w:rsidRPr="006535F7">
        <w:rPr>
          <w:sz w:val="28"/>
          <w:szCs w:val="28"/>
        </w:rPr>
        <w:t xml:space="preserve">.10. Если в жалобе Заявителя содержится вопрос, на который Заявителю неоднократно давались письменные ответы по существу в связи с ранее направляемыми жалобами, и при этом в ней не приводятся новые доводы или обстоятельства, руководителем </w:t>
      </w:r>
      <w:r w:rsidR="00467B80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="00563AF9" w:rsidRPr="006535F7">
        <w:rPr>
          <w:sz w:val="28"/>
          <w:szCs w:val="28"/>
        </w:rPr>
        <w:t xml:space="preserve"> либо руководителем органа местного самоуправления принимается решение о безосновательности очередной жалобы и прекращении переписки с Заявителем по данному вопросу. О данном решении уведомляется Заявитель, направивший жалобу.</w:t>
      </w:r>
    </w:p>
    <w:p w:rsidR="00563AF9" w:rsidRPr="006535F7" w:rsidRDefault="00410C7D" w:rsidP="00AA1B69">
      <w:pPr>
        <w:tabs>
          <w:tab w:val="left" w:pos="709"/>
        </w:tabs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FF6F44" w:rsidRPr="006535F7">
        <w:rPr>
          <w:sz w:val="28"/>
          <w:szCs w:val="28"/>
        </w:rPr>
        <w:tab/>
      </w:r>
      <w:r w:rsidR="00563AF9" w:rsidRPr="006535F7">
        <w:rPr>
          <w:sz w:val="28"/>
          <w:szCs w:val="28"/>
        </w:rPr>
        <w:t>5.11.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63AF9" w:rsidRPr="006535F7" w:rsidRDefault="00563AF9" w:rsidP="00AA1B6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5.12.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случае если в жалобе содержатся сведения о подготавливаемом, совершаемом или совершенном противоправном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563AF9" w:rsidRPr="006535F7" w:rsidRDefault="00563AF9" w:rsidP="00F76FB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5.13. По результатам рассмотрения жалобы принимается одно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из следующих решений:</w:t>
      </w:r>
    </w:p>
    <w:p w:rsidR="00563AF9" w:rsidRPr="006535F7" w:rsidRDefault="00563AF9" w:rsidP="00F76FB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1)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письменных ответах, </w:t>
      </w:r>
      <w:r w:rsidR="007E6CF9" w:rsidRPr="006535F7">
        <w:rPr>
          <w:sz w:val="28"/>
          <w:szCs w:val="28"/>
        </w:rPr>
        <w:t>распорядительных актах,</w:t>
      </w:r>
      <w:r w:rsidRPr="006535F7">
        <w:rPr>
          <w:sz w:val="28"/>
          <w:szCs w:val="28"/>
        </w:rPr>
        <w:t xml:space="preserve"> возврата Заявителю денежных средств, взимание которых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Красноярского края, муниципальными пр</w:t>
      </w:r>
      <w:r w:rsidR="00470AA4" w:rsidRPr="006535F7">
        <w:rPr>
          <w:sz w:val="28"/>
          <w:szCs w:val="28"/>
        </w:rPr>
        <w:t xml:space="preserve">авовыми актами </w:t>
      </w:r>
      <w:r w:rsidR="00A34F3B" w:rsidRPr="006535F7">
        <w:rPr>
          <w:sz w:val="28"/>
          <w:szCs w:val="28"/>
        </w:rPr>
        <w:t>администрации Идринского района</w:t>
      </w:r>
      <w:r w:rsidRPr="006535F7">
        <w:rPr>
          <w:sz w:val="28"/>
          <w:szCs w:val="28"/>
        </w:rPr>
        <w:t>, а также в иных формах;</w:t>
      </w:r>
    </w:p>
    <w:p w:rsidR="00563AF9" w:rsidRPr="006535F7" w:rsidRDefault="00563AF9" w:rsidP="00F76FB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2) отказ в удовлетворении жалобы.</w:t>
      </w:r>
    </w:p>
    <w:p w:rsidR="00563AF9" w:rsidRPr="006535F7" w:rsidRDefault="00563AF9" w:rsidP="00F76FB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5.14.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Не позднее дня, следующего за дн</w:t>
      </w:r>
      <w:r w:rsidR="00FD7EF7" w:rsidRPr="006535F7">
        <w:rPr>
          <w:sz w:val="28"/>
          <w:szCs w:val="28"/>
        </w:rPr>
        <w:t>е</w:t>
      </w:r>
      <w:r w:rsidRPr="006535F7">
        <w:rPr>
          <w:sz w:val="28"/>
          <w:szCs w:val="28"/>
        </w:rPr>
        <w:t>м принятия решения, указанного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в п. 5.13 Административного регламента, Заявителю в письменной форме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и по желанию Заявителя в электронной форме</w:t>
      </w:r>
      <w:r w:rsidR="007E6CF9" w:rsidRPr="006535F7">
        <w:rPr>
          <w:sz w:val="28"/>
          <w:szCs w:val="28"/>
        </w:rPr>
        <w:t xml:space="preserve"> или посредством почтового отправления</w:t>
      </w:r>
      <w:r w:rsidRPr="006535F7">
        <w:rPr>
          <w:sz w:val="28"/>
          <w:szCs w:val="28"/>
        </w:rPr>
        <w:t xml:space="preserve"> направляется мотивированный ответ о результатах рассмотрения жалобы. </w:t>
      </w:r>
    </w:p>
    <w:p w:rsidR="00563AF9" w:rsidRPr="006535F7" w:rsidRDefault="00563AF9" w:rsidP="00F76FBE">
      <w:pPr>
        <w:ind w:firstLine="709"/>
        <w:jc w:val="both"/>
        <w:rPr>
          <w:sz w:val="28"/>
          <w:szCs w:val="28"/>
        </w:rPr>
      </w:pPr>
      <w:r w:rsidRPr="006535F7">
        <w:rPr>
          <w:sz w:val="28"/>
          <w:szCs w:val="28"/>
        </w:rPr>
        <w:t>5.15.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Если в результате рассмотрения жалобы она признана </w:t>
      </w:r>
      <w:r w:rsidR="007E6CF9" w:rsidRPr="006535F7">
        <w:rPr>
          <w:sz w:val="28"/>
          <w:szCs w:val="28"/>
        </w:rPr>
        <w:t>обоснованной, то руководителем</w:t>
      </w:r>
      <w:r w:rsidRPr="006535F7">
        <w:rPr>
          <w:sz w:val="28"/>
          <w:szCs w:val="28"/>
        </w:rPr>
        <w:t xml:space="preserve"> о</w:t>
      </w:r>
      <w:r w:rsidR="007E6CF9" w:rsidRPr="006535F7">
        <w:rPr>
          <w:sz w:val="28"/>
          <w:szCs w:val="28"/>
        </w:rPr>
        <w:t>ргана</w:t>
      </w:r>
      <w:r w:rsidRPr="006535F7">
        <w:rPr>
          <w:sz w:val="28"/>
          <w:szCs w:val="28"/>
        </w:rPr>
        <w:t xml:space="preserve"> местного самоуправления, </w:t>
      </w:r>
      <w:r w:rsidR="007E6CF9" w:rsidRPr="006535F7">
        <w:rPr>
          <w:sz w:val="28"/>
          <w:szCs w:val="28"/>
        </w:rPr>
        <w:t>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Pr="006535F7">
        <w:rPr>
          <w:sz w:val="28"/>
          <w:szCs w:val="28"/>
        </w:rPr>
        <w:t xml:space="preserve"> принимается решение о привлечении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к ответственности в соответствии с законодательством Россий</w:t>
      </w:r>
      <w:r w:rsidR="007E6CF9" w:rsidRPr="006535F7">
        <w:rPr>
          <w:sz w:val="28"/>
          <w:szCs w:val="28"/>
        </w:rPr>
        <w:t xml:space="preserve">ской Федерации должностных лиц </w:t>
      </w:r>
      <w:r w:rsidRPr="006535F7">
        <w:rPr>
          <w:sz w:val="28"/>
          <w:szCs w:val="28"/>
        </w:rPr>
        <w:t xml:space="preserve">за действия </w:t>
      </w:r>
      <w:r w:rsidRPr="006535F7">
        <w:rPr>
          <w:sz w:val="28"/>
          <w:szCs w:val="28"/>
        </w:rPr>
        <w:lastRenderedPageBreak/>
        <w:t>(бездействия) и решения, принятые в ходе предоставления муниципальной услуги и повлекшие за собой жалобу Заявителя.</w:t>
      </w:r>
    </w:p>
    <w:p w:rsidR="00BC2253" w:rsidRPr="006535F7" w:rsidRDefault="00FC265F" w:rsidP="00563AF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ab/>
      </w:r>
      <w:r w:rsidR="00410C7D"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>5.16. Заявитель вправе обжаловать решения и действия (бездействие)</w:t>
      </w:r>
      <w:r w:rsidR="00410C7D" w:rsidRPr="006535F7">
        <w:rPr>
          <w:sz w:val="28"/>
          <w:szCs w:val="28"/>
        </w:rPr>
        <w:t xml:space="preserve"> </w:t>
      </w:r>
      <w:r w:rsidR="00563AF9" w:rsidRPr="006535F7">
        <w:rPr>
          <w:sz w:val="28"/>
          <w:szCs w:val="28"/>
        </w:rPr>
        <w:t xml:space="preserve">в рамках установленных полномочий </w:t>
      </w:r>
      <w:r w:rsidR="007E6CF9" w:rsidRPr="006535F7">
        <w:rPr>
          <w:sz w:val="28"/>
          <w:szCs w:val="28"/>
        </w:rPr>
        <w:t xml:space="preserve">учреждения или органа, предоставляющего муниципальную услугу или осуществляющего организацию предоставления муниципальной услуги, </w:t>
      </w:r>
      <w:r w:rsidR="00563AF9" w:rsidRPr="006535F7">
        <w:rPr>
          <w:sz w:val="28"/>
          <w:szCs w:val="28"/>
        </w:rPr>
        <w:t xml:space="preserve">или </w:t>
      </w:r>
      <w:r w:rsidR="007E6CF9" w:rsidRPr="006535F7">
        <w:rPr>
          <w:sz w:val="28"/>
          <w:szCs w:val="28"/>
        </w:rPr>
        <w:t>должностного лица учреждения или органа, предоставляющего муниципальную услугу или осуществляющего организацию предоставления муниципальной услуги,</w:t>
      </w:r>
      <w:r w:rsidR="00563AF9" w:rsidRPr="006535F7">
        <w:rPr>
          <w:sz w:val="28"/>
          <w:szCs w:val="28"/>
        </w:rPr>
        <w:t xml:space="preserve"> принятых ими решений при предоставлении муниципальной услуги, в суде в порядке, установленном Гражданским процессуальным кодексом Российской Федерации.</w:t>
      </w:r>
    </w:p>
    <w:p w:rsidR="00BC2253" w:rsidRPr="006535F7" w:rsidRDefault="00BC2253" w:rsidP="00BC2253">
      <w:pPr>
        <w:jc w:val="both"/>
        <w:rPr>
          <w:sz w:val="28"/>
          <w:szCs w:val="28"/>
        </w:rPr>
      </w:pPr>
    </w:p>
    <w:p w:rsidR="00BC2253" w:rsidRPr="006535F7" w:rsidRDefault="00BC2253" w:rsidP="00BC2253">
      <w:pPr>
        <w:jc w:val="both"/>
        <w:rPr>
          <w:sz w:val="28"/>
          <w:szCs w:val="28"/>
        </w:rPr>
      </w:pPr>
    </w:p>
    <w:p w:rsidR="00BC2253" w:rsidRPr="006535F7" w:rsidRDefault="00BC2253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D014DE" w:rsidRPr="006535F7" w:rsidRDefault="00D014DE" w:rsidP="00BC2253">
      <w:pPr>
        <w:jc w:val="both"/>
        <w:rPr>
          <w:sz w:val="28"/>
          <w:szCs w:val="28"/>
        </w:rPr>
      </w:pPr>
    </w:p>
    <w:p w:rsidR="000951E1" w:rsidRPr="006535F7" w:rsidRDefault="000951E1" w:rsidP="00EF3887">
      <w:pPr>
        <w:ind w:left="1416"/>
        <w:jc w:val="center"/>
        <w:rPr>
          <w:noProof/>
          <w:sz w:val="28"/>
          <w:szCs w:val="28"/>
        </w:rPr>
      </w:pPr>
    </w:p>
    <w:p w:rsidR="000951E1" w:rsidRPr="006535F7" w:rsidRDefault="000951E1" w:rsidP="00EF3887">
      <w:pPr>
        <w:ind w:left="1416"/>
        <w:jc w:val="center"/>
        <w:rPr>
          <w:noProof/>
          <w:sz w:val="28"/>
          <w:szCs w:val="28"/>
        </w:rPr>
      </w:pPr>
    </w:p>
    <w:p w:rsidR="00606450" w:rsidRPr="006535F7" w:rsidRDefault="00606450" w:rsidP="00EF3887">
      <w:pPr>
        <w:ind w:left="1416"/>
        <w:jc w:val="center"/>
        <w:rPr>
          <w:noProof/>
          <w:sz w:val="28"/>
          <w:szCs w:val="28"/>
        </w:rPr>
      </w:pPr>
    </w:p>
    <w:p w:rsidR="00606450" w:rsidRPr="006535F7" w:rsidRDefault="00606450" w:rsidP="00EF3887">
      <w:pPr>
        <w:ind w:left="1416"/>
        <w:jc w:val="center"/>
        <w:rPr>
          <w:noProof/>
          <w:sz w:val="28"/>
          <w:szCs w:val="28"/>
        </w:rPr>
      </w:pPr>
    </w:p>
    <w:p w:rsidR="00606450" w:rsidRPr="006535F7" w:rsidRDefault="00606450" w:rsidP="00EF3887">
      <w:pPr>
        <w:ind w:left="1416"/>
        <w:jc w:val="center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FC265F" w:rsidRPr="006535F7" w:rsidRDefault="00FC265F" w:rsidP="00743B7C">
      <w:pPr>
        <w:ind w:left="1416"/>
        <w:jc w:val="right"/>
        <w:rPr>
          <w:noProof/>
          <w:sz w:val="28"/>
          <w:szCs w:val="28"/>
        </w:rPr>
      </w:pPr>
    </w:p>
    <w:p w:rsidR="00186609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                   </w:t>
      </w:r>
      <w:r w:rsidR="00410C7D" w:rsidRPr="006535F7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</w:t>
      </w:r>
      <w:r w:rsidR="00186609" w:rsidRPr="006535F7">
        <w:rPr>
          <w:noProof/>
          <w:sz w:val="28"/>
          <w:szCs w:val="28"/>
        </w:rPr>
        <w:t>Приложение №</w:t>
      </w:r>
      <w:r w:rsidR="00A7464E" w:rsidRPr="006535F7">
        <w:rPr>
          <w:noProof/>
          <w:sz w:val="28"/>
          <w:szCs w:val="28"/>
        </w:rPr>
        <w:t xml:space="preserve"> </w:t>
      </w:r>
      <w:r w:rsidR="00186609" w:rsidRPr="006535F7">
        <w:rPr>
          <w:noProof/>
          <w:sz w:val="28"/>
          <w:szCs w:val="28"/>
        </w:rPr>
        <w:t xml:space="preserve">1 </w:t>
      </w:r>
    </w:p>
    <w:p w:rsidR="00186609" w:rsidRPr="006535F7" w:rsidRDefault="00410C7D" w:rsidP="00743B7C">
      <w:pPr>
        <w:ind w:left="1416"/>
        <w:jc w:val="right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  <w:r w:rsidR="00EF3887" w:rsidRPr="006535F7">
        <w:rPr>
          <w:noProof/>
          <w:sz w:val="28"/>
          <w:szCs w:val="28"/>
        </w:rPr>
        <w:t xml:space="preserve">к </w:t>
      </w:r>
      <w:r w:rsidR="00C94B67">
        <w:rPr>
          <w:noProof/>
          <w:sz w:val="28"/>
          <w:szCs w:val="28"/>
        </w:rPr>
        <w:t>а</w:t>
      </w:r>
      <w:r w:rsidR="00186609" w:rsidRPr="006535F7">
        <w:rPr>
          <w:noProof/>
          <w:sz w:val="28"/>
          <w:szCs w:val="28"/>
        </w:rPr>
        <w:t>дминистративному регламенту</w:t>
      </w:r>
    </w:p>
    <w:p w:rsidR="00A7464E" w:rsidRPr="006535F7" w:rsidRDefault="00A7464E" w:rsidP="00186609">
      <w:pPr>
        <w:jc w:val="center"/>
        <w:rPr>
          <w:b/>
          <w:sz w:val="28"/>
          <w:szCs w:val="28"/>
        </w:rPr>
      </w:pPr>
    </w:p>
    <w:p w:rsidR="0009441D" w:rsidRPr="006535F7" w:rsidRDefault="0009441D" w:rsidP="00186609">
      <w:pPr>
        <w:jc w:val="center"/>
        <w:rPr>
          <w:b/>
          <w:sz w:val="28"/>
          <w:szCs w:val="28"/>
        </w:rPr>
      </w:pPr>
    </w:p>
    <w:p w:rsidR="00F72854" w:rsidRPr="006535F7" w:rsidRDefault="00186609" w:rsidP="0018660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 xml:space="preserve">ИНФОРМАЦИЯ О МЕСТЕ НАХОЖДЕНИЯ, ГРАФИКАХ РАБОТЫ, </w:t>
      </w:r>
    </w:p>
    <w:p w:rsidR="00186609" w:rsidRPr="006535F7" w:rsidRDefault="00186609" w:rsidP="0018660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 xml:space="preserve">АДРЕСАХ, КОНТАКТНЫХ ТЕЛЕФОНАХ </w:t>
      </w:r>
    </w:p>
    <w:p w:rsidR="00186609" w:rsidRPr="006535F7" w:rsidRDefault="00470AA4" w:rsidP="00186609">
      <w:pPr>
        <w:jc w:val="center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ОБЩЕ</w:t>
      </w:r>
      <w:r w:rsidR="00186609" w:rsidRPr="006535F7">
        <w:rPr>
          <w:b/>
          <w:sz w:val="28"/>
          <w:szCs w:val="28"/>
        </w:rPr>
        <w:t>ОБРАЗОВАТЕЛЬНЫХ УЧРЕЖДЕНИЙ</w:t>
      </w:r>
    </w:p>
    <w:p w:rsidR="0009441D" w:rsidRPr="006535F7" w:rsidRDefault="0009441D" w:rsidP="00186609">
      <w:pPr>
        <w:jc w:val="center"/>
        <w:rPr>
          <w:b/>
          <w:sz w:val="28"/>
          <w:szCs w:val="28"/>
        </w:rPr>
      </w:pPr>
    </w:p>
    <w:p w:rsidR="00186609" w:rsidRPr="006535F7" w:rsidRDefault="00186609" w:rsidP="00186609">
      <w:pPr>
        <w:jc w:val="center"/>
        <w:rPr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27"/>
        <w:gridCol w:w="1701"/>
        <w:gridCol w:w="1559"/>
        <w:gridCol w:w="1559"/>
        <w:gridCol w:w="1134"/>
        <w:gridCol w:w="2126"/>
      </w:tblGrid>
      <w:tr w:rsidR="00470AA4" w:rsidRPr="006535F7" w:rsidTr="009F1157">
        <w:trPr>
          <w:trHeight w:val="15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50E" w:rsidRPr="006535F7" w:rsidRDefault="00470AA4" w:rsidP="00186609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№</w:t>
            </w:r>
          </w:p>
          <w:p w:rsidR="00470AA4" w:rsidRPr="006535F7" w:rsidRDefault="00470AA4" w:rsidP="00186609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A4" w:rsidRPr="006535F7" w:rsidRDefault="00470AA4" w:rsidP="00F5050E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Полное наименование образовательного учреждения (сокращенное наименование)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0AA4" w:rsidRPr="006535F7" w:rsidRDefault="00470AA4" w:rsidP="004D72A8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Место нахождения образова</w:t>
            </w:r>
            <w:r w:rsidR="004D72A8" w:rsidRPr="006535F7">
              <w:rPr>
                <w:sz w:val="28"/>
                <w:szCs w:val="28"/>
              </w:rPr>
              <w:t>-</w:t>
            </w:r>
            <w:r w:rsidRPr="006535F7">
              <w:rPr>
                <w:sz w:val="28"/>
                <w:szCs w:val="28"/>
              </w:rPr>
              <w:t>тельного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A4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Электронный</w:t>
            </w:r>
          </w:p>
          <w:p w:rsidR="00470AA4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0AA4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Адрес</w:t>
            </w:r>
            <w:r w:rsidR="00410C7D" w:rsidRPr="006535F7">
              <w:rPr>
                <w:sz w:val="28"/>
                <w:szCs w:val="28"/>
              </w:rPr>
              <w:t xml:space="preserve"> </w:t>
            </w:r>
            <w:r w:rsidRPr="006535F7">
              <w:rPr>
                <w:sz w:val="28"/>
                <w:szCs w:val="28"/>
              </w:rPr>
              <w:t>сайта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D81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Телефон для </w:t>
            </w:r>
          </w:p>
          <w:p w:rsidR="00344D81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справок </w:t>
            </w:r>
          </w:p>
          <w:p w:rsidR="00470AA4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и консуль</w:t>
            </w:r>
            <w:r w:rsidR="00913B68" w:rsidRPr="006535F7">
              <w:rPr>
                <w:sz w:val="28"/>
                <w:szCs w:val="28"/>
              </w:rPr>
              <w:t>-</w:t>
            </w:r>
            <w:r w:rsidRPr="006535F7">
              <w:rPr>
                <w:sz w:val="28"/>
                <w:szCs w:val="28"/>
              </w:rPr>
              <w:t>таций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A4" w:rsidRPr="006535F7" w:rsidRDefault="00470AA4" w:rsidP="00186609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График работы; часы приема граждан</w:t>
            </w:r>
          </w:p>
          <w:p w:rsidR="000B76F0" w:rsidRPr="006535F7" w:rsidRDefault="000B76F0" w:rsidP="00186609">
            <w:pPr>
              <w:jc w:val="center"/>
              <w:rPr>
                <w:sz w:val="28"/>
                <w:szCs w:val="28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Идринская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f2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</w:rPr>
              <w:t>662680,Красноярский край, </w:t>
            </w:r>
          </w:p>
          <w:p w:rsidR="003D695A" w:rsidRPr="006535F7" w:rsidRDefault="003D695A" w:rsidP="003D695A">
            <w:pPr>
              <w:pStyle w:val="af2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</w:rPr>
              <w:t>Идринский район, </w:t>
            </w:r>
            <w:r w:rsidRPr="006535F7">
              <w:rPr>
                <w:bCs/>
                <w:color w:val="000000"/>
                <w:sz w:val="28"/>
                <w:szCs w:val="28"/>
              </w:rPr>
              <w:br/>
              <w:t>с.Идринское, ул. Октябрьская 178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5F410C">
            <w:pPr>
              <w:rPr>
                <w:sz w:val="28"/>
                <w:szCs w:val="28"/>
              </w:rPr>
            </w:pP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lang w:val="en-US"/>
              </w:rPr>
              <w:t>idrinskaidra</w:t>
            </w:r>
            <w:r w:rsidRPr="006535F7">
              <w:rPr>
                <w:bCs/>
                <w:color w:val="000000"/>
                <w:sz w:val="28"/>
                <w:szCs w:val="28"/>
              </w:rPr>
              <w:t>2</w:t>
            </w:r>
            <w:r w:rsidRPr="006535F7">
              <w:rPr>
                <w:bCs/>
                <w:color w:val="000000"/>
                <w:sz w:val="28"/>
                <w:szCs w:val="28"/>
                <w:lang w:val="en-US"/>
              </w:rPr>
              <w:t>@yandex.ru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B7C" w:rsidRPr="006535F7" w:rsidRDefault="00743B7C" w:rsidP="00743B7C">
            <w:pPr>
              <w:rPr>
                <w:sz w:val="28"/>
                <w:szCs w:val="28"/>
              </w:rPr>
            </w:pPr>
          </w:p>
          <w:p w:rsidR="003D695A" w:rsidRPr="006535F7" w:rsidRDefault="00743B7C" w:rsidP="00743B7C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http://www.idrinskaidra.narod.ru/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285DC9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 22-9-29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3D695A" w:rsidRPr="006535F7" w:rsidRDefault="003D695A" w:rsidP="003D695A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3D695A" w:rsidRPr="006535F7" w:rsidRDefault="003D695A" w:rsidP="003D695A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5F410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FC265F">
        <w:trPr>
          <w:trHeight w:val="1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Добромысловская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662685,Красноярский край, Идринский район,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п.Добромысловский,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ул.Садовая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72CFC" w:rsidP="005F410C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dobridra2007@bk.ru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5F410C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http://www.dobridra.narod.ru/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B7C" w:rsidRPr="006535F7" w:rsidRDefault="007E2B82" w:rsidP="00285DC9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3D695A" w:rsidRPr="006535F7" w:rsidRDefault="007E2B82" w:rsidP="00285DC9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72-2-31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Большехабыкская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662686, Красноярский край, Идринский район, с.Большой Хабык, ул.Ленина, д.13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sz w:val="28"/>
                <w:szCs w:val="28"/>
              </w:rPr>
            </w:pPr>
            <w:hyperlink r:id="rId17" w:history="1">
              <w:r w:rsidRPr="006535F7">
                <w:rPr>
                  <w:rStyle w:val="af3"/>
                  <w:sz w:val="28"/>
                  <w:szCs w:val="28"/>
                </w:rPr>
                <w:t>bxabidra@rambler.ru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http://www.bxabidra.narod.ru/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3B7C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75-2-24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Большекнышинская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662692, Красноярский край, Идринский район, с. Большие Кныши, ул. Байкалова, д.17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sz w:val="28"/>
                <w:szCs w:val="28"/>
              </w:rPr>
            </w:pPr>
            <w:hyperlink r:id="rId18" w:history="1">
              <w:r w:rsidRPr="006535F7">
                <w:rPr>
                  <w:rStyle w:val="af3"/>
                  <w:sz w:val="28"/>
                  <w:szCs w:val="28"/>
                </w:rPr>
                <w:t>bknshiidra@rambler.ru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http://www.bknshiidra.narod.ru/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743B7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73-2-3</w:t>
            </w:r>
            <w:r w:rsidR="00743B7C"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Романовская средняя общеобразовательная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662688, Красноярский край, Идринский район, 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с. Романовка, 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улица Молодежная, д. 6.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19" w:history="1">
              <w:r w:rsidRPr="006535F7">
                <w:rPr>
                  <w:rStyle w:val="af3"/>
                  <w:sz w:val="28"/>
                  <w:szCs w:val="28"/>
                </w:rPr>
                <w:t>romidra@rambler.ru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http://www.99.39135.3535.ru/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76-2-46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Отрокская средняя общеобразовательная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662693, Красноярский край, Идринский район, с. Отрок, ул. Школьная 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0" w:history="1">
              <w:r w:rsidRPr="006535F7">
                <w:rPr>
                  <w:rStyle w:val="af3"/>
                  <w:sz w:val="28"/>
                  <w:szCs w:val="28"/>
                </w:rPr>
                <w:t>Otridra15@rambler.ru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http://www.otridra.narod.ru/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CEC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3D695A" w:rsidRPr="006535F7" w:rsidRDefault="00DA1CEC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91-3-36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FC265F">
        <w:trPr>
          <w:trHeight w:val="1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FC265F" w:rsidP="00FC265F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662681, Красноярский край, Идринский район, с. Майское Утро, ул. Молодежная,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1" w:history="1">
              <w:r w:rsidRPr="006535F7">
                <w:rPr>
                  <w:rStyle w:val="af3"/>
                  <w:sz w:val="28"/>
                  <w:szCs w:val="28"/>
                </w:rPr>
                <w:t>maiskoeutro@rambler.ru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http://www.staxidra.ucoz.ru/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70-2-11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Новоберезовск</w:t>
            </w:r>
            <w:r w:rsidRPr="006535F7">
              <w:rPr>
                <w:rFonts w:ascii="Times New Roman" w:hAnsi="Times New Roman"/>
                <w:sz w:val="28"/>
                <w:szCs w:val="28"/>
              </w:rPr>
              <w:lastRenderedPageBreak/>
              <w:t>ая средняя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662672, Красноярский край, Идринский район, с.Новоберёз</w:t>
            </w:r>
            <w:r w:rsidRPr="006535F7">
              <w:rPr>
                <w:sz w:val="28"/>
                <w:szCs w:val="28"/>
              </w:rPr>
              <w:lastRenderedPageBreak/>
              <w:t>овка, ул.Ленина 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2" w:history="1">
              <w:r w:rsidRPr="006535F7">
                <w:rPr>
                  <w:rStyle w:val="af3"/>
                  <w:sz w:val="28"/>
                  <w:szCs w:val="28"/>
                </w:rPr>
                <w:t>nberidra@rambler.ru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http://nberidra.ucoz.ru/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DA1CEC">
            <w:pPr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94-2-21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12.00 до 13.00 </w:t>
            </w:r>
            <w:r w:rsidRPr="006535F7">
              <w:rPr>
                <w:sz w:val="28"/>
                <w:szCs w:val="28"/>
              </w:rPr>
              <w:lastRenderedPageBreak/>
              <w:t>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662671</w:t>
            </w:r>
            <w:r w:rsidR="000F0665" w:rsidRPr="006535F7">
              <w:rPr>
                <w:sz w:val="28"/>
                <w:szCs w:val="28"/>
              </w:rPr>
              <w:t>,</w:t>
            </w:r>
            <w:r w:rsidRPr="006535F7">
              <w:rPr>
                <w:sz w:val="28"/>
                <w:szCs w:val="28"/>
              </w:rPr>
              <w:t xml:space="preserve"> Красноярский край, Идринский район, с. Никольское, ул.Ленина,97</w:t>
            </w: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</w:p>
          <w:p w:rsidR="003D695A" w:rsidRPr="006535F7" w:rsidRDefault="003D695A" w:rsidP="003D695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3" w:history="1">
              <w:r w:rsidRPr="006535F7">
                <w:rPr>
                  <w:rStyle w:val="af3"/>
                  <w:sz w:val="28"/>
                  <w:szCs w:val="28"/>
                </w:rPr>
                <w:t>nikolidra@rambler.ru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http://www.nnikolidra.narod.ru/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76-2-72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Центральная основная общеобразовательная школа.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36AF4" w:rsidP="00736AF4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662690, Красноярский край, Идринский район, п. Центральный, ул. Советская,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4" w:history="1">
              <w:r w:rsidRPr="006535F7">
                <w:rPr>
                  <w:rStyle w:val="af3"/>
                  <w:sz w:val="28"/>
                  <w:szCs w:val="28"/>
                </w:rPr>
                <w:t>centridra@rambler.ru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http://www.centridra.narod.ru/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92-2-25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Малохабыкская основная общеобразовательная школа.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662687, Красноярский край, Идринский район, д. Малый Хабык, ул. Мира, 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0F0665" w:rsidP="00E045D5">
            <w:pPr>
              <w:jc w:val="center"/>
              <w:rPr>
                <w:sz w:val="28"/>
                <w:szCs w:val="28"/>
              </w:rPr>
            </w:pPr>
            <w:hyperlink r:id="rId25" w:history="1">
              <w:r w:rsidRPr="006535F7">
                <w:rPr>
                  <w:rStyle w:val="af3"/>
                  <w:sz w:val="28"/>
                  <w:szCs w:val="28"/>
                </w:rPr>
                <w:t>Mxabidra@rambler.ru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http://www.mxabidra.narod.ru/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79-2-23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Большетелекская основная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102B79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662696, Красноярский край, Идринский район, с. Большой Телек, ул. Молодежная,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72CF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btelidra@mail.ru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http://www.btelidra.narod.ru/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74-2-16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</w:t>
            </w:r>
            <w:r w:rsidRPr="006535F7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общеобразовательное учреждение Екатерининская основная общеобразовательная школа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295E" w:rsidRPr="006535F7" w:rsidRDefault="00B2295E" w:rsidP="00B2295E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662673, Красноярск</w:t>
            </w:r>
            <w:r w:rsidRPr="006535F7">
              <w:rPr>
                <w:sz w:val="28"/>
                <w:szCs w:val="28"/>
              </w:rPr>
              <w:lastRenderedPageBreak/>
              <w:t xml:space="preserve">ий край, Идринский район, </w:t>
            </w:r>
          </w:p>
          <w:p w:rsidR="003D695A" w:rsidRPr="006535F7" w:rsidRDefault="00B2295E" w:rsidP="00B2295E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с. Екатериновка, ул.  Комсомольская, 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72CF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ekatidra@mail.r</w:t>
            </w:r>
            <w:r w:rsidRPr="006535F7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http://екатерининская</w:t>
            </w:r>
            <w:r w:rsidRPr="006535F7">
              <w:rPr>
                <w:sz w:val="28"/>
                <w:szCs w:val="28"/>
              </w:rPr>
              <w:lastRenderedPageBreak/>
              <w:t>-школа12.рф/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71-2-25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Курежская основная общеобразовательная школа;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662696,Красноярский край, Идринский район, с. Куреж, ул. Зеленая,26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2645AD" w:rsidP="00E045D5">
            <w:pPr>
              <w:jc w:val="center"/>
              <w:rPr>
                <w:sz w:val="28"/>
                <w:szCs w:val="28"/>
              </w:rPr>
            </w:pPr>
            <w:hyperlink r:id="rId26" w:history="1">
              <w:r w:rsidRPr="006535F7">
                <w:rPr>
                  <w:rStyle w:val="af3"/>
                  <w:sz w:val="28"/>
                  <w:szCs w:val="28"/>
                </w:rPr>
                <w:t>kureidra@rambler.ru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http://www.kureidra.ucoz.ru/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77-2-23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D695A" w:rsidRPr="006535F7" w:rsidTr="009F115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pStyle w:val="ad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F7">
              <w:rPr>
                <w:rFonts w:ascii="Times New Roman" w:hAnsi="Times New Roman"/>
                <w:sz w:val="28"/>
                <w:szCs w:val="28"/>
              </w:rPr>
              <w:t>Муниципальное казенное общеобразовательное учреждение Новотроицкая основная общеобразовательная школа.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3D695A" w:rsidP="003D695A">
            <w:pPr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662689, Красноярский Край, Идринский район, с.Новотроицкое, ул.Октябрьская,39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2645AD" w:rsidP="00E045D5">
            <w:pPr>
              <w:jc w:val="center"/>
              <w:rPr>
                <w:sz w:val="28"/>
                <w:szCs w:val="28"/>
              </w:rPr>
            </w:pPr>
            <w:hyperlink r:id="rId27" w:history="1">
              <w:r w:rsidRPr="006535F7">
                <w:rPr>
                  <w:rStyle w:val="af3"/>
                  <w:sz w:val="28"/>
                  <w:szCs w:val="28"/>
                </w:rPr>
                <w:t>novotridra@rambler.ru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5A" w:rsidRPr="006535F7" w:rsidRDefault="00743B7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http://www.novotridra.narod.ru/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5A" w:rsidRPr="006535F7" w:rsidRDefault="007E2B82" w:rsidP="00E045D5">
            <w:pPr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8(39135)</w:t>
            </w:r>
            <w:r w:rsidR="00DA1CEC"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  <w:p w:rsidR="00DA1CEC" w:rsidRPr="006535F7" w:rsidRDefault="00DA1CEC" w:rsidP="00E045D5">
            <w:pPr>
              <w:jc w:val="center"/>
              <w:rPr>
                <w:sz w:val="28"/>
                <w:szCs w:val="28"/>
              </w:rPr>
            </w:pPr>
            <w:r w:rsidRPr="006535F7">
              <w:rPr>
                <w:bCs/>
                <w:color w:val="000000"/>
                <w:sz w:val="28"/>
                <w:szCs w:val="28"/>
                <w:shd w:val="clear" w:color="auto" w:fill="FFFFFF"/>
              </w:rPr>
              <w:t>76-2-74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с 8.00 до 16.00 ч. ежедневно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 xml:space="preserve">кроме субботы, воскресенья; перерыв </w:t>
            </w:r>
          </w:p>
          <w:p w:rsidR="007E2B82" w:rsidRPr="006535F7" w:rsidRDefault="007E2B82" w:rsidP="007E2B82">
            <w:pPr>
              <w:pStyle w:val="af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</w:rPr>
              <w:t>с 12.00 до 13.00 ч.</w:t>
            </w:r>
          </w:p>
          <w:p w:rsidR="003D695A" w:rsidRPr="006535F7" w:rsidRDefault="003D695A" w:rsidP="00E045D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BC2253" w:rsidRPr="006535F7" w:rsidRDefault="00BC2253" w:rsidP="00186609">
      <w:pPr>
        <w:ind w:left="4820"/>
        <w:jc w:val="right"/>
        <w:rPr>
          <w:sz w:val="28"/>
          <w:szCs w:val="28"/>
        </w:rPr>
      </w:pPr>
    </w:p>
    <w:p w:rsidR="00112095" w:rsidRPr="006535F7" w:rsidRDefault="00112095" w:rsidP="00112095">
      <w:pPr>
        <w:ind w:left="4820"/>
        <w:rPr>
          <w:sz w:val="28"/>
          <w:szCs w:val="28"/>
        </w:rPr>
      </w:pPr>
    </w:p>
    <w:p w:rsidR="00FE534E" w:rsidRPr="006535F7" w:rsidRDefault="00FE534E" w:rsidP="00112095">
      <w:pPr>
        <w:ind w:left="4820"/>
        <w:rPr>
          <w:sz w:val="28"/>
          <w:szCs w:val="28"/>
        </w:rPr>
      </w:pPr>
    </w:p>
    <w:p w:rsidR="00FE534E" w:rsidRPr="006535F7" w:rsidRDefault="00FE534E" w:rsidP="00112095">
      <w:pPr>
        <w:ind w:left="4820"/>
        <w:rPr>
          <w:sz w:val="28"/>
          <w:szCs w:val="28"/>
        </w:rPr>
      </w:pPr>
    </w:p>
    <w:p w:rsidR="0009441D" w:rsidRPr="006535F7" w:rsidRDefault="0009441D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14CB4" w:rsidRPr="006535F7" w:rsidRDefault="00E14CB4" w:rsidP="00112095">
      <w:pPr>
        <w:ind w:left="4820"/>
        <w:rPr>
          <w:sz w:val="28"/>
          <w:szCs w:val="28"/>
        </w:rPr>
      </w:pPr>
    </w:p>
    <w:p w:rsidR="00E27A84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</w:t>
      </w:r>
      <w:r w:rsidR="00410C7D"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 xml:space="preserve">Приложение № 2 </w:t>
      </w:r>
    </w:p>
    <w:p w:rsidR="00E27A84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</w:t>
      </w:r>
      <w:r w:rsidR="00410C7D"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 xml:space="preserve">к </w:t>
      </w:r>
      <w:r>
        <w:rPr>
          <w:noProof/>
          <w:sz w:val="28"/>
          <w:szCs w:val="28"/>
        </w:rPr>
        <w:t>а</w:t>
      </w:r>
      <w:r w:rsidR="00E27A84" w:rsidRPr="006535F7">
        <w:rPr>
          <w:noProof/>
          <w:sz w:val="28"/>
          <w:szCs w:val="28"/>
        </w:rPr>
        <w:t>дминистративному регламенту</w:t>
      </w:r>
    </w:p>
    <w:p w:rsidR="00FE534E" w:rsidRPr="006535F7" w:rsidRDefault="00410C7D" w:rsidP="00C94B67">
      <w:pPr>
        <w:ind w:left="1416"/>
        <w:jc w:val="right"/>
        <w:rPr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</w:p>
    <w:p w:rsidR="00330DDD" w:rsidRPr="006535F7" w:rsidRDefault="00330DDD" w:rsidP="00CA3EF8">
      <w:pPr>
        <w:ind w:left="4820"/>
        <w:jc w:val="center"/>
        <w:rPr>
          <w:sz w:val="28"/>
          <w:szCs w:val="28"/>
        </w:rPr>
      </w:pPr>
    </w:p>
    <w:p w:rsidR="00FE534E" w:rsidRPr="006535F7" w:rsidRDefault="00FE534E" w:rsidP="00CA3EF8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ИНФОРМАЦИЯ</w:t>
      </w:r>
    </w:p>
    <w:p w:rsidR="00FE534E" w:rsidRPr="006535F7" w:rsidRDefault="00FE534E" w:rsidP="00CA3EF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О МЕСТЕ НАХОЖДЕНИЯ, ГРАФИКЕ РАБОТЫ,</w:t>
      </w:r>
    </w:p>
    <w:p w:rsidR="00FE534E" w:rsidRPr="006535F7" w:rsidRDefault="00FE534E" w:rsidP="00CA3EF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АДРЕСАХ, КОНТАКТНЫХ ТЕЛЕФОНАХ</w:t>
      </w:r>
    </w:p>
    <w:p w:rsidR="00FE534E" w:rsidRPr="006535F7" w:rsidRDefault="008B02B7" w:rsidP="00CA3EF8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ОТДЕЛА</w:t>
      </w:r>
      <w:r w:rsidR="00FE534E" w:rsidRPr="006535F7">
        <w:rPr>
          <w:rFonts w:eastAsia="Calibri"/>
          <w:b/>
          <w:sz w:val="28"/>
          <w:szCs w:val="28"/>
        </w:rPr>
        <w:t xml:space="preserve"> ОБРАЗОВАНИЯ</w:t>
      </w:r>
      <w:r w:rsidRPr="006535F7">
        <w:rPr>
          <w:rFonts w:eastAsia="Calibri"/>
          <w:b/>
          <w:sz w:val="28"/>
          <w:szCs w:val="28"/>
        </w:rPr>
        <w:t xml:space="preserve"> АДМИНИСТРАЦИИ </w:t>
      </w:r>
      <w:r w:rsidR="00A34F3B" w:rsidRPr="006535F7">
        <w:rPr>
          <w:rFonts w:eastAsia="Calibri"/>
          <w:b/>
          <w:sz w:val="28"/>
          <w:szCs w:val="28"/>
        </w:rPr>
        <w:t>ИДРИНСКОГО РАЙОНА</w:t>
      </w:r>
    </w:p>
    <w:p w:rsidR="00FE534E" w:rsidRPr="006535F7" w:rsidRDefault="00FE534E" w:rsidP="00CA3EF8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8"/>
          <w:szCs w:val="28"/>
        </w:rPr>
      </w:pPr>
    </w:p>
    <w:p w:rsidR="00FE534E" w:rsidRPr="006535F7" w:rsidRDefault="00FE534E" w:rsidP="00FE534E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</w:p>
    <w:p w:rsidR="000B1F3C" w:rsidRPr="006535F7" w:rsidRDefault="000B1F3C" w:rsidP="00BC2253">
      <w:pPr>
        <w:ind w:left="4820"/>
        <w:rPr>
          <w:sz w:val="28"/>
          <w:szCs w:val="28"/>
        </w:rPr>
      </w:pP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Полное наименование:</w:t>
      </w:r>
      <w:r w:rsidR="008B02B7" w:rsidRPr="006535F7">
        <w:rPr>
          <w:sz w:val="28"/>
          <w:szCs w:val="28"/>
        </w:rPr>
        <w:t xml:space="preserve"> </w:t>
      </w:r>
      <w:r w:rsidR="00E14CB4" w:rsidRPr="006535F7">
        <w:rPr>
          <w:sz w:val="28"/>
          <w:szCs w:val="28"/>
        </w:rPr>
        <w:t>О</w:t>
      </w:r>
      <w:r w:rsidR="008B02B7" w:rsidRPr="006535F7">
        <w:rPr>
          <w:sz w:val="28"/>
          <w:szCs w:val="28"/>
        </w:rPr>
        <w:t xml:space="preserve">тдел образования администрации </w:t>
      </w:r>
      <w:r w:rsidR="00606450" w:rsidRPr="006535F7">
        <w:rPr>
          <w:sz w:val="28"/>
          <w:szCs w:val="28"/>
        </w:rPr>
        <w:t>Идринского района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Сокращенное наименование:</w:t>
      </w:r>
      <w:r w:rsidR="008B02B7" w:rsidRPr="006535F7">
        <w:rPr>
          <w:sz w:val="28"/>
          <w:szCs w:val="28"/>
        </w:rPr>
        <w:t xml:space="preserve"> </w:t>
      </w:r>
      <w:r w:rsidR="00E14CB4" w:rsidRPr="006535F7">
        <w:rPr>
          <w:sz w:val="28"/>
          <w:szCs w:val="28"/>
        </w:rPr>
        <w:t>ООАР</w:t>
      </w:r>
      <w:r w:rsidR="008B02B7" w:rsidRPr="006535F7">
        <w:rPr>
          <w:sz w:val="28"/>
          <w:szCs w:val="28"/>
        </w:rPr>
        <w:t>.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Юридический, фактический, почтовый адрес:</w:t>
      </w:r>
      <w:r w:rsidR="00606450" w:rsidRPr="006535F7">
        <w:rPr>
          <w:sz w:val="28"/>
          <w:szCs w:val="28"/>
        </w:rPr>
        <w:t xml:space="preserve"> 662680</w:t>
      </w:r>
      <w:r w:rsidR="008B02B7" w:rsidRPr="006535F7">
        <w:rPr>
          <w:sz w:val="28"/>
          <w:szCs w:val="28"/>
        </w:rPr>
        <w:t>, Красноярск</w:t>
      </w:r>
      <w:r w:rsidR="00CA3EF8" w:rsidRPr="006535F7">
        <w:rPr>
          <w:sz w:val="28"/>
          <w:szCs w:val="28"/>
        </w:rPr>
        <w:t>ий край,</w:t>
      </w:r>
      <w:r w:rsidRPr="006535F7">
        <w:rPr>
          <w:sz w:val="28"/>
          <w:szCs w:val="28"/>
        </w:rPr>
        <w:t xml:space="preserve"> </w:t>
      </w:r>
      <w:r w:rsidR="00606450" w:rsidRPr="006535F7">
        <w:rPr>
          <w:sz w:val="28"/>
          <w:szCs w:val="28"/>
        </w:rPr>
        <w:t>Идринский район, с. Идринское, ул. Советская ,43</w:t>
      </w:r>
      <w:r w:rsidR="00CA3EF8" w:rsidRPr="006535F7">
        <w:rPr>
          <w:sz w:val="28"/>
          <w:szCs w:val="28"/>
        </w:rPr>
        <w:t>.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Электронный адрес:</w:t>
      </w:r>
      <w:r w:rsidRPr="006535F7">
        <w:rPr>
          <w:sz w:val="28"/>
          <w:szCs w:val="28"/>
        </w:rPr>
        <w:t xml:space="preserve"> </w:t>
      </w:r>
      <w:r w:rsidR="00606450" w:rsidRPr="006535F7">
        <w:rPr>
          <w:sz w:val="28"/>
          <w:szCs w:val="28"/>
          <w:shd w:val="clear" w:color="auto" w:fill="FFFFFF"/>
        </w:rPr>
        <w:t>rooidrin@bk.ru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color w:val="FF0000"/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Официальный сайт:</w:t>
      </w:r>
      <w:r w:rsidR="008B02B7" w:rsidRPr="006535F7">
        <w:rPr>
          <w:sz w:val="28"/>
          <w:szCs w:val="28"/>
        </w:rPr>
        <w:t xml:space="preserve"> </w:t>
      </w:r>
      <w:r w:rsidR="005D4292" w:rsidRPr="006535F7">
        <w:rPr>
          <w:sz w:val="28"/>
          <w:szCs w:val="28"/>
          <w:lang w:val="en-US"/>
        </w:rPr>
        <w:t>http</w:t>
      </w:r>
      <w:r w:rsidR="005D4292" w:rsidRPr="006535F7">
        <w:rPr>
          <w:sz w:val="28"/>
          <w:szCs w:val="28"/>
        </w:rPr>
        <w:t>://</w:t>
      </w:r>
      <w:r w:rsidR="005D4292" w:rsidRPr="006535F7">
        <w:rPr>
          <w:sz w:val="28"/>
          <w:szCs w:val="28"/>
          <w:lang w:val="en-US"/>
        </w:rPr>
        <w:t>www</w:t>
      </w:r>
      <w:r w:rsidR="005D4292" w:rsidRPr="006535F7">
        <w:rPr>
          <w:sz w:val="28"/>
          <w:szCs w:val="28"/>
        </w:rPr>
        <w:t>.</w:t>
      </w:r>
      <w:r w:rsidR="005D4292" w:rsidRPr="006535F7">
        <w:rPr>
          <w:sz w:val="28"/>
          <w:szCs w:val="28"/>
          <w:lang w:val="en-US"/>
        </w:rPr>
        <w:t>uoidra</w:t>
      </w:r>
      <w:r w:rsidR="005D4292" w:rsidRPr="006535F7">
        <w:rPr>
          <w:sz w:val="28"/>
          <w:szCs w:val="28"/>
        </w:rPr>
        <w:t>.</w:t>
      </w:r>
      <w:r w:rsidR="005D4292" w:rsidRPr="006535F7">
        <w:rPr>
          <w:sz w:val="28"/>
          <w:szCs w:val="28"/>
          <w:lang w:val="en-US"/>
        </w:rPr>
        <w:t>narod</w:t>
      </w:r>
      <w:r w:rsidR="005D4292" w:rsidRPr="006535F7">
        <w:rPr>
          <w:sz w:val="28"/>
          <w:szCs w:val="28"/>
        </w:rPr>
        <w:t>.</w:t>
      </w:r>
      <w:r w:rsidR="005D4292" w:rsidRPr="006535F7">
        <w:rPr>
          <w:sz w:val="28"/>
          <w:szCs w:val="28"/>
          <w:lang w:val="en-US"/>
        </w:rPr>
        <w:t>ru</w:t>
      </w:r>
    </w:p>
    <w:p w:rsidR="00185181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Телефоны для справок и консультаций:</w:t>
      </w:r>
      <w:r w:rsidR="008B02B7" w:rsidRPr="006535F7">
        <w:rPr>
          <w:sz w:val="28"/>
          <w:szCs w:val="28"/>
        </w:rPr>
        <w:t xml:space="preserve"> </w:t>
      </w:r>
    </w:p>
    <w:p w:rsidR="00185181" w:rsidRPr="006535F7" w:rsidRDefault="00606450" w:rsidP="0018518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8</w:t>
      </w:r>
      <w:r w:rsidR="00E14CB4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>(391</w:t>
      </w:r>
      <w:r w:rsidR="00E14CB4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>35)</w:t>
      </w:r>
      <w:r w:rsidR="00E14CB4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>23</w:t>
      </w:r>
      <w:r w:rsidR="00E14CB4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>4</w:t>
      </w:r>
      <w:r w:rsidR="00E14CB4" w:rsidRPr="006535F7">
        <w:rPr>
          <w:sz w:val="28"/>
          <w:szCs w:val="28"/>
        </w:rPr>
        <w:t>-</w:t>
      </w:r>
      <w:r w:rsidRPr="006535F7">
        <w:rPr>
          <w:sz w:val="28"/>
          <w:szCs w:val="28"/>
        </w:rPr>
        <w:t>93</w:t>
      </w:r>
      <w:r w:rsidR="008B02B7" w:rsidRPr="006535F7">
        <w:rPr>
          <w:sz w:val="28"/>
          <w:szCs w:val="28"/>
        </w:rPr>
        <w:t xml:space="preserve"> (начальник </w:t>
      </w:r>
      <w:r w:rsidR="00E14CB4" w:rsidRPr="006535F7">
        <w:rPr>
          <w:sz w:val="28"/>
          <w:szCs w:val="28"/>
        </w:rPr>
        <w:t>ООАР</w:t>
      </w:r>
      <w:r w:rsidR="008B02B7" w:rsidRPr="006535F7">
        <w:rPr>
          <w:sz w:val="28"/>
          <w:szCs w:val="28"/>
        </w:rPr>
        <w:t xml:space="preserve">); </w:t>
      </w:r>
    </w:p>
    <w:p w:rsidR="00185181" w:rsidRPr="006535F7" w:rsidRDefault="00E14CB4" w:rsidP="0018518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8-(39135)-</w:t>
      </w:r>
      <w:r w:rsidR="00606450" w:rsidRPr="006535F7">
        <w:rPr>
          <w:sz w:val="28"/>
          <w:szCs w:val="28"/>
        </w:rPr>
        <w:t>23</w:t>
      </w:r>
      <w:r w:rsidRPr="006535F7">
        <w:rPr>
          <w:sz w:val="28"/>
          <w:szCs w:val="28"/>
        </w:rPr>
        <w:t>-</w:t>
      </w:r>
      <w:r w:rsidR="00606450" w:rsidRPr="006535F7">
        <w:rPr>
          <w:sz w:val="28"/>
          <w:szCs w:val="28"/>
        </w:rPr>
        <w:t>3</w:t>
      </w:r>
      <w:r w:rsidRPr="006535F7">
        <w:rPr>
          <w:sz w:val="28"/>
          <w:szCs w:val="28"/>
        </w:rPr>
        <w:t>-</w:t>
      </w:r>
      <w:r w:rsidR="00606450" w:rsidRPr="006535F7">
        <w:rPr>
          <w:sz w:val="28"/>
          <w:szCs w:val="28"/>
        </w:rPr>
        <w:t>85</w:t>
      </w:r>
      <w:r w:rsidR="008B02B7" w:rsidRPr="006535F7">
        <w:rPr>
          <w:sz w:val="28"/>
          <w:szCs w:val="28"/>
        </w:rPr>
        <w:t xml:space="preserve"> (</w:t>
      </w:r>
      <w:r w:rsidR="00D37311" w:rsidRPr="006535F7">
        <w:rPr>
          <w:sz w:val="28"/>
          <w:szCs w:val="28"/>
        </w:rPr>
        <w:t xml:space="preserve">ведущий </w:t>
      </w:r>
      <w:r w:rsidR="008B02B7" w:rsidRPr="006535F7">
        <w:rPr>
          <w:sz w:val="28"/>
          <w:szCs w:val="28"/>
        </w:rPr>
        <w:t>специалист по вопросам дошкольного образования</w:t>
      </w:r>
      <w:r w:rsidRPr="006535F7">
        <w:rPr>
          <w:sz w:val="28"/>
          <w:szCs w:val="28"/>
        </w:rPr>
        <w:t xml:space="preserve"> ООАР)</w:t>
      </w:r>
      <w:r w:rsidR="004017A8" w:rsidRPr="006535F7">
        <w:rPr>
          <w:sz w:val="28"/>
          <w:szCs w:val="28"/>
        </w:rPr>
        <w:t>;</w:t>
      </w:r>
      <w:r w:rsidR="008B02B7" w:rsidRPr="006535F7">
        <w:rPr>
          <w:sz w:val="28"/>
          <w:szCs w:val="28"/>
        </w:rPr>
        <w:t xml:space="preserve"> </w:t>
      </w:r>
    </w:p>
    <w:p w:rsidR="008B02B7" w:rsidRPr="006535F7" w:rsidRDefault="00E14CB4" w:rsidP="0018518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8-(391-35)-</w:t>
      </w:r>
      <w:r w:rsidR="00606450" w:rsidRPr="006535F7">
        <w:rPr>
          <w:sz w:val="28"/>
          <w:szCs w:val="28"/>
        </w:rPr>
        <w:t>23</w:t>
      </w:r>
      <w:r w:rsidRPr="006535F7">
        <w:rPr>
          <w:sz w:val="28"/>
          <w:szCs w:val="28"/>
        </w:rPr>
        <w:t>-</w:t>
      </w:r>
      <w:r w:rsidR="00606450" w:rsidRPr="006535F7">
        <w:rPr>
          <w:sz w:val="28"/>
          <w:szCs w:val="28"/>
        </w:rPr>
        <w:t>3</w:t>
      </w:r>
      <w:r w:rsidRPr="006535F7">
        <w:rPr>
          <w:sz w:val="28"/>
          <w:szCs w:val="28"/>
        </w:rPr>
        <w:t>-</w:t>
      </w:r>
      <w:r w:rsidR="00606450" w:rsidRPr="006535F7">
        <w:rPr>
          <w:sz w:val="28"/>
          <w:szCs w:val="28"/>
        </w:rPr>
        <w:t>85</w:t>
      </w:r>
      <w:r w:rsidRPr="006535F7">
        <w:rPr>
          <w:sz w:val="28"/>
          <w:szCs w:val="28"/>
        </w:rPr>
        <w:t xml:space="preserve"> </w:t>
      </w:r>
      <w:r w:rsidR="008B02B7" w:rsidRPr="006535F7">
        <w:rPr>
          <w:sz w:val="28"/>
          <w:szCs w:val="28"/>
        </w:rPr>
        <w:t>(</w:t>
      </w:r>
      <w:r w:rsidR="00D37311" w:rsidRPr="006535F7">
        <w:rPr>
          <w:sz w:val="28"/>
          <w:szCs w:val="28"/>
        </w:rPr>
        <w:t xml:space="preserve">ведущий </w:t>
      </w:r>
      <w:r w:rsidR="008B02B7" w:rsidRPr="006535F7">
        <w:rPr>
          <w:sz w:val="28"/>
          <w:szCs w:val="28"/>
        </w:rPr>
        <w:t>специалист по вопросам дополнительного образования</w:t>
      </w:r>
      <w:r w:rsidRPr="006535F7">
        <w:rPr>
          <w:sz w:val="28"/>
          <w:szCs w:val="28"/>
        </w:rPr>
        <w:t xml:space="preserve"> ООАР</w:t>
      </w:r>
      <w:r w:rsidR="008B02B7" w:rsidRPr="006535F7">
        <w:rPr>
          <w:sz w:val="28"/>
          <w:szCs w:val="28"/>
        </w:rPr>
        <w:t>).</w:t>
      </w:r>
      <w:r w:rsidR="00410C7D" w:rsidRPr="006535F7">
        <w:rPr>
          <w:sz w:val="28"/>
          <w:szCs w:val="28"/>
        </w:rPr>
        <w:t xml:space="preserve"> 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Факс:</w:t>
      </w:r>
      <w:r w:rsidRPr="006535F7">
        <w:rPr>
          <w:sz w:val="28"/>
          <w:szCs w:val="28"/>
        </w:rPr>
        <w:t xml:space="preserve"> </w:t>
      </w:r>
      <w:r w:rsidR="00606450" w:rsidRPr="006535F7">
        <w:rPr>
          <w:sz w:val="28"/>
          <w:szCs w:val="28"/>
        </w:rPr>
        <w:t>8 (39135)</w:t>
      </w:r>
      <w:r w:rsidR="00E14CB4" w:rsidRPr="006535F7">
        <w:rPr>
          <w:sz w:val="28"/>
          <w:szCs w:val="28"/>
        </w:rPr>
        <w:t xml:space="preserve"> </w:t>
      </w:r>
      <w:r w:rsidR="00606450" w:rsidRPr="006535F7">
        <w:rPr>
          <w:sz w:val="28"/>
          <w:szCs w:val="28"/>
        </w:rPr>
        <w:t>23493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График работы Отдела образования:</w:t>
      </w:r>
    </w:p>
    <w:p w:rsidR="008B02B7" w:rsidRPr="006535F7" w:rsidRDefault="00E14CB4" w:rsidP="008B02B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П</w:t>
      </w:r>
      <w:r w:rsidR="008B02B7" w:rsidRPr="006535F7">
        <w:rPr>
          <w:sz w:val="28"/>
          <w:szCs w:val="28"/>
        </w:rPr>
        <w:t>онедел</w:t>
      </w:r>
      <w:r w:rsidRPr="006535F7">
        <w:rPr>
          <w:sz w:val="28"/>
          <w:szCs w:val="28"/>
        </w:rPr>
        <w:t xml:space="preserve">ьник–пятница </w:t>
      </w:r>
      <w:r w:rsidR="00606450" w:rsidRPr="006535F7">
        <w:rPr>
          <w:sz w:val="28"/>
          <w:szCs w:val="28"/>
        </w:rPr>
        <w:t>с 8:00 ч. до 16</w:t>
      </w:r>
      <w:r w:rsidR="008B02B7" w:rsidRPr="006535F7">
        <w:rPr>
          <w:sz w:val="28"/>
          <w:szCs w:val="28"/>
        </w:rPr>
        <w:t>:00 ч.;</w:t>
      </w:r>
    </w:p>
    <w:p w:rsidR="008B02B7" w:rsidRPr="006535F7" w:rsidRDefault="00E14CB4" w:rsidP="008B02B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 xml:space="preserve">Время перерыва на обед </w:t>
      </w:r>
      <w:r w:rsidR="008B02B7" w:rsidRPr="006535F7">
        <w:rPr>
          <w:sz w:val="28"/>
          <w:szCs w:val="28"/>
        </w:rPr>
        <w:t>с 12:00 ч. до 13:00 ч.;</w:t>
      </w:r>
    </w:p>
    <w:p w:rsidR="008B02B7" w:rsidRPr="006535F7" w:rsidRDefault="00E14CB4" w:rsidP="008B02B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В</w:t>
      </w:r>
      <w:r w:rsidR="008B02B7" w:rsidRPr="006535F7">
        <w:rPr>
          <w:sz w:val="28"/>
          <w:szCs w:val="28"/>
        </w:rPr>
        <w:t>ыходные дни - суббота, воскресенье.</w:t>
      </w:r>
    </w:p>
    <w:p w:rsidR="008B02B7" w:rsidRPr="006535F7" w:rsidRDefault="00410C7D" w:rsidP="008B02B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535F7">
        <w:rPr>
          <w:b/>
          <w:sz w:val="28"/>
          <w:szCs w:val="28"/>
        </w:rPr>
        <w:t xml:space="preserve"> </w:t>
      </w:r>
      <w:r w:rsidR="008B02B7" w:rsidRPr="006535F7">
        <w:rPr>
          <w:b/>
          <w:sz w:val="28"/>
          <w:szCs w:val="28"/>
        </w:rPr>
        <w:t>Прием Заявителей:</w:t>
      </w:r>
      <w:r w:rsidRPr="006535F7">
        <w:rPr>
          <w:b/>
          <w:sz w:val="28"/>
          <w:szCs w:val="28"/>
        </w:rPr>
        <w:t xml:space="preserve"> </w:t>
      </w:r>
    </w:p>
    <w:p w:rsidR="008B02B7" w:rsidRPr="006535F7" w:rsidRDefault="00E14CB4" w:rsidP="008B02B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535F7">
        <w:rPr>
          <w:sz w:val="28"/>
          <w:szCs w:val="28"/>
        </w:rPr>
        <w:t>Е</w:t>
      </w:r>
      <w:r w:rsidR="008B02B7" w:rsidRPr="006535F7">
        <w:rPr>
          <w:sz w:val="28"/>
          <w:szCs w:val="28"/>
        </w:rPr>
        <w:t>жедневно</w:t>
      </w:r>
      <w:r w:rsidR="00410C7D" w:rsidRPr="006535F7">
        <w:rPr>
          <w:sz w:val="28"/>
          <w:szCs w:val="28"/>
        </w:rPr>
        <w:t xml:space="preserve"> </w:t>
      </w:r>
      <w:r w:rsidR="008B02B7" w:rsidRPr="006535F7">
        <w:rPr>
          <w:sz w:val="28"/>
          <w:szCs w:val="28"/>
        </w:rPr>
        <w:t xml:space="preserve">с 8:00 </w:t>
      </w:r>
      <w:r w:rsidR="00606450" w:rsidRPr="006535F7">
        <w:rPr>
          <w:sz w:val="28"/>
          <w:szCs w:val="28"/>
        </w:rPr>
        <w:t>ч. до 12:00 ч., с 13:00 ч. до 16</w:t>
      </w:r>
      <w:r w:rsidR="008B02B7" w:rsidRPr="006535F7">
        <w:rPr>
          <w:sz w:val="28"/>
          <w:szCs w:val="28"/>
        </w:rPr>
        <w:t>:00 ч., кроме субботы</w:t>
      </w:r>
      <w:r w:rsidR="00410C7D" w:rsidRPr="006535F7">
        <w:rPr>
          <w:sz w:val="28"/>
          <w:szCs w:val="28"/>
        </w:rPr>
        <w:t xml:space="preserve"> </w:t>
      </w:r>
      <w:r w:rsidR="008B02B7" w:rsidRPr="006535F7">
        <w:rPr>
          <w:sz w:val="28"/>
          <w:szCs w:val="28"/>
        </w:rPr>
        <w:t>и воскресенья.</w:t>
      </w:r>
    </w:p>
    <w:p w:rsidR="008B02B7" w:rsidRPr="006535F7" w:rsidRDefault="008B02B7" w:rsidP="008B02B7">
      <w:pPr>
        <w:pStyle w:val="p8"/>
        <w:spacing w:line="240" w:lineRule="auto"/>
        <w:ind w:firstLine="0"/>
        <w:rPr>
          <w:bCs/>
          <w:sz w:val="28"/>
          <w:szCs w:val="28"/>
          <w:lang w:val="ru-RU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F3887" w:rsidRPr="006535F7" w:rsidRDefault="00EF3887" w:rsidP="00BC2253">
      <w:pPr>
        <w:ind w:left="4820"/>
        <w:rPr>
          <w:sz w:val="28"/>
          <w:szCs w:val="28"/>
        </w:rPr>
      </w:pPr>
    </w:p>
    <w:p w:rsidR="00E27A84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                    </w:t>
      </w:r>
      <w:r w:rsidR="00410C7D"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>Приложение № 3</w:t>
      </w:r>
    </w:p>
    <w:p w:rsidR="00E27A84" w:rsidRPr="006535F7" w:rsidRDefault="00410C7D" w:rsidP="00140A83">
      <w:pPr>
        <w:ind w:left="1416"/>
        <w:jc w:val="right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 xml:space="preserve">к </w:t>
      </w:r>
      <w:r w:rsidR="00C94B67">
        <w:rPr>
          <w:noProof/>
          <w:sz w:val="28"/>
          <w:szCs w:val="28"/>
        </w:rPr>
        <w:t>а</w:t>
      </w:r>
      <w:r w:rsidR="00E27A84" w:rsidRPr="006535F7">
        <w:rPr>
          <w:noProof/>
          <w:sz w:val="28"/>
          <w:szCs w:val="28"/>
        </w:rPr>
        <w:t>дминистративному регламенту</w:t>
      </w:r>
    </w:p>
    <w:p w:rsidR="00EF3887" w:rsidRPr="006535F7" w:rsidRDefault="00410C7D" w:rsidP="00C94B67">
      <w:pPr>
        <w:ind w:left="1416"/>
        <w:jc w:val="right"/>
        <w:rPr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</w:p>
    <w:p w:rsidR="0008239F" w:rsidRPr="006535F7" w:rsidRDefault="0008239F" w:rsidP="00BC2253">
      <w:pPr>
        <w:ind w:left="4820"/>
        <w:rPr>
          <w:sz w:val="28"/>
          <w:szCs w:val="28"/>
        </w:rPr>
      </w:pPr>
    </w:p>
    <w:p w:rsidR="006B1CCF" w:rsidRPr="006535F7" w:rsidRDefault="006B1CCF" w:rsidP="00493D7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ИНФОРМАЦИЯ</w:t>
      </w:r>
    </w:p>
    <w:p w:rsidR="006B1CCF" w:rsidRPr="006535F7" w:rsidRDefault="006B1CCF" w:rsidP="00493D7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 xml:space="preserve">О МЕСТЕ НАХОЖДЕНИЯ, ГРАФИКЕ РАБОТЫ, </w:t>
      </w:r>
    </w:p>
    <w:p w:rsidR="006B1CCF" w:rsidRPr="006535F7" w:rsidRDefault="006B1CCF" w:rsidP="00493D7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АДРЕС</w:t>
      </w:r>
      <w:r w:rsidR="00CA51C7" w:rsidRPr="006535F7">
        <w:rPr>
          <w:rFonts w:eastAsia="Calibri"/>
          <w:b/>
          <w:sz w:val="28"/>
          <w:szCs w:val="28"/>
        </w:rPr>
        <w:t>Е</w:t>
      </w:r>
      <w:r w:rsidRPr="006535F7">
        <w:rPr>
          <w:rFonts w:eastAsia="Calibri"/>
          <w:b/>
          <w:sz w:val="28"/>
          <w:szCs w:val="28"/>
        </w:rPr>
        <w:t>, КОНТАКТН</w:t>
      </w:r>
      <w:r w:rsidR="00CA51C7" w:rsidRPr="006535F7">
        <w:rPr>
          <w:rFonts w:eastAsia="Calibri"/>
          <w:b/>
          <w:sz w:val="28"/>
          <w:szCs w:val="28"/>
        </w:rPr>
        <w:t>ОМ</w:t>
      </w:r>
      <w:r w:rsidRPr="006535F7">
        <w:rPr>
          <w:rFonts w:eastAsia="Calibri"/>
          <w:b/>
          <w:sz w:val="28"/>
          <w:szCs w:val="28"/>
        </w:rPr>
        <w:t xml:space="preserve"> ТЕЛЕФОН</w:t>
      </w:r>
      <w:r w:rsidR="00CA51C7" w:rsidRPr="006535F7">
        <w:rPr>
          <w:rFonts w:eastAsia="Calibri"/>
          <w:b/>
          <w:sz w:val="28"/>
          <w:szCs w:val="28"/>
        </w:rPr>
        <w:t>Е СТРУКТУРНОГО ПОДРАЗДЕЛЕНИЯ</w:t>
      </w:r>
    </w:p>
    <w:p w:rsidR="006B1CCF" w:rsidRPr="006535F7" w:rsidRDefault="006B1CCF" w:rsidP="00493D7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535F7">
        <w:rPr>
          <w:rFonts w:eastAsia="Calibri"/>
          <w:b/>
          <w:sz w:val="28"/>
          <w:szCs w:val="28"/>
        </w:rPr>
        <w:t>КРАЕВОГО ГОСУДАРСТВЕННОГО БЮДЖЕТНОГО УЧРЕЖДЕНИЯ «МНОГОФУНКЦИОНАЛЬНЫЙ ЦЕНТР ПРЕДОСТАВЛЕНИЯ ГОСУДАРСТВЕННЫХ И МУНИЦИПАЛЬНЫХ УСЛУГ»</w:t>
      </w:r>
      <w:r w:rsidR="00F56F4D" w:rsidRPr="006535F7">
        <w:rPr>
          <w:rFonts w:eastAsia="Calibri"/>
          <w:b/>
          <w:sz w:val="28"/>
          <w:szCs w:val="28"/>
        </w:rPr>
        <w:t xml:space="preserve"> В </w:t>
      </w:r>
      <w:r w:rsidR="008C78D8" w:rsidRPr="006535F7">
        <w:rPr>
          <w:rFonts w:eastAsia="Calibri"/>
          <w:b/>
          <w:sz w:val="28"/>
          <w:szCs w:val="28"/>
        </w:rPr>
        <w:t>С.</w:t>
      </w:r>
      <w:r w:rsidR="00F56F4D" w:rsidRPr="006535F7">
        <w:rPr>
          <w:rFonts w:eastAsia="Calibri"/>
          <w:b/>
          <w:sz w:val="28"/>
          <w:szCs w:val="28"/>
        </w:rPr>
        <w:t xml:space="preserve"> </w:t>
      </w:r>
      <w:r w:rsidR="00CA51C7" w:rsidRPr="006535F7">
        <w:rPr>
          <w:rFonts w:eastAsia="Calibri"/>
          <w:b/>
          <w:sz w:val="28"/>
          <w:szCs w:val="28"/>
        </w:rPr>
        <w:t xml:space="preserve"> </w:t>
      </w:r>
      <w:r w:rsidR="00F56F4D" w:rsidRPr="006535F7">
        <w:rPr>
          <w:rFonts w:eastAsia="Calibri"/>
          <w:b/>
          <w:sz w:val="28"/>
          <w:szCs w:val="28"/>
        </w:rPr>
        <w:t>ИДРИНСКОЕ</w:t>
      </w:r>
    </w:p>
    <w:p w:rsidR="00BA539D" w:rsidRPr="006535F7" w:rsidRDefault="00BA539D" w:rsidP="00493D7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535F7">
        <w:rPr>
          <w:b/>
          <w:sz w:val="28"/>
          <w:szCs w:val="28"/>
        </w:rPr>
        <w:t>(</w:t>
      </w:r>
      <w:r w:rsidR="00F56F4D" w:rsidRPr="006535F7">
        <w:rPr>
          <w:b/>
          <w:sz w:val="28"/>
          <w:szCs w:val="28"/>
          <w:shd w:val="clear" w:color="auto" w:fill="FFFFFF"/>
        </w:rPr>
        <w:t>СП КГБУ «МФЦ» в с. Идринское</w:t>
      </w:r>
      <w:r w:rsidRPr="006535F7">
        <w:rPr>
          <w:b/>
          <w:sz w:val="28"/>
          <w:szCs w:val="28"/>
        </w:rPr>
        <w:t>)</w:t>
      </w:r>
    </w:p>
    <w:p w:rsidR="0008239F" w:rsidRPr="006535F7" w:rsidRDefault="0008239F" w:rsidP="00493D7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FF0000"/>
          <w:sz w:val="28"/>
          <w:szCs w:val="28"/>
        </w:rPr>
      </w:pPr>
    </w:p>
    <w:tbl>
      <w:tblPr>
        <w:tblW w:w="1034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110"/>
        <w:gridCol w:w="1701"/>
        <w:gridCol w:w="1701"/>
        <w:gridCol w:w="2268"/>
      </w:tblGrid>
      <w:tr w:rsidR="008B02B7" w:rsidRPr="006535F7" w:rsidTr="0008239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B7" w:rsidRPr="006535F7" w:rsidRDefault="008B02B7" w:rsidP="005F41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B5" w:rsidRPr="006535F7" w:rsidRDefault="008B02B7" w:rsidP="004401B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Адрес местонахождения</w:t>
            </w:r>
          </w:p>
          <w:p w:rsidR="008B02B7" w:rsidRPr="006535F7" w:rsidRDefault="00F56F4D" w:rsidP="005F41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shd w:val="clear" w:color="auto" w:fill="FFFFFF"/>
              </w:rPr>
              <w:t>СП КГБУ «МФЦ» в с. Идринское</w:t>
            </w:r>
            <w:r w:rsidRPr="006535F7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B7" w:rsidRPr="006535F7" w:rsidRDefault="008B02B7" w:rsidP="004401B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График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4D" w:rsidRPr="006535F7" w:rsidRDefault="004401B5" w:rsidP="004401B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Номер с</w:t>
            </w:r>
            <w:r w:rsidR="008B02B7" w:rsidRPr="006535F7">
              <w:rPr>
                <w:sz w:val="28"/>
                <w:szCs w:val="28"/>
                <w:lang w:eastAsia="en-US"/>
              </w:rPr>
              <w:t>правочн</w:t>
            </w:r>
            <w:r w:rsidRPr="006535F7">
              <w:rPr>
                <w:sz w:val="28"/>
                <w:szCs w:val="28"/>
                <w:lang w:eastAsia="en-US"/>
              </w:rPr>
              <w:t>ого</w:t>
            </w:r>
            <w:r w:rsidR="008B02B7" w:rsidRPr="006535F7">
              <w:rPr>
                <w:sz w:val="28"/>
                <w:szCs w:val="28"/>
                <w:lang w:eastAsia="en-US"/>
              </w:rPr>
              <w:t xml:space="preserve"> телефон</w:t>
            </w:r>
            <w:r w:rsidRPr="006535F7">
              <w:rPr>
                <w:sz w:val="28"/>
                <w:szCs w:val="28"/>
                <w:lang w:eastAsia="en-US"/>
              </w:rPr>
              <w:t>а</w:t>
            </w:r>
            <w:r w:rsidR="008B02B7" w:rsidRPr="006535F7">
              <w:rPr>
                <w:sz w:val="28"/>
                <w:szCs w:val="28"/>
                <w:lang w:eastAsia="en-US"/>
              </w:rPr>
              <w:t xml:space="preserve">, </w:t>
            </w:r>
          </w:p>
          <w:p w:rsidR="00BE444D" w:rsidRPr="006535F7" w:rsidRDefault="008B02B7" w:rsidP="00BE444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 xml:space="preserve">адрес электронной почты </w:t>
            </w:r>
          </w:p>
          <w:p w:rsidR="008B02B7" w:rsidRPr="006535F7" w:rsidRDefault="008B02B7" w:rsidP="00BE444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и официальн</w:t>
            </w:r>
            <w:r w:rsidR="00BE444D" w:rsidRPr="006535F7">
              <w:rPr>
                <w:sz w:val="28"/>
                <w:szCs w:val="28"/>
                <w:lang w:eastAsia="en-US"/>
              </w:rPr>
              <w:t>ого</w:t>
            </w:r>
            <w:r w:rsidRPr="006535F7">
              <w:rPr>
                <w:sz w:val="28"/>
                <w:szCs w:val="28"/>
                <w:lang w:eastAsia="en-US"/>
              </w:rPr>
              <w:t xml:space="preserve"> сайт</w:t>
            </w:r>
            <w:r w:rsidR="00BE444D" w:rsidRPr="006535F7">
              <w:rPr>
                <w:sz w:val="28"/>
                <w:szCs w:val="28"/>
                <w:lang w:eastAsia="en-US"/>
              </w:rPr>
              <w:t>а</w:t>
            </w:r>
            <w:r w:rsidRPr="006535F7">
              <w:rPr>
                <w:sz w:val="28"/>
                <w:szCs w:val="28"/>
                <w:lang w:eastAsia="en-US"/>
              </w:rPr>
              <w:t xml:space="preserve"> в сети Интернет</w:t>
            </w:r>
          </w:p>
        </w:tc>
      </w:tr>
      <w:tr w:rsidR="008B02B7" w:rsidRPr="006535F7" w:rsidTr="0008239F">
        <w:trPr>
          <w:trHeight w:val="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B7" w:rsidRPr="006535F7" w:rsidRDefault="008B02B7" w:rsidP="005F41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B7" w:rsidRPr="006535F7" w:rsidRDefault="009B3D80" w:rsidP="009B3D80">
            <w:pPr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shd w:val="clear" w:color="auto" w:fill="FFFFFF"/>
              </w:rPr>
              <w:t>662680,Красноярский край, Идринский район, село Идринское, ул.Октябрьская, дом 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80" w:rsidRPr="006535F7" w:rsidRDefault="00E841D2" w:rsidP="00E841D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п</w:t>
            </w:r>
            <w:r w:rsidR="008B02B7" w:rsidRPr="006535F7">
              <w:rPr>
                <w:sz w:val="28"/>
                <w:szCs w:val="28"/>
                <w:lang w:eastAsia="en-US"/>
              </w:rPr>
              <w:t>онедельник</w:t>
            </w:r>
            <w:r w:rsidRPr="006535F7">
              <w:rPr>
                <w:sz w:val="28"/>
                <w:szCs w:val="28"/>
                <w:lang w:eastAsia="en-US"/>
              </w:rPr>
              <w:t xml:space="preserve">- </w:t>
            </w:r>
            <w:r w:rsidR="008B02B7" w:rsidRPr="006535F7">
              <w:rPr>
                <w:sz w:val="28"/>
                <w:szCs w:val="28"/>
                <w:lang w:eastAsia="en-US"/>
              </w:rPr>
              <w:t>пятница</w:t>
            </w:r>
          </w:p>
          <w:p w:rsidR="009B3D80" w:rsidRPr="006535F7" w:rsidRDefault="009B3D80" w:rsidP="009B3D80">
            <w:pPr>
              <w:rPr>
                <w:sz w:val="28"/>
                <w:szCs w:val="28"/>
                <w:lang w:eastAsia="en-US"/>
              </w:rPr>
            </w:pPr>
          </w:p>
          <w:p w:rsidR="009B3D80" w:rsidRPr="006535F7" w:rsidRDefault="009B3D80" w:rsidP="009B3D80">
            <w:pPr>
              <w:rPr>
                <w:sz w:val="28"/>
                <w:szCs w:val="28"/>
                <w:lang w:eastAsia="en-US"/>
              </w:rPr>
            </w:pPr>
          </w:p>
          <w:p w:rsidR="008B02B7" w:rsidRPr="006535F7" w:rsidRDefault="008B02B7" w:rsidP="009B3D8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B7" w:rsidRPr="006535F7" w:rsidRDefault="008B02B7" w:rsidP="005F410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09:00</w:t>
            </w:r>
            <w:r w:rsidR="00DD76E4" w:rsidRPr="006535F7">
              <w:rPr>
                <w:sz w:val="28"/>
                <w:szCs w:val="28"/>
                <w:lang w:eastAsia="en-US"/>
              </w:rPr>
              <w:t xml:space="preserve"> ч.</w:t>
            </w:r>
            <w:r w:rsidRPr="006535F7">
              <w:rPr>
                <w:sz w:val="28"/>
                <w:szCs w:val="28"/>
                <w:lang w:eastAsia="en-US"/>
              </w:rPr>
              <w:t xml:space="preserve"> - 18:00</w:t>
            </w:r>
            <w:r w:rsidR="00E841D2" w:rsidRPr="006535F7">
              <w:rPr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8" w:rsidRPr="006535F7" w:rsidRDefault="008B02B7" w:rsidP="00A80EB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6535F7">
              <w:rPr>
                <w:sz w:val="28"/>
                <w:szCs w:val="28"/>
                <w:lang w:eastAsia="en-US"/>
              </w:rPr>
              <w:t>телефон:</w:t>
            </w:r>
          </w:p>
          <w:p w:rsidR="009B3D80" w:rsidRPr="006535F7" w:rsidRDefault="009B3D80" w:rsidP="00A80EB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535F7">
              <w:rPr>
                <w:sz w:val="28"/>
                <w:szCs w:val="28"/>
                <w:shd w:val="clear" w:color="auto" w:fill="FFFFFF"/>
              </w:rPr>
              <w:t xml:space="preserve">8 (39135) </w:t>
            </w:r>
          </w:p>
          <w:p w:rsidR="009B3D80" w:rsidRPr="006535F7" w:rsidRDefault="009B3D80" w:rsidP="00A80EB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6535F7">
              <w:rPr>
                <w:sz w:val="28"/>
                <w:szCs w:val="28"/>
                <w:shd w:val="clear" w:color="auto" w:fill="FFFFFF"/>
              </w:rPr>
              <w:t>2-11-67</w:t>
            </w:r>
          </w:p>
          <w:p w:rsidR="009B3D80" w:rsidRPr="006535F7" w:rsidRDefault="008B02B7" w:rsidP="00A80EB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535F7">
              <w:rPr>
                <w:sz w:val="28"/>
                <w:szCs w:val="28"/>
                <w:lang w:eastAsia="en-US"/>
              </w:rPr>
              <w:t xml:space="preserve">сайт: </w:t>
            </w:r>
            <w:r w:rsidR="00F56F4D" w:rsidRPr="006535F7">
              <w:rPr>
                <w:color w:val="000000"/>
                <w:sz w:val="28"/>
                <w:szCs w:val="28"/>
                <w:shd w:val="clear" w:color="auto" w:fill="FFFFFF"/>
              </w:rPr>
              <w:t>www.24mfc.ru</w:t>
            </w:r>
          </w:p>
          <w:p w:rsidR="009B3D80" w:rsidRPr="006535F7" w:rsidRDefault="009B3D80" w:rsidP="009B3D80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  <w:r w:rsidRPr="006535F7">
              <w:rPr>
                <w:rStyle w:val="email"/>
                <w:b/>
                <w:bCs/>
                <w:sz w:val="28"/>
                <w:szCs w:val="28"/>
                <w:bdr w:val="none" w:sz="0" w:space="0" w:color="auto" w:frame="1"/>
              </w:rPr>
              <w:t>Email: </w:t>
            </w:r>
            <w:r w:rsidR="00A34F3B" w:rsidRPr="006535F7">
              <w:rPr>
                <w:sz w:val="28"/>
                <w:szCs w:val="28"/>
                <w:lang w:val="en-US"/>
              </w:rPr>
              <w:t>info</w:t>
            </w:r>
            <w:r w:rsidR="00A34F3B" w:rsidRPr="006535F7">
              <w:rPr>
                <w:sz w:val="28"/>
                <w:szCs w:val="28"/>
              </w:rPr>
              <w:t>@24</w:t>
            </w:r>
            <w:r w:rsidR="00A34F3B" w:rsidRPr="006535F7">
              <w:rPr>
                <w:sz w:val="28"/>
                <w:szCs w:val="28"/>
                <w:lang w:val="en-US"/>
              </w:rPr>
              <w:t>mfc</w:t>
            </w:r>
            <w:r w:rsidR="00A34F3B" w:rsidRPr="006535F7">
              <w:rPr>
                <w:sz w:val="28"/>
                <w:szCs w:val="28"/>
              </w:rPr>
              <w:t>.</w:t>
            </w:r>
            <w:r w:rsidR="00A34F3B" w:rsidRPr="006535F7">
              <w:rPr>
                <w:sz w:val="28"/>
                <w:szCs w:val="28"/>
                <w:lang w:val="en-US"/>
              </w:rPr>
              <w:t>ru</w:t>
            </w:r>
          </w:p>
          <w:p w:rsidR="008B02B7" w:rsidRPr="006535F7" w:rsidRDefault="008B02B7" w:rsidP="00A80EB8">
            <w:pPr>
              <w:widowControl w:val="0"/>
              <w:autoSpaceDE w:val="0"/>
              <w:autoSpaceDN w:val="0"/>
              <w:jc w:val="center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0B1F3C" w:rsidRPr="006535F7" w:rsidRDefault="000B1F3C" w:rsidP="00BC2253">
      <w:pPr>
        <w:ind w:left="4820"/>
        <w:rPr>
          <w:sz w:val="28"/>
          <w:szCs w:val="28"/>
        </w:rPr>
      </w:pPr>
    </w:p>
    <w:p w:rsidR="008B02B7" w:rsidRPr="006535F7" w:rsidRDefault="00410C7D" w:rsidP="00EF3887">
      <w:pPr>
        <w:ind w:left="1416"/>
        <w:jc w:val="center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8B02B7" w:rsidRPr="006535F7" w:rsidRDefault="008B02B7" w:rsidP="00EF3887">
      <w:pPr>
        <w:ind w:left="1416"/>
        <w:jc w:val="center"/>
        <w:rPr>
          <w:noProof/>
          <w:sz w:val="28"/>
          <w:szCs w:val="28"/>
        </w:rPr>
      </w:pPr>
    </w:p>
    <w:p w:rsidR="00E27A84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                   </w:t>
      </w:r>
      <w:r w:rsidR="00410C7D"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>Приложение № 4</w:t>
      </w:r>
    </w:p>
    <w:p w:rsidR="00E27A84" w:rsidRPr="006535F7" w:rsidRDefault="00410C7D" w:rsidP="00DA1CEC">
      <w:pPr>
        <w:ind w:left="1416"/>
        <w:jc w:val="right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  <w:r w:rsidR="00E27A84" w:rsidRPr="006535F7">
        <w:rPr>
          <w:noProof/>
          <w:sz w:val="28"/>
          <w:szCs w:val="28"/>
        </w:rPr>
        <w:t xml:space="preserve">к </w:t>
      </w:r>
      <w:r w:rsidR="00C94B67">
        <w:rPr>
          <w:noProof/>
          <w:sz w:val="28"/>
          <w:szCs w:val="28"/>
        </w:rPr>
        <w:t>а</w:t>
      </w:r>
      <w:r w:rsidR="00E27A84" w:rsidRPr="006535F7">
        <w:rPr>
          <w:noProof/>
          <w:sz w:val="28"/>
          <w:szCs w:val="28"/>
        </w:rPr>
        <w:t>дминистративному регламенту</w:t>
      </w:r>
    </w:p>
    <w:p w:rsidR="0058466C" w:rsidRPr="006535F7" w:rsidRDefault="0058466C" w:rsidP="00314237">
      <w:pPr>
        <w:ind w:left="1416"/>
        <w:jc w:val="center"/>
        <w:rPr>
          <w:sz w:val="28"/>
          <w:szCs w:val="28"/>
        </w:rPr>
      </w:pPr>
    </w:p>
    <w:p w:rsidR="00A61B20" w:rsidRPr="006535F7" w:rsidRDefault="00A61B20" w:rsidP="00314237">
      <w:pPr>
        <w:ind w:left="1416"/>
        <w:jc w:val="center"/>
        <w:rPr>
          <w:sz w:val="28"/>
          <w:szCs w:val="28"/>
        </w:rPr>
      </w:pPr>
    </w:p>
    <w:p w:rsidR="00BC2253" w:rsidRPr="006535F7" w:rsidRDefault="00BD11B7" w:rsidP="00647297">
      <w:pPr>
        <w:ind w:left="4962" w:hanging="6"/>
        <w:rPr>
          <w:sz w:val="28"/>
          <w:szCs w:val="28"/>
        </w:rPr>
      </w:pPr>
      <w:r w:rsidRPr="006535F7">
        <w:rPr>
          <w:sz w:val="28"/>
          <w:szCs w:val="28"/>
        </w:rPr>
        <w:t xml:space="preserve">Директору </w:t>
      </w:r>
      <w:r w:rsidR="00647297" w:rsidRPr="006535F7">
        <w:rPr>
          <w:sz w:val="28"/>
          <w:szCs w:val="28"/>
        </w:rPr>
        <w:t>______________________</w:t>
      </w:r>
      <w:r w:rsidR="00410C7D" w:rsidRPr="006535F7">
        <w:rPr>
          <w:sz w:val="28"/>
          <w:szCs w:val="28"/>
        </w:rPr>
        <w:t xml:space="preserve"> </w:t>
      </w:r>
      <w:r w:rsidR="00BA575B" w:rsidRPr="006535F7">
        <w:rPr>
          <w:sz w:val="28"/>
          <w:szCs w:val="28"/>
        </w:rPr>
        <w:t>__</w:t>
      </w:r>
      <w:r w:rsidR="00BC2253" w:rsidRPr="006535F7">
        <w:rPr>
          <w:sz w:val="28"/>
          <w:szCs w:val="28"/>
        </w:rPr>
        <w:t>____________</w:t>
      </w:r>
      <w:r w:rsidR="00EF3887" w:rsidRPr="006535F7">
        <w:rPr>
          <w:sz w:val="28"/>
          <w:szCs w:val="28"/>
        </w:rPr>
        <w:t>__________________</w:t>
      </w:r>
    </w:p>
    <w:p w:rsidR="00BC2253" w:rsidRPr="006535F7" w:rsidRDefault="00410C7D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ab/>
      </w:r>
      <w:r w:rsidR="00BC2253" w:rsidRPr="006535F7">
        <w:rPr>
          <w:sz w:val="28"/>
          <w:szCs w:val="28"/>
        </w:rPr>
        <w:tab/>
      </w:r>
      <w:r w:rsidR="00BC2253" w:rsidRPr="006535F7">
        <w:rPr>
          <w:sz w:val="28"/>
          <w:szCs w:val="28"/>
        </w:rPr>
        <w:tab/>
      </w:r>
      <w:r w:rsidR="00BC2253" w:rsidRPr="006535F7">
        <w:rPr>
          <w:sz w:val="28"/>
          <w:szCs w:val="28"/>
        </w:rPr>
        <w:tab/>
      </w:r>
      <w:r w:rsidR="00A601CB" w:rsidRPr="006535F7">
        <w:rPr>
          <w:sz w:val="28"/>
          <w:szCs w:val="28"/>
        </w:rPr>
        <w:t xml:space="preserve">                              </w:t>
      </w:r>
      <w:r w:rsidR="006E2670" w:rsidRPr="006535F7">
        <w:rPr>
          <w:sz w:val="28"/>
          <w:szCs w:val="28"/>
        </w:rPr>
        <w:t xml:space="preserve">     </w:t>
      </w:r>
      <w:r w:rsidRPr="006535F7">
        <w:rPr>
          <w:sz w:val="28"/>
          <w:szCs w:val="28"/>
        </w:rPr>
        <w:t xml:space="preserve"> </w:t>
      </w:r>
      <w:r w:rsidR="004E33A5" w:rsidRPr="006535F7">
        <w:rPr>
          <w:sz w:val="28"/>
          <w:szCs w:val="28"/>
        </w:rPr>
        <w:t>(</w:t>
      </w:r>
      <w:r w:rsidR="00BC2253" w:rsidRPr="006535F7">
        <w:rPr>
          <w:sz w:val="28"/>
          <w:szCs w:val="28"/>
        </w:rPr>
        <w:t xml:space="preserve">наименование образовательного </w:t>
      </w:r>
      <w:r w:rsidR="00C94B67">
        <w:rPr>
          <w:sz w:val="28"/>
          <w:szCs w:val="28"/>
        </w:rPr>
        <w:t xml:space="preserve">             </w:t>
      </w:r>
      <w:r w:rsidR="00BC2253" w:rsidRPr="006535F7">
        <w:rPr>
          <w:sz w:val="28"/>
          <w:szCs w:val="28"/>
        </w:rPr>
        <w:t>учреждения</w:t>
      </w:r>
      <w:r w:rsidR="004E33A5" w:rsidRPr="006535F7">
        <w:rPr>
          <w:sz w:val="28"/>
          <w:szCs w:val="28"/>
        </w:rPr>
        <w:t>)</w:t>
      </w:r>
    </w:p>
    <w:p w:rsidR="00BC2253" w:rsidRPr="006535F7" w:rsidRDefault="00BC2253" w:rsidP="00647297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>Ф.И.О.</w:t>
      </w:r>
      <w:r w:rsidR="00EF3887" w:rsidRPr="006535F7">
        <w:rPr>
          <w:sz w:val="28"/>
          <w:szCs w:val="28"/>
        </w:rPr>
        <w:t>___________________________</w:t>
      </w:r>
    </w:p>
    <w:p w:rsidR="004E33A5" w:rsidRPr="006535F7" w:rsidRDefault="004E33A5" w:rsidP="00647297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>о</w:t>
      </w:r>
      <w:r w:rsidR="00FD2F80" w:rsidRPr="006535F7">
        <w:rPr>
          <w:sz w:val="28"/>
          <w:szCs w:val="28"/>
        </w:rPr>
        <w:t>т</w:t>
      </w:r>
      <w:r w:rsidRPr="006535F7">
        <w:rPr>
          <w:sz w:val="28"/>
          <w:szCs w:val="28"/>
        </w:rPr>
        <w:t xml:space="preserve"> ______________________________</w:t>
      </w:r>
      <w:r w:rsidR="00FD2F80" w:rsidRPr="006535F7">
        <w:rPr>
          <w:sz w:val="28"/>
          <w:szCs w:val="28"/>
        </w:rPr>
        <w:t xml:space="preserve"> </w:t>
      </w:r>
    </w:p>
    <w:p w:rsidR="00BC2253" w:rsidRPr="006535F7" w:rsidRDefault="00410C7D" w:rsidP="00647297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6F3427" w:rsidRPr="006535F7">
        <w:rPr>
          <w:sz w:val="28"/>
          <w:szCs w:val="28"/>
        </w:rPr>
        <w:t>(</w:t>
      </w:r>
      <w:r w:rsidR="00B2238D" w:rsidRPr="006535F7">
        <w:rPr>
          <w:sz w:val="28"/>
          <w:szCs w:val="28"/>
        </w:rPr>
        <w:t>Ф.И.О. З</w:t>
      </w:r>
      <w:r w:rsidR="00BC2253" w:rsidRPr="006535F7">
        <w:rPr>
          <w:sz w:val="28"/>
          <w:szCs w:val="28"/>
        </w:rPr>
        <w:t>аявителя</w:t>
      </w:r>
      <w:r w:rsidR="006F3427" w:rsidRPr="006535F7">
        <w:rPr>
          <w:sz w:val="28"/>
          <w:szCs w:val="28"/>
        </w:rPr>
        <w:t>)</w:t>
      </w:r>
      <w:r w:rsidR="00BC2253" w:rsidRPr="006535F7">
        <w:rPr>
          <w:sz w:val="28"/>
          <w:szCs w:val="28"/>
        </w:rPr>
        <w:t xml:space="preserve"> </w:t>
      </w: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="00EF3887" w:rsidRPr="006535F7">
        <w:rPr>
          <w:sz w:val="28"/>
          <w:szCs w:val="28"/>
        </w:rPr>
        <w:tab/>
      </w:r>
      <w:r w:rsidR="00EF3887" w:rsidRPr="006535F7">
        <w:rPr>
          <w:sz w:val="28"/>
          <w:szCs w:val="28"/>
        </w:rPr>
        <w:tab/>
      </w:r>
    </w:p>
    <w:p w:rsidR="00BC2253" w:rsidRPr="006535F7" w:rsidRDefault="00BC2253" w:rsidP="00EF190B">
      <w:pPr>
        <w:rPr>
          <w:sz w:val="28"/>
          <w:szCs w:val="28"/>
        </w:rPr>
      </w:pP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  <w:t>ЗАЯВЛЕНИЕ.</w:t>
      </w:r>
    </w:p>
    <w:p w:rsidR="00AE04B3" w:rsidRPr="006535F7" w:rsidRDefault="00AE04B3" w:rsidP="00EF190B">
      <w:pPr>
        <w:rPr>
          <w:sz w:val="28"/>
          <w:szCs w:val="28"/>
        </w:rPr>
      </w:pPr>
    </w:p>
    <w:p w:rsidR="00BC2253" w:rsidRPr="006535F7" w:rsidRDefault="00410C7D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Прошу зачислить в «____» класс мою дочь (моего сына)</w:t>
      </w:r>
      <w:r w:rsidR="006F3427" w:rsidRPr="006535F7">
        <w:rPr>
          <w:sz w:val="28"/>
          <w:szCs w:val="28"/>
        </w:rPr>
        <w:t>____________________</w:t>
      </w:r>
      <w:r w:rsidR="00BC2253" w:rsidRPr="006535F7">
        <w:rPr>
          <w:sz w:val="28"/>
          <w:szCs w:val="28"/>
        </w:rPr>
        <w:t xml:space="preserve"> __________________________________________</w:t>
      </w:r>
      <w:r w:rsidR="00EF3887" w:rsidRPr="006535F7">
        <w:rPr>
          <w:sz w:val="28"/>
          <w:szCs w:val="28"/>
        </w:rPr>
        <w:t>____________________________</w:t>
      </w:r>
    </w:p>
    <w:p w:rsidR="00BC2253" w:rsidRPr="006535F7" w:rsidRDefault="006F3427" w:rsidP="0064729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(ф</w:t>
      </w:r>
      <w:r w:rsidR="00BC2253" w:rsidRPr="006535F7">
        <w:rPr>
          <w:sz w:val="28"/>
          <w:szCs w:val="28"/>
        </w:rPr>
        <w:t>амилия, имя, отчество (последнее – при наличии)</w:t>
      </w:r>
      <w:r w:rsidRPr="006535F7">
        <w:rPr>
          <w:sz w:val="28"/>
          <w:szCs w:val="28"/>
        </w:rPr>
        <w:t xml:space="preserve"> ребенка)</w:t>
      </w:r>
    </w:p>
    <w:p w:rsidR="00D8657D" w:rsidRPr="006535F7" w:rsidRDefault="00D8657D" w:rsidP="00647297">
      <w:pPr>
        <w:rPr>
          <w:sz w:val="28"/>
          <w:szCs w:val="28"/>
        </w:rPr>
      </w:pP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Дата рождения: «___» _____________________</w:t>
      </w:r>
      <w:r w:rsidR="00EF3887" w:rsidRPr="006535F7">
        <w:rPr>
          <w:sz w:val="28"/>
          <w:szCs w:val="28"/>
        </w:rPr>
        <w:t>_____________________________</w:t>
      </w:r>
    </w:p>
    <w:p w:rsidR="00BC2253" w:rsidRPr="006535F7" w:rsidRDefault="00BD0C3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Место рождения </w:t>
      </w:r>
      <w:r w:rsidR="00BC2253" w:rsidRPr="006535F7">
        <w:rPr>
          <w:sz w:val="28"/>
          <w:szCs w:val="28"/>
        </w:rPr>
        <w:t>________________________________</w:t>
      </w:r>
      <w:r w:rsidR="00EF3887" w:rsidRPr="006535F7">
        <w:rPr>
          <w:sz w:val="28"/>
          <w:szCs w:val="28"/>
        </w:rPr>
        <w:t>_______________________</w:t>
      </w: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Сведения о родителях (законных представителях):</w:t>
      </w: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Мать: </w:t>
      </w:r>
      <w:r w:rsidR="00BD0C33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____________________________________________________________</w:t>
      </w:r>
      <w:r w:rsidR="00EF3887" w:rsidRPr="006535F7">
        <w:rPr>
          <w:sz w:val="28"/>
          <w:szCs w:val="28"/>
        </w:rPr>
        <w:t>___</w:t>
      </w:r>
    </w:p>
    <w:p w:rsidR="00BC2253" w:rsidRPr="006535F7" w:rsidRDefault="00BD0C33" w:rsidP="0064729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(ф</w:t>
      </w:r>
      <w:r w:rsidR="00BC2253" w:rsidRPr="006535F7">
        <w:rPr>
          <w:sz w:val="28"/>
          <w:szCs w:val="28"/>
        </w:rPr>
        <w:t>амилия, имя, отчество (последнее – при наличии)</w:t>
      </w:r>
      <w:r w:rsidR="00473E49" w:rsidRPr="006535F7">
        <w:rPr>
          <w:sz w:val="28"/>
          <w:szCs w:val="28"/>
        </w:rPr>
        <w:t>)</w:t>
      </w: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Отец: </w:t>
      </w:r>
      <w:r w:rsidR="00473E49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_______________________________________________________________</w:t>
      </w:r>
    </w:p>
    <w:p w:rsidR="00473E49" w:rsidRPr="006535F7" w:rsidRDefault="00473E49" w:rsidP="00473E49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(фамилия, имя, отчество (последнее – при наличии))</w:t>
      </w:r>
    </w:p>
    <w:p w:rsidR="0058466C" w:rsidRPr="006535F7" w:rsidRDefault="0058466C" w:rsidP="00647297">
      <w:pPr>
        <w:rPr>
          <w:sz w:val="28"/>
          <w:szCs w:val="28"/>
        </w:rPr>
      </w:pP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Адрес </w:t>
      </w:r>
      <w:r w:rsidR="00BD11B7" w:rsidRPr="006535F7">
        <w:rPr>
          <w:sz w:val="28"/>
          <w:szCs w:val="28"/>
        </w:rPr>
        <w:t xml:space="preserve">места </w:t>
      </w:r>
      <w:r w:rsidRPr="006535F7">
        <w:rPr>
          <w:sz w:val="28"/>
          <w:szCs w:val="28"/>
        </w:rPr>
        <w:t>жи</w:t>
      </w:r>
      <w:r w:rsidR="00BD11B7" w:rsidRPr="006535F7">
        <w:rPr>
          <w:sz w:val="28"/>
          <w:szCs w:val="28"/>
        </w:rPr>
        <w:t>тельства</w:t>
      </w:r>
      <w:r w:rsidRPr="006535F7">
        <w:rPr>
          <w:sz w:val="28"/>
          <w:szCs w:val="28"/>
        </w:rPr>
        <w:t xml:space="preserve"> ребенка:</w:t>
      </w:r>
      <w:r w:rsidR="00473E49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</w:t>
      </w:r>
      <w:r w:rsidR="00EF3887" w:rsidRPr="006535F7">
        <w:rPr>
          <w:sz w:val="28"/>
          <w:szCs w:val="28"/>
        </w:rPr>
        <w:t>______________________</w:t>
      </w:r>
    </w:p>
    <w:p w:rsidR="00A419B7" w:rsidRPr="006535F7" w:rsidRDefault="00A419B7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Адрес места жительства родителей (законных представителей): </w:t>
      </w:r>
      <w:r w:rsidR="00473E49" w:rsidRPr="006535F7">
        <w:rPr>
          <w:sz w:val="28"/>
          <w:szCs w:val="28"/>
        </w:rPr>
        <w:t>_______</w:t>
      </w:r>
      <w:r w:rsidR="00EF3887" w:rsidRPr="006535F7">
        <w:rPr>
          <w:sz w:val="28"/>
          <w:szCs w:val="28"/>
        </w:rPr>
        <w:t>________</w:t>
      </w:r>
    </w:p>
    <w:p w:rsidR="00A419B7" w:rsidRPr="006535F7" w:rsidRDefault="00A419B7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____________________________________________________</w:t>
      </w:r>
      <w:r w:rsidR="00EF3887" w:rsidRPr="006535F7">
        <w:rPr>
          <w:sz w:val="28"/>
          <w:szCs w:val="28"/>
        </w:rPr>
        <w:t>__________________</w:t>
      </w: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Контактн</w:t>
      </w:r>
      <w:r w:rsidR="00D72814" w:rsidRPr="006535F7">
        <w:rPr>
          <w:sz w:val="28"/>
          <w:szCs w:val="28"/>
        </w:rPr>
        <w:t>ая информация: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 xml:space="preserve">телефоны: </w:t>
      </w:r>
      <w:r w:rsidR="00B02F9A" w:rsidRPr="006535F7">
        <w:rPr>
          <w:sz w:val="28"/>
          <w:szCs w:val="28"/>
        </w:rPr>
        <w:t>_________</w:t>
      </w:r>
      <w:r w:rsidRPr="006535F7">
        <w:rPr>
          <w:sz w:val="28"/>
          <w:szCs w:val="28"/>
        </w:rPr>
        <w:t>____________________</w:t>
      </w:r>
      <w:r w:rsidR="00EF3887" w:rsidRPr="006535F7">
        <w:rPr>
          <w:sz w:val="28"/>
          <w:szCs w:val="28"/>
        </w:rPr>
        <w:t>_________</w:t>
      </w:r>
    </w:p>
    <w:p w:rsidR="00D72814" w:rsidRPr="006535F7" w:rsidRDefault="00D72814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_____________________________________________________________</w:t>
      </w:r>
      <w:r w:rsidR="00EF3887" w:rsidRPr="006535F7">
        <w:rPr>
          <w:sz w:val="28"/>
          <w:szCs w:val="28"/>
        </w:rPr>
        <w:t>_________</w:t>
      </w:r>
    </w:p>
    <w:p w:rsidR="00D72814" w:rsidRPr="006535F7" w:rsidRDefault="00EF190B" w:rsidP="0064729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lastRenderedPageBreak/>
        <w:t>(</w:t>
      </w:r>
      <w:r w:rsidR="00D72814" w:rsidRPr="006535F7">
        <w:rPr>
          <w:sz w:val="28"/>
          <w:szCs w:val="28"/>
        </w:rPr>
        <w:t>почтовый и (или) электронный адрес указываются по желанию Заявителя</w:t>
      </w:r>
      <w:r w:rsidRPr="006535F7">
        <w:rPr>
          <w:sz w:val="28"/>
          <w:szCs w:val="28"/>
        </w:rPr>
        <w:t>)</w:t>
      </w:r>
    </w:p>
    <w:p w:rsidR="00BC2253" w:rsidRPr="006535F7" w:rsidRDefault="00410C7D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</w:p>
    <w:p w:rsidR="00BC2253" w:rsidRPr="006535F7" w:rsidRDefault="00EF3887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______________</w:t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  <w:t>______________</w:t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</w:t>
      </w:r>
    </w:p>
    <w:p w:rsidR="00BC2253" w:rsidRPr="006535F7" w:rsidRDefault="006E69E9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д</w:t>
      </w:r>
      <w:r w:rsidR="00BC2253" w:rsidRPr="006535F7">
        <w:rPr>
          <w:sz w:val="28"/>
          <w:szCs w:val="28"/>
        </w:rPr>
        <w:t>ата обращения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</w:t>
      </w:r>
      <w:r w:rsidR="00BC2253" w:rsidRPr="006535F7">
        <w:rPr>
          <w:sz w:val="28"/>
          <w:szCs w:val="28"/>
        </w:rPr>
        <w:t xml:space="preserve">одпись </w:t>
      </w:r>
      <w:r w:rsidR="00B2238D" w:rsidRPr="006535F7">
        <w:rPr>
          <w:sz w:val="28"/>
          <w:szCs w:val="28"/>
        </w:rPr>
        <w:t>З</w:t>
      </w:r>
      <w:r w:rsidR="00BC2253" w:rsidRPr="006535F7">
        <w:rPr>
          <w:sz w:val="28"/>
          <w:szCs w:val="28"/>
        </w:rPr>
        <w:t>аявителя</w:t>
      </w:r>
      <w:r w:rsidR="00410C7D" w:rsidRPr="006535F7">
        <w:rPr>
          <w:sz w:val="28"/>
          <w:szCs w:val="28"/>
        </w:rPr>
        <w:t xml:space="preserve"> </w:t>
      </w:r>
      <w:r w:rsidR="00B2238D" w:rsidRPr="006535F7">
        <w:rPr>
          <w:sz w:val="28"/>
          <w:szCs w:val="28"/>
        </w:rPr>
        <w:t>Ф</w:t>
      </w:r>
      <w:r w:rsidRPr="006535F7">
        <w:rPr>
          <w:sz w:val="28"/>
          <w:szCs w:val="28"/>
        </w:rPr>
        <w:t>.</w:t>
      </w:r>
      <w:r w:rsidR="00B2238D" w:rsidRPr="006535F7">
        <w:rPr>
          <w:sz w:val="28"/>
          <w:szCs w:val="28"/>
        </w:rPr>
        <w:t>И.О. З</w:t>
      </w:r>
      <w:r w:rsidR="00BC2253" w:rsidRPr="006535F7">
        <w:rPr>
          <w:sz w:val="28"/>
          <w:szCs w:val="28"/>
        </w:rPr>
        <w:t>аявителя</w:t>
      </w:r>
    </w:p>
    <w:p w:rsidR="00BC2253" w:rsidRPr="006535F7" w:rsidRDefault="00BC2253" w:rsidP="00647297">
      <w:pPr>
        <w:rPr>
          <w:sz w:val="28"/>
          <w:szCs w:val="28"/>
        </w:rPr>
      </w:pPr>
    </w:p>
    <w:p w:rsidR="00BC2253" w:rsidRPr="006535F7" w:rsidRDefault="00410C7D" w:rsidP="00647297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2A7739" w:rsidRPr="006535F7">
        <w:rPr>
          <w:sz w:val="28"/>
          <w:szCs w:val="28"/>
        </w:rPr>
        <w:t>С</w:t>
      </w:r>
      <w:r w:rsidR="008C2866" w:rsidRPr="006535F7">
        <w:rPr>
          <w:sz w:val="28"/>
          <w:szCs w:val="28"/>
        </w:rPr>
        <w:t xml:space="preserve"> Уст</w:t>
      </w:r>
      <w:r w:rsidR="002A7739" w:rsidRPr="006535F7">
        <w:rPr>
          <w:sz w:val="28"/>
          <w:szCs w:val="28"/>
        </w:rPr>
        <w:t>авом образовательного учреждения</w:t>
      </w:r>
      <w:r w:rsidR="008C2866" w:rsidRPr="006535F7">
        <w:rPr>
          <w:sz w:val="28"/>
          <w:szCs w:val="28"/>
        </w:rPr>
        <w:t>, с лицензией на осуществление образовательной деятельности, со свидетельством о государственной аккредитации</w:t>
      </w:r>
      <w:r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 xml:space="preserve">образовательного учреждения,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</w:t>
      </w:r>
      <w:r w:rsidR="00BC2253" w:rsidRPr="006535F7">
        <w:rPr>
          <w:sz w:val="28"/>
          <w:szCs w:val="28"/>
        </w:rPr>
        <w:t>ОЗНАКОМЛЕН(А)</w:t>
      </w:r>
      <w:r w:rsidR="00B2238D" w:rsidRPr="006535F7">
        <w:rPr>
          <w:sz w:val="28"/>
          <w:szCs w:val="28"/>
        </w:rPr>
        <w:t>.</w:t>
      </w:r>
      <w:r w:rsidR="00BC2253" w:rsidRPr="006535F7">
        <w:rPr>
          <w:sz w:val="28"/>
          <w:szCs w:val="28"/>
        </w:rPr>
        <w:t xml:space="preserve"> </w:t>
      </w:r>
    </w:p>
    <w:p w:rsidR="005D5DC4" w:rsidRPr="006535F7" w:rsidRDefault="005D5DC4" w:rsidP="00647297">
      <w:pPr>
        <w:jc w:val="both"/>
        <w:rPr>
          <w:sz w:val="28"/>
          <w:szCs w:val="28"/>
        </w:rPr>
      </w:pPr>
    </w:p>
    <w:p w:rsidR="00082D2E" w:rsidRPr="006535F7" w:rsidRDefault="00082D2E" w:rsidP="00082D2E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___________________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_____________________________</w:t>
      </w:r>
    </w:p>
    <w:p w:rsidR="00082D2E" w:rsidRPr="006535F7" w:rsidRDefault="00410C7D" w:rsidP="00082D2E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082D2E" w:rsidRPr="006535F7">
        <w:rPr>
          <w:sz w:val="28"/>
          <w:szCs w:val="28"/>
        </w:rPr>
        <w:t>подпись Заявителя</w:t>
      </w:r>
      <w:r w:rsidRPr="006535F7">
        <w:rPr>
          <w:sz w:val="28"/>
          <w:szCs w:val="28"/>
        </w:rPr>
        <w:t xml:space="preserve"> </w:t>
      </w:r>
      <w:r w:rsidR="00082D2E" w:rsidRPr="006535F7">
        <w:rPr>
          <w:sz w:val="28"/>
          <w:szCs w:val="28"/>
        </w:rPr>
        <w:t>Ф.И.О. Заявителя</w:t>
      </w:r>
    </w:p>
    <w:p w:rsidR="00082D2E" w:rsidRPr="006535F7" w:rsidRDefault="00082D2E" w:rsidP="00082D2E">
      <w:pPr>
        <w:rPr>
          <w:sz w:val="28"/>
          <w:szCs w:val="28"/>
        </w:rPr>
      </w:pPr>
    </w:p>
    <w:p w:rsidR="00BC2253" w:rsidRPr="006535F7" w:rsidRDefault="00410C7D" w:rsidP="006E69E9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BC2253" w:rsidRPr="006535F7">
        <w:rPr>
          <w:sz w:val="28"/>
          <w:szCs w:val="28"/>
        </w:rPr>
        <w:t>На обработку своих персональных данных и персональных данных своего ребенка в порядке, установленном законодательством Российской Федерации, СОГЛАСЕН (СОГЛАСНА).</w:t>
      </w:r>
    </w:p>
    <w:p w:rsidR="00082D2E" w:rsidRPr="006535F7" w:rsidRDefault="00082D2E" w:rsidP="00647297">
      <w:pPr>
        <w:rPr>
          <w:sz w:val="28"/>
          <w:szCs w:val="28"/>
        </w:rPr>
      </w:pPr>
    </w:p>
    <w:p w:rsidR="00BC2253" w:rsidRPr="006535F7" w:rsidRDefault="00BC2253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_____________________________</w:t>
      </w:r>
    </w:p>
    <w:p w:rsidR="00BC2253" w:rsidRPr="006535F7" w:rsidRDefault="00410C7D" w:rsidP="00647297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540319" w:rsidRPr="006535F7">
        <w:rPr>
          <w:sz w:val="28"/>
          <w:szCs w:val="28"/>
        </w:rPr>
        <w:t>п</w:t>
      </w:r>
      <w:r w:rsidR="00BC2253" w:rsidRPr="006535F7">
        <w:rPr>
          <w:sz w:val="28"/>
          <w:szCs w:val="28"/>
        </w:rPr>
        <w:t xml:space="preserve">одпись </w:t>
      </w:r>
      <w:r w:rsidR="00B2238D" w:rsidRPr="006535F7">
        <w:rPr>
          <w:sz w:val="28"/>
          <w:szCs w:val="28"/>
        </w:rPr>
        <w:t>З</w:t>
      </w:r>
      <w:r w:rsidR="00BC2253" w:rsidRPr="006535F7">
        <w:rPr>
          <w:sz w:val="28"/>
          <w:szCs w:val="28"/>
        </w:rPr>
        <w:t>аявителя</w:t>
      </w:r>
      <w:r w:rsidRPr="006535F7">
        <w:rPr>
          <w:sz w:val="28"/>
          <w:szCs w:val="28"/>
        </w:rPr>
        <w:t xml:space="preserve"> </w:t>
      </w:r>
      <w:r w:rsidR="00B2238D" w:rsidRPr="006535F7">
        <w:rPr>
          <w:sz w:val="28"/>
          <w:szCs w:val="28"/>
        </w:rPr>
        <w:t>Ф</w:t>
      </w:r>
      <w:r w:rsidR="00540319" w:rsidRPr="006535F7">
        <w:rPr>
          <w:sz w:val="28"/>
          <w:szCs w:val="28"/>
        </w:rPr>
        <w:t>.</w:t>
      </w:r>
      <w:r w:rsidR="00B2238D" w:rsidRPr="006535F7">
        <w:rPr>
          <w:sz w:val="28"/>
          <w:szCs w:val="28"/>
        </w:rPr>
        <w:t>И.О. З</w:t>
      </w:r>
      <w:r w:rsidR="00BC2253" w:rsidRPr="006535F7">
        <w:rPr>
          <w:sz w:val="28"/>
          <w:szCs w:val="28"/>
        </w:rPr>
        <w:t>аявителя</w:t>
      </w:r>
    </w:p>
    <w:p w:rsidR="006E2670" w:rsidRDefault="006E2670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</w:p>
    <w:p w:rsidR="00C94B67" w:rsidRDefault="00C94B67" w:rsidP="00140A83">
      <w:pPr>
        <w:ind w:left="141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567A" w:rsidRPr="006535F7" w:rsidRDefault="00C94B67" w:rsidP="00C94B67">
      <w:pPr>
        <w:ind w:left="1416"/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</w:t>
      </w:r>
      <w:r w:rsidR="00410C7D" w:rsidRPr="006535F7">
        <w:rPr>
          <w:sz w:val="28"/>
          <w:szCs w:val="28"/>
        </w:rPr>
        <w:t xml:space="preserve"> </w:t>
      </w:r>
      <w:r w:rsidR="008D567A" w:rsidRPr="006535F7">
        <w:rPr>
          <w:noProof/>
          <w:sz w:val="28"/>
          <w:szCs w:val="28"/>
        </w:rPr>
        <w:t>Приложение № 5</w:t>
      </w:r>
    </w:p>
    <w:p w:rsidR="008D567A" w:rsidRPr="006535F7" w:rsidRDefault="00410C7D" w:rsidP="00140A83">
      <w:pPr>
        <w:ind w:left="1416"/>
        <w:jc w:val="right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  <w:r w:rsidR="008D567A" w:rsidRPr="006535F7">
        <w:rPr>
          <w:noProof/>
          <w:sz w:val="28"/>
          <w:szCs w:val="28"/>
        </w:rPr>
        <w:t xml:space="preserve">к </w:t>
      </w:r>
      <w:r w:rsidR="00C94B67">
        <w:rPr>
          <w:noProof/>
          <w:sz w:val="28"/>
          <w:szCs w:val="28"/>
        </w:rPr>
        <w:t>а</w:t>
      </w:r>
      <w:r w:rsidR="008D567A" w:rsidRPr="006535F7">
        <w:rPr>
          <w:noProof/>
          <w:sz w:val="28"/>
          <w:szCs w:val="28"/>
        </w:rPr>
        <w:t>дминистративному регламенту</w:t>
      </w:r>
    </w:p>
    <w:p w:rsidR="008D567A" w:rsidRPr="006535F7" w:rsidRDefault="008D567A" w:rsidP="00152C1A">
      <w:pPr>
        <w:ind w:left="4962" w:hanging="6"/>
        <w:rPr>
          <w:sz w:val="28"/>
          <w:szCs w:val="28"/>
        </w:rPr>
      </w:pPr>
    </w:p>
    <w:p w:rsidR="00152C1A" w:rsidRPr="006535F7" w:rsidRDefault="00152C1A" w:rsidP="00152C1A">
      <w:pPr>
        <w:ind w:left="4962" w:hanging="6"/>
        <w:rPr>
          <w:sz w:val="28"/>
          <w:szCs w:val="28"/>
        </w:rPr>
      </w:pPr>
      <w:r w:rsidRPr="006535F7">
        <w:rPr>
          <w:sz w:val="28"/>
          <w:szCs w:val="28"/>
        </w:rPr>
        <w:t>Директору ______________________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________________________________</w:t>
      </w:r>
    </w:p>
    <w:p w:rsidR="00152C1A" w:rsidRPr="006535F7" w:rsidRDefault="00410C7D" w:rsidP="00152C1A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152C1A" w:rsidRPr="006535F7">
        <w:rPr>
          <w:sz w:val="28"/>
          <w:szCs w:val="28"/>
        </w:rPr>
        <w:tab/>
      </w:r>
      <w:r w:rsidR="00152C1A" w:rsidRPr="006535F7">
        <w:rPr>
          <w:sz w:val="28"/>
          <w:szCs w:val="28"/>
        </w:rPr>
        <w:tab/>
      </w:r>
      <w:r w:rsidR="00152C1A" w:rsidRPr="006535F7">
        <w:rPr>
          <w:sz w:val="28"/>
          <w:szCs w:val="28"/>
        </w:rPr>
        <w:tab/>
      </w:r>
      <w:r w:rsidR="00152C1A" w:rsidRPr="006535F7">
        <w:rPr>
          <w:sz w:val="28"/>
          <w:szCs w:val="28"/>
        </w:rPr>
        <w:tab/>
      </w:r>
      <w:r w:rsidR="00A601CB" w:rsidRPr="006535F7">
        <w:rPr>
          <w:sz w:val="28"/>
          <w:szCs w:val="28"/>
        </w:rPr>
        <w:t xml:space="preserve">                              </w:t>
      </w:r>
      <w:r w:rsidR="006E2670" w:rsidRPr="006535F7">
        <w:rPr>
          <w:sz w:val="28"/>
          <w:szCs w:val="28"/>
        </w:rPr>
        <w:t xml:space="preserve">     </w:t>
      </w:r>
      <w:r w:rsidRPr="006535F7">
        <w:rPr>
          <w:sz w:val="28"/>
          <w:szCs w:val="28"/>
        </w:rPr>
        <w:t xml:space="preserve"> </w:t>
      </w:r>
      <w:r w:rsidR="00152C1A" w:rsidRPr="006535F7">
        <w:rPr>
          <w:sz w:val="28"/>
          <w:szCs w:val="28"/>
        </w:rPr>
        <w:t>(наименование образовательного учреждения)</w:t>
      </w:r>
    </w:p>
    <w:p w:rsidR="00152C1A" w:rsidRPr="006535F7" w:rsidRDefault="00327328" w:rsidP="00152C1A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>_____</w:t>
      </w:r>
      <w:r w:rsidR="00152C1A" w:rsidRPr="006535F7">
        <w:rPr>
          <w:sz w:val="28"/>
          <w:szCs w:val="28"/>
        </w:rPr>
        <w:t>___________________________</w:t>
      </w:r>
    </w:p>
    <w:p w:rsidR="00152C1A" w:rsidRPr="006535F7" w:rsidRDefault="00152C1A" w:rsidP="00152C1A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 xml:space="preserve">от ______________________________ </w:t>
      </w:r>
    </w:p>
    <w:p w:rsidR="00152C1A" w:rsidRPr="006535F7" w:rsidRDefault="00410C7D" w:rsidP="00152C1A">
      <w:pPr>
        <w:ind w:left="4956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152C1A" w:rsidRPr="006535F7">
        <w:rPr>
          <w:sz w:val="28"/>
          <w:szCs w:val="28"/>
        </w:rPr>
        <w:t xml:space="preserve">(Ф.И.О. Заявителя) </w:t>
      </w:r>
    </w:p>
    <w:p w:rsidR="008D567A" w:rsidRPr="006535F7" w:rsidRDefault="00FC6E53" w:rsidP="008D567A">
      <w:pPr>
        <w:rPr>
          <w:sz w:val="28"/>
          <w:szCs w:val="28"/>
        </w:rPr>
      </w:pP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</w:p>
    <w:p w:rsidR="00FC6E53" w:rsidRPr="006535F7" w:rsidRDefault="00FC6E53" w:rsidP="006E2670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ЗАЯВЛЕНИЕ.</w:t>
      </w:r>
    </w:p>
    <w:p w:rsidR="00FC6E53" w:rsidRPr="006535F7" w:rsidRDefault="00FC6E53" w:rsidP="00FC6E53">
      <w:pPr>
        <w:jc w:val="center"/>
        <w:rPr>
          <w:sz w:val="28"/>
          <w:szCs w:val="28"/>
        </w:rPr>
      </w:pPr>
    </w:p>
    <w:p w:rsidR="00D60FC9" w:rsidRPr="006535F7" w:rsidRDefault="00410C7D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FC6E53" w:rsidRPr="006535F7">
        <w:rPr>
          <w:sz w:val="28"/>
          <w:szCs w:val="28"/>
        </w:rPr>
        <w:t xml:space="preserve">Прошу зачислить в «____» класс </w:t>
      </w:r>
      <w:r w:rsidR="00D60FC9" w:rsidRPr="006535F7">
        <w:rPr>
          <w:sz w:val="28"/>
          <w:szCs w:val="28"/>
        </w:rPr>
        <w:t>____</w:t>
      </w:r>
      <w:r w:rsidR="00AC1EB1" w:rsidRPr="006535F7">
        <w:rPr>
          <w:sz w:val="28"/>
          <w:szCs w:val="28"/>
        </w:rPr>
        <w:t>_</w:t>
      </w:r>
      <w:r w:rsidR="00D60FC9" w:rsidRPr="006535F7">
        <w:rPr>
          <w:sz w:val="28"/>
          <w:szCs w:val="28"/>
        </w:rPr>
        <w:t>__________________________________</w:t>
      </w:r>
    </w:p>
    <w:p w:rsidR="00D60FC9" w:rsidRPr="006535F7" w:rsidRDefault="00410C7D" w:rsidP="00D60FC9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D60FC9" w:rsidRPr="006535F7">
        <w:rPr>
          <w:sz w:val="28"/>
          <w:szCs w:val="28"/>
        </w:rPr>
        <w:t>профиль обучения (при наличии)</w:t>
      </w:r>
    </w:p>
    <w:p w:rsidR="00AC1EB1" w:rsidRPr="006535F7" w:rsidRDefault="00FC6E53" w:rsidP="00AC1EB1">
      <w:pPr>
        <w:rPr>
          <w:sz w:val="28"/>
          <w:szCs w:val="28"/>
        </w:rPr>
      </w:pPr>
      <w:r w:rsidRPr="006535F7">
        <w:rPr>
          <w:sz w:val="28"/>
          <w:szCs w:val="28"/>
        </w:rPr>
        <w:t>мою дочь (моего сына)</w:t>
      </w:r>
      <w:r w:rsidR="00D60FC9" w:rsidRPr="006535F7">
        <w:rPr>
          <w:sz w:val="28"/>
          <w:szCs w:val="28"/>
        </w:rPr>
        <w:t>_____</w:t>
      </w:r>
      <w:r w:rsidR="00AC1EB1" w:rsidRPr="006535F7">
        <w:rPr>
          <w:sz w:val="28"/>
          <w:szCs w:val="28"/>
        </w:rPr>
        <w:t>_______________________________</w:t>
      </w:r>
      <w:r w:rsidR="00D60FC9" w:rsidRPr="006535F7">
        <w:rPr>
          <w:sz w:val="28"/>
          <w:szCs w:val="28"/>
        </w:rPr>
        <w:t xml:space="preserve">______________ </w:t>
      </w:r>
    </w:p>
    <w:p w:rsidR="00FC6E53" w:rsidRPr="006535F7" w:rsidRDefault="00410C7D" w:rsidP="00EF388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AC1EB1" w:rsidRPr="006535F7">
        <w:rPr>
          <w:sz w:val="28"/>
          <w:szCs w:val="28"/>
        </w:rPr>
        <w:t>(ф</w:t>
      </w:r>
      <w:r w:rsidR="00FC6E53" w:rsidRPr="006535F7">
        <w:rPr>
          <w:sz w:val="28"/>
          <w:szCs w:val="28"/>
        </w:rPr>
        <w:t>амилия, имя, отчество (последнее – при наличии)</w:t>
      </w:r>
      <w:r w:rsidR="00AC1EB1" w:rsidRPr="006535F7">
        <w:rPr>
          <w:sz w:val="28"/>
          <w:szCs w:val="28"/>
        </w:rPr>
        <w:t xml:space="preserve"> ребенка)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в порядке перевода из </w:t>
      </w:r>
      <w:r w:rsidR="00AC1EB1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</w:t>
      </w:r>
      <w:r w:rsidR="00EF3887" w:rsidRPr="006535F7">
        <w:rPr>
          <w:sz w:val="28"/>
          <w:szCs w:val="28"/>
        </w:rPr>
        <w:t>__________________________</w:t>
      </w:r>
      <w:r w:rsidRPr="006535F7">
        <w:rPr>
          <w:sz w:val="28"/>
          <w:szCs w:val="28"/>
        </w:rPr>
        <w:t>,</w:t>
      </w:r>
    </w:p>
    <w:p w:rsidR="00FC6E53" w:rsidRPr="006535F7" w:rsidRDefault="00410C7D" w:rsidP="00EF388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0006BF" w:rsidRPr="006535F7">
        <w:rPr>
          <w:sz w:val="28"/>
          <w:szCs w:val="28"/>
        </w:rPr>
        <w:t>(</w:t>
      </w:r>
      <w:r w:rsidR="00FC6E53" w:rsidRPr="006535F7">
        <w:rPr>
          <w:sz w:val="28"/>
          <w:szCs w:val="28"/>
        </w:rPr>
        <w:t>наименование образовательной организации</w:t>
      </w:r>
      <w:r w:rsidR="000006BF" w:rsidRPr="006535F7">
        <w:rPr>
          <w:sz w:val="28"/>
          <w:szCs w:val="28"/>
        </w:rPr>
        <w:t>, в которой ранее обучался ребенок</w:t>
      </w:r>
      <w:r w:rsidR="00642296" w:rsidRPr="006535F7">
        <w:rPr>
          <w:sz w:val="28"/>
          <w:szCs w:val="28"/>
        </w:rPr>
        <w:t>,</w:t>
      </w:r>
      <w:r w:rsidRPr="006535F7">
        <w:rPr>
          <w:sz w:val="28"/>
          <w:szCs w:val="28"/>
        </w:rPr>
        <w:t xml:space="preserve"> </w:t>
      </w:r>
    </w:p>
    <w:p w:rsidR="00FC6E53" w:rsidRPr="006535F7" w:rsidRDefault="00FC6E53" w:rsidP="00A12EBF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_________________________________________________</w:t>
      </w:r>
      <w:r w:rsidR="00EF3887" w:rsidRPr="006535F7">
        <w:rPr>
          <w:sz w:val="28"/>
          <w:szCs w:val="28"/>
        </w:rPr>
        <w:t>_____________________</w:t>
      </w:r>
      <w:r w:rsidR="00410C7D" w:rsidRPr="006535F7">
        <w:rPr>
          <w:sz w:val="28"/>
          <w:szCs w:val="28"/>
        </w:rPr>
        <w:t xml:space="preserve"> </w:t>
      </w:r>
      <w:r w:rsidR="00642296" w:rsidRPr="006535F7">
        <w:rPr>
          <w:sz w:val="28"/>
          <w:szCs w:val="28"/>
        </w:rPr>
        <w:t xml:space="preserve">ее </w:t>
      </w:r>
      <w:r w:rsidR="009D2157" w:rsidRPr="006535F7">
        <w:rPr>
          <w:sz w:val="28"/>
          <w:szCs w:val="28"/>
        </w:rPr>
        <w:t xml:space="preserve">место нахождения </w:t>
      </w:r>
      <w:r w:rsidR="00A12EBF" w:rsidRPr="006535F7">
        <w:rPr>
          <w:sz w:val="28"/>
          <w:szCs w:val="28"/>
        </w:rPr>
        <w:t xml:space="preserve">- </w:t>
      </w:r>
      <w:r w:rsidRPr="006535F7">
        <w:rPr>
          <w:sz w:val="28"/>
          <w:szCs w:val="28"/>
        </w:rPr>
        <w:t>указывается субъект Р</w:t>
      </w:r>
      <w:r w:rsidR="00642296" w:rsidRPr="006535F7">
        <w:rPr>
          <w:sz w:val="28"/>
          <w:szCs w:val="28"/>
        </w:rPr>
        <w:t xml:space="preserve">Ф, </w:t>
      </w:r>
      <w:r w:rsidRPr="006535F7">
        <w:rPr>
          <w:sz w:val="28"/>
          <w:szCs w:val="28"/>
        </w:rPr>
        <w:t>муниципальное образование</w:t>
      </w:r>
      <w:r w:rsidR="00A12EBF" w:rsidRPr="006535F7">
        <w:rPr>
          <w:sz w:val="28"/>
          <w:szCs w:val="28"/>
        </w:rPr>
        <w:t xml:space="preserve">, </w:t>
      </w:r>
      <w:r w:rsidRPr="006535F7">
        <w:rPr>
          <w:sz w:val="28"/>
          <w:szCs w:val="28"/>
        </w:rPr>
        <w:t>населенный пункт</w:t>
      </w:r>
      <w:r w:rsidR="00A12EBF" w:rsidRPr="006535F7">
        <w:rPr>
          <w:sz w:val="28"/>
          <w:szCs w:val="28"/>
        </w:rPr>
        <w:t>)</w:t>
      </w:r>
    </w:p>
    <w:p w:rsidR="00D8167B" w:rsidRPr="006535F7" w:rsidRDefault="00D8167B" w:rsidP="00FC6E53">
      <w:pPr>
        <w:rPr>
          <w:sz w:val="28"/>
          <w:szCs w:val="28"/>
        </w:rPr>
      </w:pP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Дата рождения обучающегося: «___» ____</w:t>
      </w:r>
      <w:r w:rsidR="005223B3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_________________________________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Место рождения обучающегося: _____________________________</w:t>
      </w:r>
      <w:r w:rsidR="005223B3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Сведения о родителях (законных представителях) обучающегося: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Мать: ____________________</w:t>
      </w:r>
      <w:r w:rsidR="00BF78AB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________________________________________</w:t>
      </w:r>
      <w:r w:rsidR="00EF3887" w:rsidRPr="006535F7">
        <w:rPr>
          <w:sz w:val="28"/>
          <w:szCs w:val="28"/>
        </w:rPr>
        <w:t>___</w:t>
      </w:r>
    </w:p>
    <w:p w:rsidR="00FC6E53" w:rsidRPr="006535F7" w:rsidRDefault="00BF78AB" w:rsidP="00EF3887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(ф</w:t>
      </w:r>
      <w:r w:rsidR="00FC6E53" w:rsidRPr="006535F7">
        <w:rPr>
          <w:sz w:val="28"/>
          <w:szCs w:val="28"/>
        </w:rPr>
        <w:t>амилия, имя, отчество (последнее – при наличии)</w:t>
      </w:r>
      <w:r w:rsidRPr="006535F7">
        <w:rPr>
          <w:sz w:val="28"/>
          <w:szCs w:val="28"/>
        </w:rPr>
        <w:t>)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Отец: _________________________</w:t>
      </w:r>
      <w:r w:rsidR="00BF78AB" w:rsidRPr="006535F7">
        <w:rPr>
          <w:sz w:val="28"/>
          <w:szCs w:val="28"/>
        </w:rPr>
        <w:t>_</w:t>
      </w:r>
      <w:r w:rsidRPr="006535F7">
        <w:rPr>
          <w:sz w:val="28"/>
          <w:szCs w:val="28"/>
        </w:rPr>
        <w:t>______________________________________</w:t>
      </w:r>
    </w:p>
    <w:p w:rsidR="00BF78AB" w:rsidRPr="006535F7" w:rsidRDefault="00BF78AB" w:rsidP="00BF78AB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(фамилия, имя, отчество (последнее – при наличии))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Адрес места жительства обучающегося:</w:t>
      </w:r>
      <w:r w:rsidR="00BF78AB" w:rsidRPr="006535F7">
        <w:rPr>
          <w:sz w:val="28"/>
          <w:szCs w:val="28"/>
        </w:rPr>
        <w:t>__</w:t>
      </w:r>
      <w:r w:rsidRPr="006535F7">
        <w:rPr>
          <w:sz w:val="28"/>
          <w:szCs w:val="28"/>
        </w:rPr>
        <w:t>____________</w:t>
      </w:r>
      <w:r w:rsidR="00EF3887" w:rsidRPr="006535F7">
        <w:rPr>
          <w:sz w:val="28"/>
          <w:szCs w:val="28"/>
        </w:rPr>
        <w:t>______________________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Адрес места жительства родителей (законных представителей) обучающегося: </w:t>
      </w:r>
      <w:r w:rsidRPr="006535F7">
        <w:rPr>
          <w:sz w:val="28"/>
          <w:szCs w:val="28"/>
        </w:rPr>
        <w:lastRenderedPageBreak/>
        <w:t>________________</w:t>
      </w:r>
      <w:r w:rsidR="00EF3887" w:rsidRPr="006535F7">
        <w:rPr>
          <w:sz w:val="28"/>
          <w:szCs w:val="28"/>
        </w:rPr>
        <w:t>______________________________________________________</w:t>
      </w:r>
    </w:p>
    <w:p w:rsidR="00FC6E53" w:rsidRPr="006535F7" w:rsidRDefault="00FC6E53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______________________________________________________________________</w:t>
      </w:r>
    </w:p>
    <w:p w:rsidR="00FC6E53" w:rsidRPr="006535F7" w:rsidRDefault="00D72814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Контактная информация: </w:t>
      </w:r>
      <w:r w:rsidR="00FC6E53" w:rsidRPr="006535F7">
        <w:rPr>
          <w:sz w:val="28"/>
          <w:szCs w:val="28"/>
        </w:rPr>
        <w:t>телефоны:</w:t>
      </w:r>
      <w:r w:rsidR="00BB3E51" w:rsidRPr="006535F7">
        <w:rPr>
          <w:sz w:val="28"/>
          <w:szCs w:val="28"/>
        </w:rPr>
        <w:t>_______</w:t>
      </w:r>
      <w:r w:rsidR="00FC6E53" w:rsidRPr="006535F7">
        <w:rPr>
          <w:sz w:val="28"/>
          <w:szCs w:val="28"/>
        </w:rPr>
        <w:t>________________________</w:t>
      </w:r>
      <w:r w:rsidR="00EF3887" w:rsidRPr="006535F7">
        <w:rPr>
          <w:sz w:val="28"/>
          <w:szCs w:val="28"/>
        </w:rPr>
        <w:t>________</w:t>
      </w:r>
    </w:p>
    <w:p w:rsidR="00D72814" w:rsidRPr="006535F7" w:rsidRDefault="00D72814" w:rsidP="00FC6E53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______________________________________________________________</w:t>
      </w:r>
      <w:r w:rsidR="00EF3887" w:rsidRPr="006535F7">
        <w:rPr>
          <w:sz w:val="28"/>
          <w:szCs w:val="28"/>
        </w:rPr>
        <w:t>________</w:t>
      </w:r>
    </w:p>
    <w:p w:rsidR="009F55F8" w:rsidRPr="006535F7" w:rsidRDefault="00BB3E51" w:rsidP="009F55F8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(</w:t>
      </w:r>
      <w:r w:rsidR="00D72814" w:rsidRPr="006535F7">
        <w:rPr>
          <w:sz w:val="28"/>
          <w:szCs w:val="28"/>
        </w:rPr>
        <w:t>почтовый и (или) электронный адрес указываются по желанию Заявителя</w:t>
      </w:r>
      <w:r w:rsidRPr="006535F7">
        <w:rPr>
          <w:sz w:val="28"/>
          <w:szCs w:val="28"/>
        </w:rPr>
        <w:t>)</w:t>
      </w:r>
    </w:p>
    <w:p w:rsidR="009F55F8" w:rsidRPr="006535F7" w:rsidRDefault="009F55F8" w:rsidP="009F55F8">
      <w:pPr>
        <w:jc w:val="center"/>
        <w:rPr>
          <w:sz w:val="28"/>
          <w:szCs w:val="28"/>
        </w:rPr>
      </w:pPr>
      <w:r w:rsidRPr="006535F7">
        <w:rPr>
          <w:sz w:val="28"/>
          <w:szCs w:val="28"/>
        </w:rPr>
        <w:t>______________</w:t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  <w:t>______________</w:t>
      </w:r>
      <w:r w:rsidRPr="006535F7">
        <w:rPr>
          <w:sz w:val="28"/>
          <w:szCs w:val="28"/>
        </w:rPr>
        <w:tab/>
      </w:r>
      <w:r w:rsidRPr="006535F7">
        <w:rPr>
          <w:sz w:val="28"/>
          <w:szCs w:val="28"/>
        </w:rPr>
        <w:tab/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</w:t>
      </w:r>
    </w:p>
    <w:p w:rsidR="009F55F8" w:rsidRPr="006535F7" w:rsidRDefault="00BB3E51" w:rsidP="009F55F8">
      <w:pPr>
        <w:rPr>
          <w:sz w:val="28"/>
          <w:szCs w:val="28"/>
        </w:rPr>
      </w:pPr>
      <w:r w:rsidRPr="006535F7">
        <w:rPr>
          <w:sz w:val="28"/>
          <w:szCs w:val="28"/>
        </w:rPr>
        <w:t>д</w:t>
      </w:r>
      <w:r w:rsidR="009F55F8" w:rsidRPr="006535F7">
        <w:rPr>
          <w:sz w:val="28"/>
          <w:szCs w:val="28"/>
        </w:rPr>
        <w:t>ата обращения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п</w:t>
      </w:r>
      <w:r w:rsidR="009F55F8" w:rsidRPr="006535F7">
        <w:rPr>
          <w:sz w:val="28"/>
          <w:szCs w:val="28"/>
        </w:rPr>
        <w:t>одпись Заявителя</w:t>
      </w:r>
      <w:r w:rsidR="00410C7D" w:rsidRPr="006535F7">
        <w:rPr>
          <w:sz w:val="28"/>
          <w:szCs w:val="28"/>
        </w:rPr>
        <w:t xml:space="preserve"> </w:t>
      </w:r>
      <w:r w:rsidR="009F55F8" w:rsidRPr="006535F7">
        <w:rPr>
          <w:sz w:val="28"/>
          <w:szCs w:val="28"/>
        </w:rPr>
        <w:t>Ф</w:t>
      </w:r>
      <w:r w:rsidRPr="006535F7">
        <w:rPr>
          <w:sz w:val="28"/>
          <w:szCs w:val="28"/>
        </w:rPr>
        <w:t>.</w:t>
      </w:r>
      <w:r w:rsidR="009F55F8" w:rsidRPr="006535F7">
        <w:rPr>
          <w:sz w:val="28"/>
          <w:szCs w:val="28"/>
        </w:rPr>
        <w:t>И.О. Заявителя</w:t>
      </w:r>
    </w:p>
    <w:p w:rsidR="00FC6E53" w:rsidRPr="006535F7" w:rsidRDefault="00FC6E53" w:rsidP="00FC6E53">
      <w:pPr>
        <w:rPr>
          <w:sz w:val="28"/>
          <w:szCs w:val="28"/>
        </w:rPr>
      </w:pPr>
    </w:p>
    <w:p w:rsidR="00FC6E53" w:rsidRPr="006535F7" w:rsidRDefault="00410C7D" w:rsidP="00FC6E53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>с Уставом</w:t>
      </w:r>
      <w:r w:rsidR="002A7739" w:rsidRPr="006535F7">
        <w:rPr>
          <w:sz w:val="28"/>
          <w:szCs w:val="28"/>
        </w:rPr>
        <w:t xml:space="preserve"> образовательного учреждения</w:t>
      </w:r>
      <w:r w:rsidR="008C2866" w:rsidRPr="006535F7">
        <w:rPr>
          <w:sz w:val="28"/>
          <w:szCs w:val="28"/>
        </w:rPr>
        <w:t>, с лицензией на осуществление образовательной деятельности, со свидетельством о государственной аккредитации</w:t>
      </w:r>
      <w:r w:rsidRPr="006535F7">
        <w:rPr>
          <w:sz w:val="28"/>
          <w:szCs w:val="28"/>
        </w:rPr>
        <w:t xml:space="preserve"> </w:t>
      </w:r>
      <w:r w:rsidR="008C2866" w:rsidRPr="006535F7">
        <w:rPr>
          <w:sz w:val="28"/>
          <w:szCs w:val="28"/>
        </w:rPr>
        <w:t xml:space="preserve">образовательного учреждения,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</w:t>
      </w:r>
      <w:r w:rsidR="00FC6E53" w:rsidRPr="006535F7">
        <w:rPr>
          <w:sz w:val="28"/>
          <w:szCs w:val="28"/>
        </w:rPr>
        <w:t xml:space="preserve">ОЗНАКОМЛЕН(А). </w:t>
      </w:r>
    </w:p>
    <w:p w:rsidR="00FD323B" w:rsidRPr="006535F7" w:rsidRDefault="00FD323B" w:rsidP="00FC6E53">
      <w:pPr>
        <w:jc w:val="both"/>
        <w:rPr>
          <w:sz w:val="28"/>
          <w:szCs w:val="28"/>
        </w:rPr>
      </w:pPr>
    </w:p>
    <w:p w:rsidR="00D8167B" w:rsidRPr="006535F7" w:rsidRDefault="00D8167B" w:rsidP="00D8167B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_____________________________</w:t>
      </w:r>
    </w:p>
    <w:p w:rsidR="00D8167B" w:rsidRPr="006535F7" w:rsidRDefault="00410C7D" w:rsidP="00D8167B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D8167B" w:rsidRPr="006535F7">
        <w:rPr>
          <w:sz w:val="28"/>
          <w:szCs w:val="28"/>
        </w:rPr>
        <w:t>подпись Заявителя</w:t>
      </w:r>
      <w:r w:rsidRPr="006535F7">
        <w:rPr>
          <w:sz w:val="28"/>
          <w:szCs w:val="28"/>
        </w:rPr>
        <w:t xml:space="preserve"> </w:t>
      </w:r>
      <w:r w:rsidR="00D8167B" w:rsidRPr="006535F7">
        <w:rPr>
          <w:sz w:val="28"/>
          <w:szCs w:val="28"/>
        </w:rPr>
        <w:t>Ф.И.О. Заявителя</w:t>
      </w:r>
    </w:p>
    <w:p w:rsidR="00D8167B" w:rsidRPr="006535F7" w:rsidRDefault="00D8167B" w:rsidP="00FC6E53">
      <w:pPr>
        <w:jc w:val="both"/>
        <w:rPr>
          <w:sz w:val="28"/>
          <w:szCs w:val="28"/>
        </w:rPr>
      </w:pPr>
    </w:p>
    <w:p w:rsidR="00FC6E53" w:rsidRPr="006535F7" w:rsidRDefault="00410C7D" w:rsidP="00FC6E53">
      <w:pPr>
        <w:jc w:val="both"/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FC6E53" w:rsidRPr="006535F7">
        <w:rPr>
          <w:sz w:val="28"/>
          <w:szCs w:val="28"/>
        </w:rPr>
        <w:t>На обработку своих персональных данных и персональных данных своего ребенка</w:t>
      </w:r>
      <w:r w:rsidRPr="006535F7">
        <w:rPr>
          <w:sz w:val="28"/>
          <w:szCs w:val="28"/>
        </w:rPr>
        <w:t xml:space="preserve"> </w:t>
      </w:r>
      <w:r w:rsidR="00FC6E53" w:rsidRPr="006535F7">
        <w:rPr>
          <w:sz w:val="28"/>
          <w:szCs w:val="28"/>
        </w:rPr>
        <w:t>в порядке, установленном законодательством Российской Федерации, СОГЛАСЕН (СОГЛАСНА).</w:t>
      </w:r>
    </w:p>
    <w:p w:rsidR="0046324A" w:rsidRPr="006535F7" w:rsidRDefault="0046324A" w:rsidP="0046324A">
      <w:pPr>
        <w:rPr>
          <w:sz w:val="28"/>
          <w:szCs w:val="28"/>
        </w:rPr>
      </w:pPr>
      <w:r w:rsidRPr="006535F7">
        <w:rPr>
          <w:sz w:val="28"/>
          <w:szCs w:val="28"/>
        </w:rPr>
        <w:t>___________________</w:t>
      </w:r>
      <w:r w:rsidR="00410C7D" w:rsidRPr="006535F7">
        <w:rPr>
          <w:sz w:val="28"/>
          <w:szCs w:val="28"/>
        </w:rPr>
        <w:t xml:space="preserve"> </w:t>
      </w:r>
      <w:r w:rsidRPr="006535F7">
        <w:rPr>
          <w:sz w:val="28"/>
          <w:szCs w:val="28"/>
        </w:rPr>
        <w:t>_____________________________</w:t>
      </w:r>
    </w:p>
    <w:p w:rsidR="0046324A" w:rsidRPr="006535F7" w:rsidRDefault="00410C7D" w:rsidP="0046324A">
      <w:pPr>
        <w:rPr>
          <w:sz w:val="28"/>
          <w:szCs w:val="28"/>
        </w:rPr>
      </w:pPr>
      <w:r w:rsidRPr="006535F7">
        <w:rPr>
          <w:sz w:val="28"/>
          <w:szCs w:val="28"/>
        </w:rPr>
        <w:t xml:space="preserve"> </w:t>
      </w:r>
      <w:r w:rsidR="0046324A" w:rsidRPr="006535F7">
        <w:rPr>
          <w:sz w:val="28"/>
          <w:szCs w:val="28"/>
        </w:rPr>
        <w:t>подпись Заявителя</w:t>
      </w:r>
      <w:r w:rsidRPr="006535F7">
        <w:rPr>
          <w:sz w:val="28"/>
          <w:szCs w:val="28"/>
        </w:rPr>
        <w:t xml:space="preserve"> </w:t>
      </w:r>
      <w:r w:rsidR="0046324A" w:rsidRPr="006535F7">
        <w:rPr>
          <w:sz w:val="28"/>
          <w:szCs w:val="28"/>
        </w:rPr>
        <w:t>Ф.И.О. Заявителя</w:t>
      </w:r>
    </w:p>
    <w:p w:rsidR="008D567A" w:rsidRDefault="00410C7D" w:rsidP="005D2253">
      <w:pPr>
        <w:ind w:left="4820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5D2253">
      <w:pPr>
        <w:ind w:left="4820"/>
        <w:rPr>
          <w:noProof/>
          <w:sz w:val="28"/>
          <w:szCs w:val="28"/>
        </w:rPr>
      </w:pPr>
    </w:p>
    <w:p w:rsidR="00C94B67" w:rsidRDefault="00C94B67" w:rsidP="00022B1B">
      <w:pPr>
        <w:ind w:left="1416"/>
        <w:jc w:val="right"/>
        <w:rPr>
          <w:noProof/>
          <w:sz w:val="28"/>
          <w:szCs w:val="28"/>
        </w:rPr>
      </w:pPr>
    </w:p>
    <w:p w:rsidR="00587A86" w:rsidRPr="006535F7" w:rsidRDefault="00C94B67" w:rsidP="00C94B67">
      <w:pPr>
        <w:tabs>
          <w:tab w:val="left" w:pos="4845"/>
          <w:tab w:val="right" w:pos="9355"/>
        </w:tabs>
        <w:ind w:left="1416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ab/>
        <w:t xml:space="preserve">    </w:t>
      </w:r>
      <w:r w:rsidR="00410C7D" w:rsidRPr="006535F7">
        <w:rPr>
          <w:noProof/>
          <w:sz w:val="28"/>
          <w:szCs w:val="28"/>
        </w:rPr>
        <w:t xml:space="preserve"> </w:t>
      </w:r>
      <w:r w:rsidR="00587A86" w:rsidRPr="006535F7">
        <w:rPr>
          <w:noProof/>
          <w:sz w:val="28"/>
          <w:szCs w:val="28"/>
        </w:rPr>
        <w:t>Приложение № 6</w:t>
      </w:r>
    </w:p>
    <w:p w:rsidR="00587A86" w:rsidRPr="006535F7" w:rsidRDefault="00410C7D" w:rsidP="00022B1B">
      <w:pPr>
        <w:ind w:left="1416"/>
        <w:jc w:val="right"/>
        <w:rPr>
          <w:noProof/>
          <w:sz w:val="28"/>
          <w:szCs w:val="28"/>
        </w:rPr>
      </w:pPr>
      <w:r w:rsidRPr="006535F7">
        <w:rPr>
          <w:noProof/>
          <w:sz w:val="28"/>
          <w:szCs w:val="28"/>
        </w:rPr>
        <w:t xml:space="preserve"> </w:t>
      </w:r>
      <w:r w:rsidR="00587A86" w:rsidRPr="006535F7">
        <w:rPr>
          <w:noProof/>
          <w:sz w:val="28"/>
          <w:szCs w:val="28"/>
        </w:rPr>
        <w:t xml:space="preserve">к </w:t>
      </w:r>
      <w:r w:rsidR="00C94B67">
        <w:rPr>
          <w:noProof/>
          <w:sz w:val="28"/>
          <w:szCs w:val="28"/>
        </w:rPr>
        <w:t>а</w:t>
      </w:r>
      <w:r w:rsidR="00587A86" w:rsidRPr="006535F7">
        <w:rPr>
          <w:noProof/>
          <w:sz w:val="28"/>
          <w:szCs w:val="28"/>
        </w:rPr>
        <w:t>дминистративному регламенту</w:t>
      </w:r>
    </w:p>
    <w:p w:rsidR="000135F3" w:rsidRPr="006535F7" w:rsidRDefault="000135F3" w:rsidP="005D2253">
      <w:pPr>
        <w:ind w:left="1416"/>
        <w:jc w:val="center"/>
        <w:rPr>
          <w:sz w:val="28"/>
          <w:szCs w:val="28"/>
        </w:rPr>
      </w:pPr>
    </w:p>
    <w:p w:rsidR="00D4708C" w:rsidRPr="006535F7" w:rsidRDefault="00D4708C" w:rsidP="005D2253">
      <w:pPr>
        <w:ind w:left="1416"/>
        <w:jc w:val="center"/>
        <w:rPr>
          <w:sz w:val="28"/>
          <w:szCs w:val="28"/>
        </w:rPr>
      </w:pPr>
    </w:p>
    <w:p w:rsidR="00153624" w:rsidRPr="006535F7" w:rsidRDefault="00BC2253" w:rsidP="00230A30">
      <w:pPr>
        <w:jc w:val="center"/>
        <w:rPr>
          <w:b/>
          <w:bCs/>
          <w:sz w:val="28"/>
          <w:szCs w:val="28"/>
        </w:rPr>
      </w:pPr>
      <w:r w:rsidRPr="006535F7">
        <w:rPr>
          <w:b/>
          <w:sz w:val="28"/>
          <w:szCs w:val="28"/>
        </w:rPr>
        <w:t>БЛОК-СХЕМА</w:t>
      </w:r>
      <w:r w:rsidRPr="006535F7">
        <w:rPr>
          <w:b/>
          <w:sz w:val="28"/>
          <w:szCs w:val="28"/>
        </w:rPr>
        <w:br/>
      </w:r>
      <w:r w:rsidRPr="006535F7">
        <w:rPr>
          <w:b/>
          <w:bCs/>
          <w:sz w:val="28"/>
          <w:szCs w:val="28"/>
        </w:rPr>
        <w:t>предоставления муниципальной услуги «</w:t>
      </w:r>
      <w:r w:rsidR="00153624" w:rsidRPr="006535F7">
        <w:rPr>
          <w:b/>
          <w:bCs/>
          <w:sz w:val="28"/>
          <w:szCs w:val="28"/>
        </w:rPr>
        <w:t>Прием заявлений и з</w:t>
      </w:r>
      <w:r w:rsidRPr="006535F7">
        <w:rPr>
          <w:b/>
          <w:bCs/>
          <w:sz w:val="28"/>
          <w:szCs w:val="28"/>
        </w:rPr>
        <w:t xml:space="preserve">ачисление </w:t>
      </w:r>
    </w:p>
    <w:p w:rsidR="005D2253" w:rsidRPr="006535F7" w:rsidRDefault="00BC2253" w:rsidP="00230A30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 xml:space="preserve">в муниципальные </w:t>
      </w:r>
      <w:r w:rsidR="005D2253" w:rsidRPr="006535F7">
        <w:rPr>
          <w:b/>
          <w:bCs/>
          <w:sz w:val="28"/>
          <w:szCs w:val="28"/>
        </w:rPr>
        <w:t>обще</w:t>
      </w:r>
      <w:r w:rsidRPr="006535F7">
        <w:rPr>
          <w:b/>
          <w:bCs/>
          <w:sz w:val="28"/>
          <w:szCs w:val="28"/>
        </w:rPr>
        <w:t xml:space="preserve">образовательные учреждения, </w:t>
      </w:r>
    </w:p>
    <w:p w:rsidR="00BC2253" w:rsidRPr="006535F7" w:rsidRDefault="00BC2253" w:rsidP="00BC2253">
      <w:pPr>
        <w:jc w:val="center"/>
        <w:rPr>
          <w:b/>
          <w:bCs/>
          <w:sz w:val="28"/>
          <w:szCs w:val="28"/>
        </w:rPr>
      </w:pPr>
      <w:r w:rsidRPr="006535F7">
        <w:rPr>
          <w:b/>
          <w:bCs/>
          <w:sz w:val="28"/>
          <w:szCs w:val="28"/>
        </w:rPr>
        <w:t>расположенные на территории</w:t>
      </w:r>
      <w:r w:rsidR="005D2253" w:rsidRPr="006535F7">
        <w:rPr>
          <w:b/>
          <w:bCs/>
          <w:sz w:val="28"/>
          <w:szCs w:val="28"/>
        </w:rPr>
        <w:t xml:space="preserve"> </w:t>
      </w:r>
      <w:r w:rsidR="00A601CB" w:rsidRPr="006535F7">
        <w:rPr>
          <w:b/>
          <w:bCs/>
          <w:sz w:val="28"/>
          <w:szCs w:val="28"/>
        </w:rPr>
        <w:t>Идринского района</w:t>
      </w:r>
      <w:r w:rsidRPr="006535F7">
        <w:rPr>
          <w:b/>
          <w:bCs/>
          <w:sz w:val="28"/>
          <w:szCs w:val="28"/>
        </w:rPr>
        <w:t>»</w:t>
      </w:r>
    </w:p>
    <w:p w:rsidR="000135F3" w:rsidRPr="006535F7" w:rsidRDefault="000135F3" w:rsidP="00BC2253">
      <w:pPr>
        <w:jc w:val="center"/>
        <w:rPr>
          <w:bCs/>
          <w:sz w:val="28"/>
          <w:szCs w:val="28"/>
        </w:rPr>
      </w:pPr>
    </w:p>
    <w:p w:rsidR="00BC2253" w:rsidRPr="006535F7" w:rsidRDefault="00695ABA" w:rsidP="00BC2253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141605</wp:posOffset>
                </wp:positionV>
                <wp:extent cx="2792095" cy="257810"/>
                <wp:effectExtent l="6985" t="8255" r="10795" b="1016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2095" cy="2578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6E2670">
                              <w:rPr>
                                <w:b/>
                                <w:szCs w:val="28"/>
                              </w:rPr>
                              <w:t>Начало</w:t>
                            </w:r>
                          </w:p>
                          <w:p w:rsidR="00FF6F44" w:rsidRPr="00ED7973" w:rsidRDefault="00FF6F44" w:rsidP="00BC225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26" type="#_x0000_t176" style="position:absolute;left:0;text-align:left;margin-left:128.8pt;margin-top:11.15pt;width:219.8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  <w:rPr>
                          <w:b/>
                          <w:szCs w:val="28"/>
                        </w:rPr>
                      </w:pPr>
                      <w:r w:rsidRPr="006E2670">
                        <w:rPr>
                          <w:b/>
                          <w:szCs w:val="28"/>
                        </w:rPr>
                        <w:t>Начало</w:t>
                      </w:r>
                    </w:p>
                    <w:p w:rsidR="00FF6F44" w:rsidRPr="00ED7973" w:rsidRDefault="00FF6F44" w:rsidP="00BC225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253" w:rsidRPr="006535F7" w:rsidRDefault="00BC2253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C2253" w:rsidRPr="006535F7" w:rsidRDefault="00695ABA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line="306" w:lineRule="atLeast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23495</wp:posOffset>
                </wp:positionV>
                <wp:extent cx="0" cy="228600"/>
                <wp:effectExtent l="53340" t="13970" r="60960" b="14605"/>
                <wp:wrapNone/>
                <wp:docPr id="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36.7pt;margin-top:1.85pt;width:0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BC2253" w:rsidRPr="006535F7" w:rsidRDefault="00695ABA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line="306" w:lineRule="atLeast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57785</wp:posOffset>
                </wp:positionV>
                <wp:extent cx="3716020" cy="543560"/>
                <wp:effectExtent l="20955" t="10160" r="25400" b="825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020" cy="543560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заявление, документы Заявителя</w:t>
                            </w:r>
                          </w:p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(пункт 2.7 Административного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utoShape 11" o:spid="_x0000_s1027" type="#_x0000_t111" style="position:absolute;left:0;text-align:left;margin-left:93.9pt;margin-top:4.55pt;width:292.6pt;height:4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заявление, документы Заявителя</w:t>
                      </w:r>
                    </w:p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(пункт 2.7 Административного регламента)</w:t>
                      </w:r>
                    </w:p>
                  </w:txbxContent>
                </v:textbox>
              </v:shape>
            </w:pict>
          </mc:Fallback>
        </mc:AlternateContent>
      </w:r>
    </w:p>
    <w:p w:rsidR="00BC2253" w:rsidRPr="006535F7" w:rsidRDefault="00BC2253" w:rsidP="00BC22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56515</wp:posOffset>
                </wp:positionV>
                <wp:extent cx="635" cy="130810"/>
                <wp:effectExtent l="53975" t="8890" r="59690" b="2222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36pt;margin-top:4.45pt;width:.05pt;height:1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27g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12065</wp:posOffset>
                </wp:positionV>
                <wp:extent cx="3268345" cy="558165"/>
                <wp:effectExtent l="13970" t="12065" r="13335" b="10795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прием и регистрация заявления, документов Заявителя (пункты 3.4, 3.5 Административного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106.85pt;margin-top:.95pt;width:257.35pt;height:4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прием и регистрация заявления, документов Заявителя (пункты 3.4, 3.5 Административного регламента)</w:t>
                      </w:r>
                    </w:p>
                  </w:txbxContent>
                </v:textbox>
              </v:rect>
            </w:pict>
          </mc:Fallback>
        </mc:AlternateContent>
      </w: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44450</wp:posOffset>
                </wp:positionV>
                <wp:extent cx="635" cy="149225"/>
                <wp:effectExtent l="52705" t="6350" r="60960" b="1587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35.15pt;margin-top:3.5pt;width:.05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VH2NQ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18415</wp:posOffset>
                </wp:positionV>
                <wp:extent cx="3268345" cy="419100"/>
                <wp:effectExtent l="13970" t="8890" r="13335" b="1016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83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рассмотрение заявления, документов Заявителя</w:t>
                            </w:r>
                          </w:p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(пункт 3.6 Административного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06.85pt;margin-top:1.45pt;width:257.35pt;height:3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рассмотрение заявления, документов Заявителя</w:t>
                      </w:r>
                    </w:p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(пункт 3.6 Административного регламента)</w:t>
                      </w:r>
                    </w:p>
                  </w:txbxContent>
                </v:textbox>
              </v:rect>
            </w:pict>
          </mc:Fallback>
        </mc:AlternateContent>
      </w: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2986405</wp:posOffset>
                </wp:positionH>
                <wp:positionV relativeFrom="paragraph">
                  <wp:posOffset>106045</wp:posOffset>
                </wp:positionV>
                <wp:extent cx="0" cy="182880"/>
                <wp:effectExtent l="52705" t="10795" r="61595" b="1587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235.15pt;margin-top:8.35pt;width:0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59690</wp:posOffset>
                </wp:positionV>
                <wp:extent cx="4010025" cy="1664335"/>
                <wp:effectExtent l="24765" t="12065" r="22860" b="952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166433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2C0D9B">
                            <w:pPr>
                              <w:jc w:val="center"/>
                            </w:pPr>
                            <w:r w:rsidRPr="006E2670">
                              <w:t xml:space="preserve">наличие оснований </w:t>
                            </w:r>
                          </w:p>
                          <w:p w:rsidR="00FF6F44" w:rsidRPr="006E2670" w:rsidRDefault="00FF6F44" w:rsidP="002C0D9B">
                            <w:pPr>
                              <w:jc w:val="center"/>
                            </w:pPr>
                            <w:r w:rsidRPr="006E2670">
                              <w:t xml:space="preserve">для отказа в предоставлении муниципальной услуги </w:t>
                            </w:r>
                          </w:p>
                          <w:p w:rsidR="00FF6F44" w:rsidRPr="00B23F3A" w:rsidRDefault="00FF6F44" w:rsidP="002C0D9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E2670">
                              <w:t>(пункт 2.14.1 Административного регламента</w:t>
                            </w:r>
                            <w:r w:rsidRPr="00B23F3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7" o:spid="_x0000_s1030" type="#_x0000_t110" style="position:absolute;margin-left:67.95pt;margin-top:4.7pt;width:315.75pt;height:131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">
                <v:textbox>
                  <w:txbxContent>
                    <w:p w:rsidR="00FF6F44" w:rsidRPr="006E2670" w:rsidRDefault="00FF6F44" w:rsidP="002C0D9B">
                      <w:pPr>
                        <w:jc w:val="center"/>
                      </w:pPr>
                      <w:r w:rsidRPr="006E2670">
                        <w:t xml:space="preserve">наличие оснований </w:t>
                      </w:r>
                    </w:p>
                    <w:p w:rsidR="00FF6F44" w:rsidRPr="006E2670" w:rsidRDefault="00FF6F44" w:rsidP="002C0D9B">
                      <w:pPr>
                        <w:jc w:val="center"/>
                      </w:pPr>
                      <w:r w:rsidRPr="006E2670">
                        <w:t xml:space="preserve">для отказа в предоставлении муниципальной услуги </w:t>
                      </w:r>
                    </w:p>
                    <w:p w:rsidR="00FF6F44" w:rsidRPr="00B23F3A" w:rsidRDefault="00FF6F44" w:rsidP="002C0D9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E2670">
                        <w:t>(пункт 2.14.1 Административного регламента</w:t>
                      </w:r>
                      <w:r w:rsidRPr="00B23F3A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410C7D" w:rsidP="00BC2253">
      <w:pPr>
        <w:rPr>
          <w:rFonts w:eastAsia="Calibri"/>
          <w:color w:val="000000"/>
          <w:sz w:val="28"/>
          <w:szCs w:val="28"/>
          <w:lang w:eastAsia="en-US"/>
        </w:rPr>
      </w:pPr>
      <w:r w:rsidRPr="006535F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>Да</w:t>
      </w:r>
      <w:r w:rsidRPr="006535F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ab/>
      </w:r>
      <w:r w:rsidRPr="006535F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2253" w:rsidRPr="006535F7">
        <w:rPr>
          <w:rFonts w:eastAsia="Calibri"/>
          <w:color w:val="000000"/>
          <w:sz w:val="28"/>
          <w:szCs w:val="28"/>
          <w:lang w:eastAsia="en-US"/>
        </w:rPr>
        <w:t>Нет</w:t>
      </w:r>
    </w:p>
    <w:p w:rsidR="00BC2253" w:rsidRPr="006535F7" w:rsidRDefault="00695ABA" w:rsidP="00BC2253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5662930</wp:posOffset>
                </wp:positionH>
                <wp:positionV relativeFrom="paragraph">
                  <wp:posOffset>5715</wp:posOffset>
                </wp:positionV>
                <wp:extent cx="635" cy="1002665"/>
                <wp:effectExtent l="52705" t="5715" r="60960" b="2032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02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45.9pt;margin-top:.45pt;width:.05pt;height:78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5715</wp:posOffset>
                </wp:positionV>
                <wp:extent cx="0" cy="1002665"/>
                <wp:effectExtent l="60325" t="5715" r="53975" b="2032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2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1pt;margin-top:.45pt;width:0;height:7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nYMgIAAF4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">
                <v:stroke endarrow="block"/>
              </v:shape>
            </w:pict>
          </mc:Fallback>
        </mc:AlternateContent>
      </w: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5715</wp:posOffset>
                </wp:positionV>
                <wp:extent cx="789940" cy="0"/>
                <wp:effectExtent l="5715" t="5715" r="13970" b="1333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83.7pt;margin-top:.45pt;width:62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0M8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"/>
            </w:pict>
          </mc:Fallback>
        </mc:AlternateContent>
      </w:r>
      <w:r>
        <w:rPr>
          <w:rFonts w:eastAsia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5715</wp:posOffset>
                </wp:positionV>
                <wp:extent cx="469265" cy="0"/>
                <wp:effectExtent l="12700" t="5715" r="13335" b="1333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1pt;margin-top:.45pt;width:36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HwD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"/>
            </w:pict>
          </mc:Fallback>
        </mc:AlternateContent>
      </w:r>
    </w:p>
    <w:p w:rsidR="00BC2253" w:rsidRPr="006535F7" w:rsidRDefault="00BC2253" w:rsidP="00BC2253">
      <w:pPr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tabs>
          <w:tab w:val="left" w:pos="900"/>
        </w:tabs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tabs>
          <w:tab w:val="left" w:pos="900"/>
        </w:tabs>
        <w:rPr>
          <w:rFonts w:eastAsia="Calibri"/>
          <w:color w:val="000000"/>
          <w:sz w:val="28"/>
          <w:szCs w:val="28"/>
          <w:lang w:eastAsia="en-US"/>
        </w:rPr>
      </w:pPr>
    </w:p>
    <w:p w:rsidR="00BC2253" w:rsidRPr="006535F7" w:rsidRDefault="00BC2253" w:rsidP="00BC2253">
      <w:pPr>
        <w:widowControl w:val="0"/>
        <w:tabs>
          <w:tab w:val="left" w:pos="0"/>
        </w:tabs>
        <w:autoSpaceDE w:val="0"/>
        <w:autoSpaceDN w:val="0"/>
        <w:adjustRightInd w:val="0"/>
        <w:ind w:left="254" w:hanging="254"/>
        <w:jc w:val="both"/>
        <w:rPr>
          <w:sz w:val="28"/>
          <w:szCs w:val="28"/>
        </w:rPr>
      </w:pPr>
    </w:p>
    <w:p w:rsidR="00BC2253" w:rsidRPr="006535F7" w:rsidRDefault="00695ABA" w:rsidP="00BC2253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>
        <w:rPr>
          <w:rFonts w:eastAsia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132080</wp:posOffset>
                </wp:positionV>
                <wp:extent cx="2962275" cy="1343660"/>
                <wp:effectExtent l="12700" t="8255" r="6350" b="1016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ответ Заявителю в письменной форме об отказе в зачислении обучающегося в образовательное учреждение с указанием причины и рекомендацией обратиться непосредственно в Отдел образования для решения вопроса о зачислении ребенка в другое образовательное учреждение (пункт 3.6 Административного регламента)</w:t>
                            </w:r>
                          </w:p>
                          <w:p w:rsidR="00FF6F44" w:rsidRPr="00FF3B19" w:rsidRDefault="00FF6F44" w:rsidP="00BC225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left:0;text-align:left;margin-left:-55.25pt;margin-top:10.4pt;width:233.25pt;height:105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ответ Заявителю в письменной форме об отказе в зачислении обучающегося в образовательное учреждение с указанием причины и рекомендацией обратиться непосредственно в Отдел образования для решения вопроса о зачислении ребенка в другое образовательное учреждение (пункт 3.6 Административного регламента)</w:t>
                      </w:r>
                    </w:p>
                    <w:p w:rsidR="00FF6F44" w:rsidRPr="00FF3B19" w:rsidRDefault="00FF6F44" w:rsidP="00BC2253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132080</wp:posOffset>
                </wp:positionV>
                <wp:extent cx="2857500" cy="810260"/>
                <wp:effectExtent l="12700" t="8255" r="6350" b="1016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 xml:space="preserve">издание распорядительного акта </w:t>
                            </w:r>
                          </w:p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 xml:space="preserve">о зачислении обучающегося </w:t>
                            </w:r>
                          </w:p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в образовательное учреждение</w:t>
                            </w:r>
                          </w:p>
                          <w:p w:rsidR="00FF6F44" w:rsidRPr="006E2670" w:rsidRDefault="00FF6F44" w:rsidP="00BC2253">
                            <w:pPr>
                              <w:jc w:val="center"/>
                            </w:pPr>
                            <w:r w:rsidRPr="006E2670">
                              <w:t>(пункт 3.7 Административного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267.25pt;margin-top:10.4pt;width:225pt;height:6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 xml:space="preserve">издание распорядительного акта </w:t>
                      </w:r>
                    </w:p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 xml:space="preserve">о зачислении обучающегося </w:t>
                      </w:r>
                    </w:p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в образовательное учреждение</w:t>
                      </w:r>
                    </w:p>
                    <w:p w:rsidR="00FF6F44" w:rsidRPr="006E2670" w:rsidRDefault="00FF6F44" w:rsidP="00BC2253">
                      <w:pPr>
                        <w:jc w:val="center"/>
                      </w:pPr>
                      <w:r w:rsidRPr="006E2670">
                        <w:t>(пункт 3.7 Административного регламента)</w:t>
                      </w:r>
                    </w:p>
                  </w:txbxContent>
                </v:textbox>
              </v:rect>
            </w:pict>
          </mc:Fallback>
        </mc:AlternateContent>
      </w:r>
    </w:p>
    <w:p w:rsidR="00BC2253" w:rsidRPr="006535F7" w:rsidRDefault="00BC2253" w:rsidP="00BC2253">
      <w:pPr>
        <w:widowControl w:val="0"/>
        <w:tabs>
          <w:tab w:val="left" w:pos="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</w:p>
    <w:p w:rsidR="00BC2253" w:rsidRPr="006535F7" w:rsidRDefault="00BC2253" w:rsidP="00BC2253">
      <w:pPr>
        <w:widowControl w:val="0"/>
        <w:tabs>
          <w:tab w:val="left" w:pos="0"/>
        </w:tabs>
        <w:autoSpaceDE w:val="0"/>
        <w:autoSpaceDN w:val="0"/>
        <w:adjustRightInd w:val="0"/>
        <w:ind w:left="254" w:hanging="254"/>
        <w:rPr>
          <w:sz w:val="28"/>
          <w:szCs w:val="28"/>
        </w:rPr>
      </w:pPr>
    </w:p>
    <w:p w:rsidR="00BC2253" w:rsidRPr="006535F7" w:rsidRDefault="00BC2253" w:rsidP="00BC2253">
      <w:pPr>
        <w:widowControl w:val="0"/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</w:p>
    <w:p w:rsidR="00BC2253" w:rsidRPr="006535F7" w:rsidRDefault="00BC2253" w:rsidP="00BC2253">
      <w:pPr>
        <w:widowControl w:val="0"/>
        <w:tabs>
          <w:tab w:val="left" w:pos="0"/>
        </w:tabs>
        <w:autoSpaceDE w:val="0"/>
        <w:autoSpaceDN w:val="0"/>
        <w:adjustRightInd w:val="0"/>
        <w:ind w:left="254" w:hanging="254"/>
        <w:jc w:val="both"/>
        <w:rPr>
          <w:sz w:val="28"/>
          <w:szCs w:val="28"/>
        </w:rPr>
      </w:pPr>
    </w:p>
    <w:p w:rsidR="00BC2253" w:rsidRPr="006535F7" w:rsidRDefault="00695ABA" w:rsidP="00BC2253">
      <w:pPr>
        <w:widowControl w:val="0"/>
        <w:tabs>
          <w:tab w:val="left" w:pos="0"/>
        </w:tabs>
        <w:autoSpaceDE w:val="0"/>
        <w:autoSpaceDN w:val="0"/>
        <w:adjustRightInd w:val="0"/>
        <w:ind w:left="254" w:hanging="25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20320</wp:posOffset>
                </wp:positionV>
                <wp:extent cx="1113155" cy="772795"/>
                <wp:effectExtent l="44450" t="10795" r="13970" b="54610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3155" cy="772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11.75pt;margin-top:1.6pt;width:87.65pt;height:60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BC2253" w:rsidRPr="006535F7" w:rsidRDefault="00BC2253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253" w:rsidRPr="006535F7" w:rsidRDefault="00695ABA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line="306" w:lineRule="atLeas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88265</wp:posOffset>
                </wp:positionV>
                <wp:extent cx="608330" cy="354330"/>
                <wp:effectExtent l="12700" t="12065" r="45720" b="5270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30" cy="354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78pt;margin-top:6.95pt;width:47.9pt;height:27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BC2253" w:rsidRPr="006535F7" w:rsidRDefault="00695ABA" w:rsidP="00BC2253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line="306" w:lineRule="atLeas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2364740</wp:posOffset>
                </wp:positionH>
                <wp:positionV relativeFrom="paragraph">
                  <wp:posOffset>248285</wp:posOffset>
                </wp:positionV>
                <wp:extent cx="2012950" cy="328930"/>
                <wp:effectExtent l="12065" t="10160" r="13335" b="1333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0" cy="3289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F44" w:rsidRPr="006E2670" w:rsidRDefault="00FF6F44" w:rsidP="00BC2253">
                            <w:pPr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6E2670">
                              <w:rPr>
                                <w:b/>
                                <w:szCs w:val="28"/>
                              </w:rPr>
                              <w:t xml:space="preserve"> Конец</w:t>
                            </w:r>
                          </w:p>
                          <w:p w:rsidR="00FF6F44" w:rsidRPr="00ED7973" w:rsidRDefault="00FF6F44" w:rsidP="00BC225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3" type="#_x0000_t176" style="position:absolute;left:0;text-align:left;margin-left:186.2pt;margin-top:19.55pt;width:158.5pt;height:2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">
                <v:textbox>
                  <w:txbxContent>
                    <w:p w:rsidR="00FF6F44" w:rsidRPr="006E2670" w:rsidRDefault="00FF6F44" w:rsidP="00BC2253">
                      <w:pPr>
                        <w:jc w:val="center"/>
                        <w:rPr>
                          <w:b/>
                          <w:szCs w:val="28"/>
                        </w:rPr>
                      </w:pPr>
                      <w:r w:rsidRPr="006E2670">
                        <w:rPr>
                          <w:b/>
                          <w:szCs w:val="28"/>
                        </w:rPr>
                        <w:t xml:space="preserve"> Конец</w:t>
                      </w:r>
                    </w:p>
                    <w:p w:rsidR="00FF6F44" w:rsidRPr="00ED7973" w:rsidRDefault="00FF6F44" w:rsidP="00BC225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C2253" w:rsidRPr="006535F7" w:rsidSect="003C4D61">
      <w:headerReference w:type="even" r:id="rId28"/>
      <w:footnotePr>
        <w:pos w:val="beneathText"/>
      </w:footnotePr>
      <w:pgSz w:w="11907" w:h="16840"/>
      <w:pgMar w:top="1134" w:right="851" w:bottom="85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D67" w:rsidRDefault="008D5D67">
      <w:r>
        <w:separator/>
      </w:r>
    </w:p>
  </w:endnote>
  <w:endnote w:type="continuationSeparator" w:id="0">
    <w:p w:rsidR="008D5D67" w:rsidRDefault="008D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D67" w:rsidRDefault="008D5D67">
      <w:r>
        <w:separator/>
      </w:r>
    </w:p>
  </w:footnote>
  <w:footnote w:type="continuationSeparator" w:id="0">
    <w:p w:rsidR="008D5D67" w:rsidRDefault="008D5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F44" w:rsidRDefault="00FF6F44" w:rsidP="007D489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FF6F44" w:rsidRDefault="00FF6F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E0F3C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F534B4"/>
    <w:multiLevelType w:val="multilevel"/>
    <w:tmpl w:val="2CCE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0E272C"/>
    <w:multiLevelType w:val="hybridMultilevel"/>
    <w:tmpl w:val="03DA3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13DDE"/>
    <w:multiLevelType w:val="hybridMultilevel"/>
    <w:tmpl w:val="7D4AE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117E"/>
    <w:multiLevelType w:val="hybridMultilevel"/>
    <w:tmpl w:val="F29E542A"/>
    <w:lvl w:ilvl="0" w:tplc="02221CDE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5AF6B18"/>
    <w:multiLevelType w:val="multilevel"/>
    <w:tmpl w:val="FF9A7D0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b/>
        <w:color w:val="auto"/>
        <w:sz w:val="28"/>
      </w:rPr>
    </w:lvl>
    <w:lvl w:ilvl="1">
      <w:start w:val="1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  <w:b/>
        <w:color w:val="auto"/>
        <w:sz w:val="28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  <w:b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  <w:b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  <w:sz w:val="28"/>
      </w:rPr>
    </w:lvl>
  </w:abstractNum>
  <w:abstractNum w:abstractNumId="6">
    <w:nsid w:val="3AA21BCB"/>
    <w:multiLevelType w:val="hybridMultilevel"/>
    <w:tmpl w:val="CF7C6E0A"/>
    <w:lvl w:ilvl="0" w:tplc="A48CFB86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EB27F3C"/>
    <w:multiLevelType w:val="hybridMultilevel"/>
    <w:tmpl w:val="C256177E"/>
    <w:lvl w:ilvl="0" w:tplc="D79640A8">
      <w:start w:val="1"/>
      <w:numFmt w:val="decimal"/>
      <w:lvlText w:val="%1.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479109C"/>
    <w:multiLevelType w:val="hybridMultilevel"/>
    <w:tmpl w:val="97C00F74"/>
    <w:lvl w:ilvl="0" w:tplc="25C8F0A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59940CA8">
      <w:numFmt w:val="none"/>
      <w:lvlText w:val=""/>
      <w:lvlJc w:val="left"/>
      <w:pPr>
        <w:tabs>
          <w:tab w:val="num" w:pos="360"/>
        </w:tabs>
      </w:pPr>
    </w:lvl>
    <w:lvl w:ilvl="2" w:tplc="E33CF7AE">
      <w:numFmt w:val="none"/>
      <w:lvlText w:val=""/>
      <w:lvlJc w:val="left"/>
      <w:pPr>
        <w:tabs>
          <w:tab w:val="num" w:pos="360"/>
        </w:tabs>
      </w:pPr>
    </w:lvl>
    <w:lvl w:ilvl="3" w:tplc="5F50EE6E">
      <w:numFmt w:val="none"/>
      <w:lvlText w:val=""/>
      <w:lvlJc w:val="left"/>
      <w:pPr>
        <w:tabs>
          <w:tab w:val="num" w:pos="360"/>
        </w:tabs>
      </w:pPr>
    </w:lvl>
    <w:lvl w:ilvl="4" w:tplc="7132159A">
      <w:numFmt w:val="none"/>
      <w:lvlText w:val=""/>
      <w:lvlJc w:val="left"/>
      <w:pPr>
        <w:tabs>
          <w:tab w:val="num" w:pos="360"/>
        </w:tabs>
      </w:pPr>
    </w:lvl>
    <w:lvl w:ilvl="5" w:tplc="3B708F28">
      <w:numFmt w:val="none"/>
      <w:lvlText w:val=""/>
      <w:lvlJc w:val="left"/>
      <w:pPr>
        <w:tabs>
          <w:tab w:val="num" w:pos="360"/>
        </w:tabs>
      </w:pPr>
    </w:lvl>
    <w:lvl w:ilvl="6" w:tplc="60D09616">
      <w:numFmt w:val="none"/>
      <w:lvlText w:val=""/>
      <w:lvlJc w:val="left"/>
      <w:pPr>
        <w:tabs>
          <w:tab w:val="num" w:pos="360"/>
        </w:tabs>
      </w:pPr>
    </w:lvl>
    <w:lvl w:ilvl="7" w:tplc="623611EE">
      <w:numFmt w:val="none"/>
      <w:lvlText w:val=""/>
      <w:lvlJc w:val="left"/>
      <w:pPr>
        <w:tabs>
          <w:tab w:val="num" w:pos="360"/>
        </w:tabs>
      </w:pPr>
    </w:lvl>
    <w:lvl w:ilvl="8" w:tplc="481A7C9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10C0DB2"/>
    <w:multiLevelType w:val="hybridMultilevel"/>
    <w:tmpl w:val="46A6B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B41FAB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11">
    <w:nsid w:val="5E1474C6"/>
    <w:multiLevelType w:val="singleLevel"/>
    <w:tmpl w:val="598CA39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1997CC8"/>
    <w:multiLevelType w:val="hybridMultilevel"/>
    <w:tmpl w:val="9BBAA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951759"/>
    <w:multiLevelType w:val="hybridMultilevel"/>
    <w:tmpl w:val="A06E0B6E"/>
    <w:lvl w:ilvl="0" w:tplc="2A80D19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6A353812"/>
    <w:multiLevelType w:val="multilevel"/>
    <w:tmpl w:val="F41214F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5">
    <w:nsid w:val="6A8D6C68"/>
    <w:multiLevelType w:val="hybridMultilevel"/>
    <w:tmpl w:val="28AEE088"/>
    <w:lvl w:ilvl="0" w:tplc="3DB0D5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25FA3C58">
      <w:numFmt w:val="none"/>
      <w:lvlText w:val=""/>
      <w:lvlJc w:val="left"/>
      <w:pPr>
        <w:tabs>
          <w:tab w:val="num" w:pos="360"/>
        </w:tabs>
      </w:pPr>
    </w:lvl>
    <w:lvl w:ilvl="2" w:tplc="4704C9CC">
      <w:numFmt w:val="none"/>
      <w:lvlText w:val=""/>
      <w:lvlJc w:val="left"/>
      <w:pPr>
        <w:tabs>
          <w:tab w:val="num" w:pos="360"/>
        </w:tabs>
      </w:pPr>
    </w:lvl>
    <w:lvl w:ilvl="3" w:tplc="2F88D544">
      <w:numFmt w:val="none"/>
      <w:lvlText w:val=""/>
      <w:lvlJc w:val="left"/>
      <w:pPr>
        <w:tabs>
          <w:tab w:val="num" w:pos="360"/>
        </w:tabs>
      </w:pPr>
    </w:lvl>
    <w:lvl w:ilvl="4" w:tplc="0AEC6DE2">
      <w:numFmt w:val="none"/>
      <w:lvlText w:val=""/>
      <w:lvlJc w:val="left"/>
      <w:pPr>
        <w:tabs>
          <w:tab w:val="num" w:pos="360"/>
        </w:tabs>
      </w:pPr>
    </w:lvl>
    <w:lvl w:ilvl="5" w:tplc="F62C99DC">
      <w:numFmt w:val="none"/>
      <w:lvlText w:val=""/>
      <w:lvlJc w:val="left"/>
      <w:pPr>
        <w:tabs>
          <w:tab w:val="num" w:pos="360"/>
        </w:tabs>
      </w:pPr>
    </w:lvl>
    <w:lvl w:ilvl="6" w:tplc="FA6A7CD8">
      <w:numFmt w:val="none"/>
      <w:lvlText w:val=""/>
      <w:lvlJc w:val="left"/>
      <w:pPr>
        <w:tabs>
          <w:tab w:val="num" w:pos="360"/>
        </w:tabs>
      </w:pPr>
    </w:lvl>
    <w:lvl w:ilvl="7" w:tplc="01BA7BFA">
      <w:numFmt w:val="none"/>
      <w:lvlText w:val=""/>
      <w:lvlJc w:val="left"/>
      <w:pPr>
        <w:tabs>
          <w:tab w:val="num" w:pos="360"/>
        </w:tabs>
      </w:pPr>
    </w:lvl>
    <w:lvl w:ilvl="8" w:tplc="B61E104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C3D3191"/>
    <w:multiLevelType w:val="hybridMultilevel"/>
    <w:tmpl w:val="8A44D474"/>
    <w:lvl w:ilvl="0" w:tplc="D666A4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086273D"/>
    <w:multiLevelType w:val="hybridMultilevel"/>
    <w:tmpl w:val="777C7620"/>
    <w:lvl w:ilvl="0" w:tplc="C4FA2BE6">
      <w:start w:val="1"/>
      <w:numFmt w:val="decimal"/>
      <w:lvlText w:val="%1."/>
      <w:lvlJc w:val="left"/>
      <w:pPr>
        <w:tabs>
          <w:tab w:val="num" w:pos="1050"/>
        </w:tabs>
        <w:ind w:left="10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8">
    <w:nsid w:val="765734DC"/>
    <w:multiLevelType w:val="hybridMultilevel"/>
    <w:tmpl w:val="0D526488"/>
    <w:lvl w:ilvl="0" w:tplc="7318D9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9C60517"/>
    <w:multiLevelType w:val="singleLevel"/>
    <w:tmpl w:val="DA0802CA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7"/>
  </w:num>
  <w:num w:numId="6">
    <w:abstractNumId w:val="11"/>
  </w:num>
  <w:num w:numId="7">
    <w:abstractNumId w:val="17"/>
  </w:num>
  <w:num w:numId="8">
    <w:abstractNumId w:val="6"/>
  </w:num>
  <w:num w:numId="9">
    <w:abstractNumId w:val="2"/>
  </w:num>
  <w:num w:numId="10">
    <w:abstractNumId w:val="13"/>
  </w:num>
  <w:num w:numId="11">
    <w:abstractNumId w:val="19"/>
  </w:num>
  <w:num w:numId="12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5"/>
  </w:num>
  <w:num w:numId="15">
    <w:abstractNumId w:val="9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2D"/>
    <w:rsid w:val="000006BF"/>
    <w:rsid w:val="00004728"/>
    <w:rsid w:val="00004E66"/>
    <w:rsid w:val="00005C67"/>
    <w:rsid w:val="000069D8"/>
    <w:rsid w:val="00010B2C"/>
    <w:rsid w:val="00011465"/>
    <w:rsid w:val="00012338"/>
    <w:rsid w:val="000126CE"/>
    <w:rsid w:val="00012A36"/>
    <w:rsid w:val="000135F3"/>
    <w:rsid w:val="00015BF9"/>
    <w:rsid w:val="00021E45"/>
    <w:rsid w:val="00022B1B"/>
    <w:rsid w:val="00025D55"/>
    <w:rsid w:val="0002713E"/>
    <w:rsid w:val="000323D8"/>
    <w:rsid w:val="000327A6"/>
    <w:rsid w:val="00034BD2"/>
    <w:rsid w:val="000357E8"/>
    <w:rsid w:val="000359E6"/>
    <w:rsid w:val="00037AB5"/>
    <w:rsid w:val="00044376"/>
    <w:rsid w:val="00044E31"/>
    <w:rsid w:val="00045696"/>
    <w:rsid w:val="00047BCD"/>
    <w:rsid w:val="00051609"/>
    <w:rsid w:val="000614C6"/>
    <w:rsid w:val="00063283"/>
    <w:rsid w:val="00063607"/>
    <w:rsid w:val="00074F44"/>
    <w:rsid w:val="000801F9"/>
    <w:rsid w:val="00080A7A"/>
    <w:rsid w:val="00080BEA"/>
    <w:rsid w:val="00080D8C"/>
    <w:rsid w:val="0008239F"/>
    <w:rsid w:val="00082D2E"/>
    <w:rsid w:val="00083265"/>
    <w:rsid w:val="00085C53"/>
    <w:rsid w:val="00086957"/>
    <w:rsid w:val="00090234"/>
    <w:rsid w:val="000913C7"/>
    <w:rsid w:val="0009169D"/>
    <w:rsid w:val="00092648"/>
    <w:rsid w:val="00092A14"/>
    <w:rsid w:val="0009441D"/>
    <w:rsid w:val="000951E1"/>
    <w:rsid w:val="00097ED3"/>
    <w:rsid w:val="000A0871"/>
    <w:rsid w:val="000A1709"/>
    <w:rsid w:val="000A3088"/>
    <w:rsid w:val="000A4E9D"/>
    <w:rsid w:val="000A65AA"/>
    <w:rsid w:val="000A7FB2"/>
    <w:rsid w:val="000B1F3C"/>
    <w:rsid w:val="000B6594"/>
    <w:rsid w:val="000B76F0"/>
    <w:rsid w:val="000C0FBE"/>
    <w:rsid w:val="000C526F"/>
    <w:rsid w:val="000D42C4"/>
    <w:rsid w:val="000E007D"/>
    <w:rsid w:val="000E23B0"/>
    <w:rsid w:val="000E24FA"/>
    <w:rsid w:val="000E2572"/>
    <w:rsid w:val="000E3C36"/>
    <w:rsid w:val="000E3DC8"/>
    <w:rsid w:val="000E5B96"/>
    <w:rsid w:val="000E746F"/>
    <w:rsid w:val="000F0665"/>
    <w:rsid w:val="000F717B"/>
    <w:rsid w:val="00102B79"/>
    <w:rsid w:val="00105A37"/>
    <w:rsid w:val="00112095"/>
    <w:rsid w:val="001159EC"/>
    <w:rsid w:val="00123671"/>
    <w:rsid w:val="00124125"/>
    <w:rsid w:val="00130823"/>
    <w:rsid w:val="00133357"/>
    <w:rsid w:val="0013430D"/>
    <w:rsid w:val="00134F1B"/>
    <w:rsid w:val="00135DA4"/>
    <w:rsid w:val="001361CF"/>
    <w:rsid w:val="00136BFD"/>
    <w:rsid w:val="00140244"/>
    <w:rsid w:val="00140A83"/>
    <w:rsid w:val="00144CAA"/>
    <w:rsid w:val="00152C1A"/>
    <w:rsid w:val="00153624"/>
    <w:rsid w:val="0015436A"/>
    <w:rsid w:val="00154D14"/>
    <w:rsid w:val="0015611E"/>
    <w:rsid w:val="00157654"/>
    <w:rsid w:val="00160715"/>
    <w:rsid w:val="00163370"/>
    <w:rsid w:val="001634EB"/>
    <w:rsid w:val="001637FD"/>
    <w:rsid w:val="00164AEA"/>
    <w:rsid w:val="00165D02"/>
    <w:rsid w:val="001669B4"/>
    <w:rsid w:val="00166FF5"/>
    <w:rsid w:val="001676D8"/>
    <w:rsid w:val="00174FCD"/>
    <w:rsid w:val="0017621C"/>
    <w:rsid w:val="0017644A"/>
    <w:rsid w:val="00180899"/>
    <w:rsid w:val="00183552"/>
    <w:rsid w:val="00184891"/>
    <w:rsid w:val="00184F81"/>
    <w:rsid w:val="001850B1"/>
    <w:rsid w:val="00185181"/>
    <w:rsid w:val="00186609"/>
    <w:rsid w:val="0019731C"/>
    <w:rsid w:val="001A0268"/>
    <w:rsid w:val="001A042A"/>
    <w:rsid w:val="001A0774"/>
    <w:rsid w:val="001A0BD6"/>
    <w:rsid w:val="001A1791"/>
    <w:rsid w:val="001A2BF6"/>
    <w:rsid w:val="001A62F3"/>
    <w:rsid w:val="001A6598"/>
    <w:rsid w:val="001A6F0D"/>
    <w:rsid w:val="001A7712"/>
    <w:rsid w:val="001B0D8C"/>
    <w:rsid w:val="001B0E23"/>
    <w:rsid w:val="001B22EA"/>
    <w:rsid w:val="001B434C"/>
    <w:rsid w:val="001B6059"/>
    <w:rsid w:val="001B7EDB"/>
    <w:rsid w:val="001C0097"/>
    <w:rsid w:val="001C1DB1"/>
    <w:rsid w:val="001C1E7D"/>
    <w:rsid w:val="001C24AA"/>
    <w:rsid w:val="001C3B61"/>
    <w:rsid w:val="001C3BF5"/>
    <w:rsid w:val="001C4261"/>
    <w:rsid w:val="001C4717"/>
    <w:rsid w:val="001C4F2F"/>
    <w:rsid w:val="001D75AF"/>
    <w:rsid w:val="001E2469"/>
    <w:rsid w:val="001E2795"/>
    <w:rsid w:val="001E2F94"/>
    <w:rsid w:val="001E3089"/>
    <w:rsid w:val="001E361D"/>
    <w:rsid w:val="001E42F4"/>
    <w:rsid w:val="001E7933"/>
    <w:rsid w:val="001F0A53"/>
    <w:rsid w:val="001F12A8"/>
    <w:rsid w:val="001F24D9"/>
    <w:rsid w:val="0020086A"/>
    <w:rsid w:val="002036CE"/>
    <w:rsid w:val="002037A5"/>
    <w:rsid w:val="002069AE"/>
    <w:rsid w:val="00213C80"/>
    <w:rsid w:val="00215237"/>
    <w:rsid w:val="00217DCC"/>
    <w:rsid w:val="00217F74"/>
    <w:rsid w:val="00222530"/>
    <w:rsid w:val="00222641"/>
    <w:rsid w:val="00223A54"/>
    <w:rsid w:val="00224C1E"/>
    <w:rsid w:val="00226534"/>
    <w:rsid w:val="00230A30"/>
    <w:rsid w:val="00232C65"/>
    <w:rsid w:val="002354AA"/>
    <w:rsid w:val="00236A28"/>
    <w:rsid w:val="00236DA1"/>
    <w:rsid w:val="00240147"/>
    <w:rsid w:val="002413AF"/>
    <w:rsid w:val="00243354"/>
    <w:rsid w:val="00245076"/>
    <w:rsid w:val="002450B9"/>
    <w:rsid w:val="0024599D"/>
    <w:rsid w:val="002468BA"/>
    <w:rsid w:val="00250156"/>
    <w:rsid w:val="00250575"/>
    <w:rsid w:val="00253D77"/>
    <w:rsid w:val="00260698"/>
    <w:rsid w:val="002626AA"/>
    <w:rsid w:val="00263042"/>
    <w:rsid w:val="002631DE"/>
    <w:rsid w:val="002632D4"/>
    <w:rsid w:val="002645AD"/>
    <w:rsid w:val="00265F50"/>
    <w:rsid w:val="0026653E"/>
    <w:rsid w:val="00266B69"/>
    <w:rsid w:val="002703FE"/>
    <w:rsid w:val="00272F03"/>
    <w:rsid w:val="0027372F"/>
    <w:rsid w:val="002751B8"/>
    <w:rsid w:val="002753BF"/>
    <w:rsid w:val="00280FB6"/>
    <w:rsid w:val="0028164E"/>
    <w:rsid w:val="00284494"/>
    <w:rsid w:val="00284A0A"/>
    <w:rsid w:val="00285DC9"/>
    <w:rsid w:val="002877DE"/>
    <w:rsid w:val="00290B13"/>
    <w:rsid w:val="00291D5E"/>
    <w:rsid w:val="00293D69"/>
    <w:rsid w:val="00296320"/>
    <w:rsid w:val="00297C07"/>
    <w:rsid w:val="00297C7F"/>
    <w:rsid w:val="002A7739"/>
    <w:rsid w:val="002A7773"/>
    <w:rsid w:val="002B4FB4"/>
    <w:rsid w:val="002C0D9B"/>
    <w:rsid w:val="002C3CDD"/>
    <w:rsid w:val="002C52B9"/>
    <w:rsid w:val="002C6581"/>
    <w:rsid w:val="002C70DB"/>
    <w:rsid w:val="002C7A9E"/>
    <w:rsid w:val="002D0436"/>
    <w:rsid w:val="002D10D8"/>
    <w:rsid w:val="002D1721"/>
    <w:rsid w:val="002D6324"/>
    <w:rsid w:val="002E050A"/>
    <w:rsid w:val="002E0A71"/>
    <w:rsid w:val="002E28C8"/>
    <w:rsid w:val="002E3ED9"/>
    <w:rsid w:val="002E5612"/>
    <w:rsid w:val="002E619F"/>
    <w:rsid w:val="002F20F4"/>
    <w:rsid w:val="002F2E66"/>
    <w:rsid w:val="003004AE"/>
    <w:rsid w:val="00304106"/>
    <w:rsid w:val="003062FA"/>
    <w:rsid w:val="00311A2B"/>
    <w:rsid w:val="00311E1B"/>
    <w:rsid w:val="00314237"/>
    <w:rsid w:val="00315CF6"/>
    <w:rsid w:val="00316512"/>
    <w:rsid w:val="00317D03"/>
    <w:rsid w:val="0032634B"/>
    <w:rsid w:val="00327328"/>
    <w:rsid w:val="00327B57"/>
    <w:rsid w:val="00330DDD"/>
    <w:rsid w:val="00330EFE"/>
    <w:rsid w:val="003317BB"/>
    <w:rsid w:val="00332082"/>
    <w:rsid w:val="00334889"/>
    <w:rsid w:val="00334F25"/>
    <w:rsid w:val="003366B0"/>
    <w:rsid w:val="00336E4A"/>
    <w:rsid w:val="00342272"/>
    <w:rsid w:val="0034254C"/>
    <w:rsid w:val="00342A95"/>
    <w:rsid w:val="00343C42"/>
    <w:rsid w:val="00343C83"/>
    <w:rsid w:val="00344D81"/>
    <w:rsid w:val="00345633"/>
    <w:rsid w:val="003537D7"/>
    <w:rsid w:val="00356C70"/>
    <w:rsid w:val="00357F88"/>
    <w:rsid w:val="0036272E"/>
    <w:rsid w:val="0036306D"/>
    <w:rsid w:val="0036561C"/>
    <w:rsid w:val="00371880"/>
    <w:rsid w:val="00372F20"/>
    <w:rsid w:val="00374324"/>
    <w:rsid w:val="00376654"/>
    <w:rsid w:val="00381E47"/>
    <w:rsid w:val="00385725"/>
    <w:rsid w:val="003862C9"/>
    <w:rsid w:val="0038764A"/>
    <w:rsid w:val="003903DF"/>
    <w:rsid w:val="0039072C"/>
    <w:rsid w:val="00391973"/>
    <w:rsid w:val="00395A3A"/>
    <w:rsid w:val="003A03CF"/>
    <w:rsid w:val="003A60A2"/>
    <w:rsid w:val="003B02C3"/>
    <w:rsid w:val="003B4711"/>
    <w:rsid w:val="003C23B5"/>
    <w:rsid w:val="003C3C17"/>
    <w:rsid w:val="003C450B"/>
    <w:rsid w:val="003C47AA"/>
    <w:rsid w:val="003C4D61"/>
    <w:rsid w:val="003C5169"/>
    <w:rsid w:val="003C52C4"/>
    <w:rsid w:val="003C7241"/>
    <w:rsid w:val="003D3DC6"/>
    <w:rsid w:val="003D695A"/>
    <w:rsid w:val="003E00B1"/>
    <w:rsid w:val="003E0F08"/>
    <w:rsid w:val="003E2022"/>
    <w:rsid w:val="003E21B6"/>
    <w:rsid w:val="003E32AB"/>
    <w:rsid w:val="003E582A"/>
    <w:rsid w:val="003E5CAB"/>
    <w:rsid w:val="003F0C7C"/>
    <w:rsid w:val="003F5D19"/>
    <w:rsid w:val="003F62F7"/>
    <w:rsid w:val="004001C6"/>
    <w:rsid w:val="004017A8"/>
    <w:rsid w:val="004035FC"/>
    <w:rsid w:val="00403C6E"/>
    <w:rsid w:val="00404C3E"/>
    <w:rsid w:val="00404E23"/>
    <w:rsid w:val="00407A2D"/>
    <w:rsid w:val="00410C7D"/>
    <w:rsid w:val="00414D41"/>
    <w:rsid w:val="004152E4"/>
    <w:rsid w:val="00415336"/>
    <w:rsid w:val="004154E9"/>
    <w:rsid w:val="00422432"/>
    <w:rsid w:val="00423533"/>
    <w:rsid w:val="0042411F"/>
    <w:rsid w:val="00430466"/>
    <w:rsid w:val="0043118C"/>
    <w:rsid w:val="00431D7E"/>
    <w:rsid w:val="0043357F"/>
    <w:rsid w:val="004358AA"/>
    <w:rsid w:val="004359F6"/>
    <w:rsid w:val="004401B5"/>
    <w:rsid w:val="00440735"/>
    <w:rsid w:val="00440AD4"/>
    <w:rsid w:val="0044379A"/>
    <w:rsid w:val="00446BBC"/>
    <w:rsid w:val="00452486"/>
    <w:rsid w:val="00457AE6"/>
    <w:rsid w:val="00457D51"/>
    <w:rsid w:val="0046324A"/>
    <w:rsid w:val="00463938"/>
    <w:rsid w:val="004657A6"/>
    <w:rsid w:val="00465F35"/>
    <w:rsid w:val="00467B80"/>
    <w:rsid w:val="00470A90"/>
    <w:rsid w:val="00470AA4"/>
    <w:rsid w:val="00473745"/>
    <w:rsid w:val="00473E49"/>
    <w:rsid w:val="00475D26"/>
    <w:rsid w:val="00476A48"/>
    <w:rsid w:val="0047720D"/>
    <w:rsid w:val="0047764C"/>
    <w:rsid w:val="00481532"/>
    <w:rsid w:val="00483172"/>
    <w:rsid w:val="004831B0"/>
    <w:rsid w:val="004865E9"/>
    <w:rsid w:val="00487A22"/>
    <w:rsid w:val="0049066E"/>
    <w:rsid w:val="00493D7D"/>
    <w:rsid w:val="004945A5"/>
    <w:rsid w:val="00494952"/>
    <w:rsid w:val="004A0691"/>
    <w:rsid w:val="004A5689"/>
    <w:rsid w:val="004A5DF8"/>
    <w:rsid w:val="004A6476"/>
    <w:rsid w:val="004A7707"/>
    <w:rsid w:val="004B748E"/>
    <w:rsid w:val="004C3540"/>
    <w:rsid w:val="004C49DA"/>
    <w:rsid w:val="004C5B1E"/>
    <w:rsid w:val="004C646F"/>
    <w:rsid w:val="004D0101"/>
    <w:rsid w:val="004D47BB"/>
    <w:rsid w:val="004D72A8"/>
    <w:rsid w:val="004E0354"/>
    <w:rsid w:val="004E0433"/>
    <w:rsid w:val="004E1809"/>
    <w:rsid w:val="004E33A5"/>
    <w:rsid w:val="004E591F"/>
    <w:rsid w:val="004F0A9B"/>
    <w:rsid w:val="004F0CDA"/>
    <w:rsid w:val="004F4B98"/>
    <w:rsid w:val="004F6719"/>
    <w:rsid w:val="004F6FD9"/>
    <w:rsid w:val="0050289B"/>
    <w:rsid w:val="00507878"/>
    <w:rsid w:val="00510249"/>
    <w:rsid w:val="00510B75"/>
    <w:rsid w:val="00510D3C"/>
    <w:rsid w:val="00515F8B"/>
    <w:rsid w:val="0051640D"/>
    <w:rsid w:val="005164B4"/>
    <w:rsid w:val="00520736"/>
    <w:rsid w:val="005223B3"/>
    <w:rsid w:val="005237C8"/>
    <w:rsid w:val="00526421"/>
    <w:rsid w:val="00526AFF"/>
    <w:rsid w:val="005342F5"/>
    <w:rsid w:val="00535476"/>
    <w:rsid w:val="00535811"/>
    <w:rsid w:val="00536124"/>
    <w:rsid w:val="0053666B"/>
    <w:rsid w:val="00540319"/>
    <w:rsid w:val="00542A15"/>
    <w:rsid w:val="005431A1"/>
    <w:rsid w:val="00546692"/>
    <w:rsid w:val="00546A2B"/>
    <w:rsid w:val="00546FA0"/>
    <w:rsid w:val="005509F8"/>
    <w:rsid w:val="00553B97"/>
    <w:rsid w:val="00557252"/>
    <w:rsid w:val="00561178"/>
    <w:rsid w:val="005613DE"/>
    <w:rsid w:val="005623FE"/>
    <w:rsid w:val="00563AF9"/>
    <w:rsid w:val="0056528E"/>
    <w:rsid w:val="00566CDE"/>
    <w:rsid w:val="00567AC3"/>
    <w:rsid w:val="005722AA"/>
    <w:rsid w:val="00574291"/>
    <w:rsid w:val="00582C6C"/>
    <w:rsid w:val="00583B38"/>
    <w:rsid w:val="0058466C"/>
    <w:rsid w:val="005879B3"/>
    <w:rsid w:val="00587A86"/>
    <w:rsid w:val="005930EB"/>
    <w:rsid w:val="0059369C"/>
    <w:rsid w:val="00595513"/>
    <w:rsid w:val="005A6481"/>
    <w:rsid w:val="005A69F8"/>
    <w:rsid w:val="005B4017"/>
    <w:rsid w:val="005B426C"/>
    <w:rsid w:val="005B5CB3"/>
    <w:rsid w:val="005B6C19"/>
    <w:rsid w:val="005B72AF"/>
    <w:rsid w:val="005B7767"/>
    <w:rsid w:val="005B7C0F"/>
    <w:rsid w:val="005C00AD"/>
    <w:rsid w:val="005C1563"/>
    <w:rsid w:val="005C2474"/>
    <w:rsid w:val="005C26BC"/>
    <w:rsid w:val="005C6132"/>
    <w:rsid w:val="005D03E2"/>
    <w:rsid w:val="005D221E"/>
    <w:rsid w:val="005D2253"/>
    <w:rsid w:val="005D4292"/>
    <w:rsid w:val="005D4C23"/>
    <w:rsid w:val="005D5DC4"/>
    <w:rsid w:val="005D6A33"/>
    <w:rsid w:val="005D73E9"/>
    <w:rsid w:val="005E1ED6"/>
    <w:rsid w:val="005E24F5"/>
    <w:rsid w:val="005E5060"/>
    <w:rsid w:val="005E78D0"/>
    <w:rsid w:val="005F065A"/>
    <w:rsid w:val="005F081D"/>
    <w:rsid w:val="005F1692"/>
    <w:rsid w:val="005F410C"/>
    <w:rsid w:val="005F466F"/>
    <w:rsid w:val="005F479F"/>
    <w:rsid w:val="005F4E7B"/>
    <w:rsid w:val="0060449C"/>
    <w:rsid w:val="006057E2"/>
    <w:rsid w:val="00605CA2"/>
    <w:rsid w:val="00606450"/>
    <w:rsid w:val="00607FA7"/>
    <w:rsid w:val="00610DFC"/>
    <w:rsid w:val="00612E47"/>
    <w:rsid w:val="006150D3"/>
    <w:rsid w:val="00616DA8"/>
    <w:rsid w:val="00620B24"/>
    <w:rsid w:val="00620BBD"/>
    <w:rsid w:val="00622E3D"/>
    <w:rsid w:val="00623BF0"/>
    <w:rsid w:val="00623F79"/>
    <w:rsid w:val="00625774"/>
    <w:rsid w:val="00626211"/>
    <w:rsid w:val="00626391"/>
    <w:rsid w:val="006267FD"/>
    <w:rsid w:val="0063446D"/>
    <w:rsid w:val="0063448F"/>
    <w:rsid w:val="00641B38"/>
    <w:rsid w:val="00642296"/>
    <w:rsid w:val="00647297"/>
    <w:rsid w:val="00651608"/>
    <w:rsid w:val="00652688"/>
    <w:rsid w:val="006531C7"/>
    <w:rsid w:val="006535F7"/>
    <w:rsid w:val="00654A4F"/>
    <w:rsid w:val="00657AA2"/>
    <w:rsid w:val="00660387"/>
    <w:rsid w:val="00660ED7"/>
    <w:rsid w:val="0066239D"/>
    <w:rsid w:val="006636F6"/>
    <w:rsid w:val="006653B9"/>
    <w:rsid w:val="00665AA4"/>
    <w:rsid w:val="00666B15"/>
    <w:rsid w:val="00676FA5"/>
    <w:rsid w:val="00677E7F"/>
    <w:rsid w:val="006811F3"/>
    <w:rsid w:val="00684D2B"/>
    <w:rsid w:val="00685A8C"/>
    <w:rsid w:val="006868EB"/>
    <w:rsid w:val="00687A3E"/>
    <w:rsid w:val="00691DCB"/>
    <w:rsid w:val="006926BE"/>
    <w:rsid w:val="00692D7C"/>
    <w:rsid w:val="006931AB"/>
    <w:rsid w:val="0069464C"/>
    <w:rsid w:val="00695ABA"/>
    <w:rsid w:val="00696405"/>
    <w:rsid w:val="006A0039"/>
    <w:rsid w:val="006A01C0"/>
    <w:rsid w:val="006A0CB0"/>
    <w:rsid w:val="006A46A3"/>
    <w:rsid w:val="006A4775"/>
    <w:rsid w:val="006A7F1A"/>
    <w:rsid w:val="006B1CCF"/>
    <w:rsid w:val="006B21C1"/>
    <w:rsid w:val="006B44BE"/>
    <w:rsid w:val="006B492E"/>
    <w:rsid w:val="006B6244"/>
    <w:rsid w:val="006C2E81"/>
    <w:rsid w:val="006C3A40"/>
    <w:rsid w:val="006C5D67"/>
    <w:rsid w:val="006C70AD"/>
    <w:rsid w:val="006C7B5B"/>
    <w:rsid w:val="006C7F99"/>
    <w:rsid w:val="006D1424"/>
    <w:rsid w:val="006D38AE"/>
    <w:rsid w:val="006D4A75"/>
    <w:rsid w:val="006D71C2"/>
    <w:rsid w:val="006D7D7C"/>
    <w:rsid w:val="006E1427"/>
    <w:rsid w:val="006E1BCF"/>
    <w:rsid w:val="006E2670"/>
    <w:rsid w:val="006E2A24"/>
    <w:rsid w:val="006E3F18"/>
    <w:rsid w:val="006E69E9"/>
    <w:rsid w:val="006E7887"/>
    <w:rsid w:val="006F1542"/>
    <w:rsid w:val="006F1E20"/>
    <w:rsid w:val="006F3427"/>
    <w:rsid w:val="006F411D"/>
    <w:rsid w:val="006F4791"/>
    <w:rsid w:val="006F6541"/>
    <w:rsid w:val="00702F5F"/>
    <w:rsid w:val="0070360E"/>
    <w:rsid w:val="007050FA"/>
    <w:rsid w:val="00705432"/>
    <w:rsid w:val="00706712"/>
    <w:rsid w:val="007167B4"/>
    <w:rsid w:val="00723F02"/>
    <w:rsid w:val="00727AFD"/>
    <w:rsid w:val="00734FF8"/>
    <w:rsid w:val="007354D0"/>
    <w:rsid w:val="00736AF4"/>
    <w:rsid w:val="00743468"/>
    <w:rsid w:val="00743ADC"/>
    <w:rsid w:val="00743B7C"/>
    <w:rsid w:val="00744C45"/>
    <w:rsid w:val="007502B9"/>
    <w:rsid w:val="00751124"/>
    <w:rsid w:val="00751185"/>
    <w:rsid w:val="00751BCF"/>
    <w:rsid w:val="00764707"/>
    <w:rsid w:val="0077034A"/>
    <w:rsid w:val="00771440"/>
    <w:rsid w:val="00772CFC"/>
    <w:rsid w:val="0077471C"/>
    <w:rsid w:val="00781F63"/>
    <w:rsid w:val="00783071"/>
    <w:rsid w:val="00783A55"/>
    <w:rsid w:val="00784309"/>
    <w:rsid w:val="0078587B"/>
    <w:rsid w:val="00790566"/>
    <w:rsid w:val="00790739"/>
    <w:rsid w:val="007916BE"/>
    <w:rsid w:val="00795246"/>
    <w:rsid w:val="007965BA"/>
    <w:rsid w:val="007969C6"/>
    <w:rsid w:val="007A336A"/>
    <w:rsid w:val="007A3398"/>
    <w:rsid w:val="007B1383"/>
    <w:rsid w:val="007B4162"/>
    <w:rsid w:val="007B5B56"/>
    <w:rsid w:val="007B61F1"/>
    <w:rsid w:val="007C656B"/>
    <w:rsid w:val="007C7339"/>
    <w:rsid w:val="007D414C"/>
    <w:rsid w:val="007D489C"/>
    <w:rsid w:val="007D6C61"/>
    <w:rsid w:val="007E027B"/>
    <w:rsid w:val="007E05A1"/>
    <w:rsid w:val="007E2291"/>
    <w:rsid w:val="007E2B82"/>
    <w:rsid w:val="007E3A17"/>
    <w:rsid w:val="007E4655"/>
    <w:rsid w:val="007E4AA8"/>
    <w:rsid w:val="007E5490"/>
    <w:rsid w:val="007E6CF9"/>
    <w:rsid w:val="007F08F1"/>
    <w:rsid w:val="007F125E"/>
    <w:rsid w:val="007F3715"/>
    <w:rsid w:val="007F57DA"/>
    <w:rsid w:val="007F59EB"/>
    <w:rsid w:val="007F5DD6"/>
    <w:rsid w:val="00802163"/>
    <w:rsid w:val="0080350E"/>
    <w:rsid w:val="00806640"/>
    <w:rsid w:val="0081033F"/>
    <w:rsid w:val="00810AA9"/>
    <w:rsid w:val="008115B1"/>
    <w:rsid w:val="00812B46"/>
    <w:rsid w:val="00813B79"/>
    <w:rsid w:val="00813CCE"/>
    <w:rsid w:val="00815C8D"/>
    <w:rsid w:val="0081628D"/>
    <w:rsid w:val="0081782C"/>
    <w:rsid w:val="0082392E"/>
    <w:rsid w:val="00826B56"/>
    <w:rsid w:val="008307FC"/>
    <w:rsid w:val="00831BC2"/>
    <w:rsid w:val="00834D4C"/>
    <w:rsid w:val="00835407"/>
    <w:rsid w:val="00842D00"/>
    <w:rsid w:val="00843BE4"/>
    <w:rsid w:val="00843CC4"/>
    <w:rsid w:val="008458C2"/>
    <w:rsid w:val="00846BCA"/>
    <w:rsid w:val="00854512"/>
    <w:rsid w:val="00862FF3"/>
    <w:rsid w:val="00870B7A"/>
    <w:rsid w:val="00871534"/>
    <w:rsid w:val="00872282"/>
    <w:rsid w:val="0087358C"/>
    <w:rsid w:val="0087398F"/>
    <w:rsid w:val="00876119"/>
    <w:rsid w:val="00877397"/>
    <w:rsid w:val="008812DC"/>
    <w:rsid w:val="0088675F"/>
    <w:rsid w:val="0088780B"/>
    <w:rsid w:val="00887F82"/>
    <w:rsid w:val="00891710"/>
    <w:rsid w:val="00892778"/>
    <w:rsid w:val="00895222"/>
    <w:rsid w:val="008A178C"/>
    <w:rsid w:val="008A2779"/>
    <w:rsid w:val="008A3655"/>
    <w:rsid w:val="008A3960"/>
    <w:rsid w:val="008A7A2C"/>
    <w:rsid w:val="008B02B7"/>
    <w:rsid w:val="008B4F67"/>
    <w:rsid w:val="008B5DCB"/>
    <w:rsid w:val="008B7087"/>
    <w:rsid w:val="008B7AFD"/>
    <w:rsid w:val="008C0507"/>
    <w:rsid w:val="008C07F2"/>
    <w:rsid w:val="008C0C64"/>
    <w:rsid w:val="008C1AEC"/>
    <w:rsid w:val="008C2866"/>
    <w:rsid w:val="008C4128"/>
    <w:rsid w:val="008C513D"/>
    <w:rsid w:val="008C5F57"/>
    <w:rsid w:val="008C6D4D"/>
    <w:rsid w:val="008C7853"/>
    <w:rsid w:val="008C78D8"/>
    <w:rsid w:val="008C7E16"/>
    <w:rsid w:val="008D0B7C"/>
    <w:rsid w:val="008D23DE"/>
    <w:rsid w:val="008D3DB3"/>
    <w:rsid w:val="008D567A"/>
    <w:rsid w:val="008D5D67"/>
    <w:rsid w:val="008D7178"/>
    <w:rsid w:val="008E2378"/>
    <w:rsid w:val="008E741B"/>
    <w:rsid w:val="008F0FA9"/>
    <w:rsid w:val="008F46D9"/>
    <w:rsid w:val="008F741F"/>
    <w:rsid w:val="008F7B49"/>
    <w:rsid w:val="0090427B"/>
    <w:rsid w:val="009049D1"/>
    <w:rsid w:val="0090743F"/>
    <w:rsid w:val="00907738"/>
    <w:rsid w:val="009108B8"/>
    <w:rsid w:val="0091240D"/>
    <w:rsid w:val="00912968"/>
    <w:rsid w:val="00913B68"/>
    <w:rsid w:val="0091440D"/>
    <w:rsid w:val="00923674"/>
    <w:rsid w:val="009264A0"/>
    <w:rsid w:val="00927B59"/>
    <w:rsid w:val="009306CC"/>
    <w:rsid w:val="00930733"/>
    <w:rsid w:val="00931213"/>
    <w:rsid w:val="00932721"/>
    <w:rsid w:val="009334C3"/>
    <w:rsid w:val="00935520"/>
    <w:rsid w:val="00941C20"/>
    <w:rsid w:val="009449A5"/>
    <w:rsid w:val="00950213"/>
    <w:rsid w:val="00950F40"/>
    <w:rsid w:val="009539F7"/>
    <w:rsid w:val="0095590B"/>
    <w:rsid w:val="00961564"/>
    <w:rsid w:val="009675AF"/>
    <w:rsid w:val="00972443"/>
    <w:rsid w:val="00973364"/>
    <w:rsid w:val="00981746"/>
    <w:rsid w:val="0098208B"/>
    <w:rsid w:val="00982AF1"/>
    <w:rsid w:val="00984BF1"/>
    <w:rsid w:val="00985404"/>
    <w:rsid w:val="00990720"/>
    <w:rsid w:val="009969C1"/>
    <w:rsid w:val="00996E97"/>
    <w:rsid w:val="009A0811"/>
    <w:rsid w:val="009A4D15"/>
    <w:rsid w:val="009A79E4"/>
    <w:rsid w:val="009B0E11"/>
    <w:rsid w:val="009B2CDF"/>
    <w:rsid w:val="009B2FC5"/>
    <w:rsid w:val="009B3087"/>
    <w:rsid w:val="009B3D80"/>
    <w:rsid w:val="009B4310"/>
    <w:rsid w:val="009B794F"/>
    <w:rsid w:val="009C0BAE"/>
    <w:rsid w:val="009C132C"/>
    <w:rsid w:val="009C298A"/>
    <w:rsid w:val="009C594A"/>
    <w:rsid w:val="009C78DD"/>
    <w:rsid w:val="009C7AD5"/>
    <w:rsid w:val="009D2157"/>
    <w:rsid w:val="009D21E1"/>
    <w:rsid w:val="009D31D3"/>
    <w:rsid w:val="009D493C"/>
    <w:rsid w:val="009D59CC"/>
    <w:rsid w:val="009E3806"/>
    <w:rsid w:val="009E4623"/>
    <w:rsid w:val="009E4BEF"/>
    <w:rsid w:val="009F0ADB"/>
    <w:rsid w:val="009F1157"/>
    <w:rsid w:val="009F17C1"/>
    <w:rsid w:val="009F2554"/>
    <w:rsid w:val="009F55F8"/>
    <w:rsid w:val="009F654D"/>
    <w:rsid w:val="009F7540"/>
    <w:rsid w:val="009F781F"/>
    <w:rsid w:val="00A0039B"/>
    <w:rsid w:val="00A028F0"/>
    <w:rsid w:val="00A052EB"/>
    <w:rsid w:val="00A05607"/>
    <w:rsid w:val="00A05D00"/>
    <w:rsid w:val="00A05F5F"/>
    <w:rsid w:val="00A101B2"/>
    <w:rsid w:val="00A12EBF"/>
    <w:rsid w:val="00A1429D"/>
    <w:rsid w:val="00A158A3"/>
    <w:rsid w:val="00A16665"/>
    <w:rsid w:val="00A17FE6"/>
    <w:rsid w:val="00A26563"/>
    <w:rsid w:val="00A34F3B"/>
    <w:rsid w:val="00A357F2"/>
    <w:rsid w:val="00A358E2"/>
    <w:rsid w:val="00A3690E"/>
    <w:rsid w:val="00A37970"/>
    <w:rsid w:val="00A41265"/>
    <w:rsid w:val="00A419B7"/>
    <w:rsid w:val="00A43197"/>
    <w:rsid w:val="00A46E3E"/>
    <w:rsid w:val="00A50B93"/>
    <w:rsid w:val="00A516ED"/>
    <w:rsid w:val="00A517BA"/>
    <w:rsid w:val="00A538C0"/>
    <w:rsid w:val="00A55B98"/>
    <w:rsid w:val="00A601CB"/>
    <w:rsid w:val="00A61B20"/>
    <w:rsid w:val="00A62487"/>
    <w:rsid w:val="00A66AFA"/>
    <w:rsid w:val="00A67A46"/>
    <w:rsid w:val="00A707CA"/>
    <w:rsid w:val="00A7464E"/>
    <w:rsid w:val="00A80336"/>
    <w:rsid w:val="00A80EB8"/>
    <w:rsid w:val="00A816F6"/>
    <w:rsid w:val="00A85713"/>
    <w:rsid w:val="00A8652E"/>
    <w:rsid w:val="00A967D3"/>
    <w:rsid w:val="00AA175E"/>
    <w:rsid w:val="00AA1B69"/>
    <w:rsid w:val="00AA2306"/>
    <w:rsid w:val="00AA3851"/>
    <w:rsid w:val="00AA44BF"/>
    <w:rsid w:val="00AA7EEF"/>
    <w:rsid w:val="00AA7F06"/>
    <w:rsid w:val="00AB2A31"/>
    <w:rsid w:val="00AB5E98"/>
    <w:rsid w:val="00AC0C34"/>
    <w:rsid w:val="00AC1EB1"/>
    <w:rsid w:val="00AC2137"/>
    <w:rsid w:val="00AC24A2"/>
    <w:rsid w:val="00AC29D4"/>
    <w:rsid w:val="00AC5765"/>
    <w:rsid w:val="00AC5C0C"/>
    <w:rsid w:val="00AC5FD8"/>
    <w:rsid w:val="00AD0939"/>
    <w:rsid w:val="00AD10C9"/>
    <w:rsid w:val="00AD3A29"/>
    <w:rsid w:val="00AD60A6"/>
    <w:rsid w:val="00AE04B3"/>
    <w:rsid w:val="00AE283E"/>
    <w:rsid w:val="00AE325A"/>
    <w:rsid w:val="00AE4FB1"/>
    <w:rsid w:val="00AE6A8C"/>
    <w:rsid w:val="00AE6E99"/>
    <w:rsid w:val="00AF1C0A"/>
    <w:rsid w:val="00AF1FC2"/>
    <w:rsid w:val="00AF2FFA"/>
    <w:rsid w:val="00AF502A"/>
    <w:rsid w:val="00AF7942"/>
    <w:rsid w:val="00B00092"/>
    <w:rsid w:val="00B016F6"/>
    <w:rsid w:val="00B02A89"/>
    <w:rsid w:val="00B02F9A"/>
    <w:rsid w:val="00B03764"/>
    <w:rsid w:val="00B0413A"/>
    <w:rsid w:val="00B04C96"/>
    <w:rsid w:val="00B06E77"/>
    <w:rsid w:val="00B17C49"/>
    <w:rsid w:val="00B200A7"/>
    <w:rsid w:val="00B2238D"/>
    <w:rsid w:val="00B2295E"/>
    <w:rsid w:val="00B23F3A"/>
    <w:rsid w:val="00B2449F"/>
    <w:rsid w:val="00B30B34"/>
    <w:rsid w:val="00B30EB4"/>
    <w:rsid w:val="00B31426"/>
    <w:rsid w:val="00B31C7B"/>
    <w:rsid w:val="00B321DD"/>
    <w:rsid w:val="00B334E9"/>
    <w:rsid w:val="00B4030E"/>
    <w:rsid w:val="00B4080F"/>
    <w:rsid w:val="00B418D9"/>
    <w:rsid w:val="00B4557D"/>
    <w:rsid w:val="00B45655"/>
    <w:rsid w:val="00B47EA4"/>
    <w:rsid w:val="00B53101"/>
    <w:rsid w:val="00B601CB"/>
    <w:rsid w:val="00B615D9"/>
    <w:rsid w:val="00B62E25"/>
    <w:rsid w:val="00B65DBD"/>
    <w:rsid w:val="00B67C6C"/>
    <w:rsid w:val="00B733A5"/>
    <w:rsid w:val="00B805E8"/>
    <w:rsid w:val="00B815DB"/>
    <w:rsid w:val="00B8458E"/>
    <w:rsid w:val="00B90362"/>
    <w:rsid w:val="00B91A1A"/>
    <w:rsid w:val="00B924B3"/>
    <w:rsid w:val="00B92904"/>
    <w:rsid w:val="00B93D1A"/>
    <w:rsid w:val="00B96660"/>
    <w:rsid w:val="00B9736B"/>
    <w:rsid w:val="00BA1EAB"/>
    <w:rsid w:val="00BA442A"/>
    <w:rsid w:val="00BA46B4"/>
    <w:rsid w:val="00BA539D"/>
    <w:rsid w:val="00BA5621"/>
    <w:rsid w:val="00BA575B"/>
    <w:rsid w:val="00BB180C"/>
    <w:rsid w:val="00BB2249"/>
    <w:rsid w:val="00BB3E51"/>
    <w:rsid w:val="00BC2253"/>
    <w:rsid w:val="00BC6868"/>
    <w:rsid w:val="00BC7A54"/>
    <w:rsid w:val="00BD0C33"/>
    <w:rsid w:val="00BD11B7"/>
    <w:rsid w:val="00BD2897"/>
    <w:rsid w:val="00BD4CF4"/>
    <w:rsid w:val="00BD7A48"/>
    <w:rsid w:val="00BD7C4C"/>
    <w:rsid w:val="00BD7CBF"/>
    <w:rsid w:val="00BE2591"/>
    <w:rsid w:val="00BE444D"/>
    <w:rsid w:val="00BE5B52"/>
    <w:rsid w:val="00BF2792"/>
    <w:rsid w:val="00BF55AE"/>
    <w:rsid w:val="00BF7451"/>
    <w:rsid w:val="00BF78AB"/>
    <w:rsid w:val="00C003A3"/>
    <w:rsid w:val="00C00B51"/>
    <w:rsid w:val="00C02E13"/>
    <w:rsid w:val="00C033CA"/>
    <w:rsid w:val="00C11C09"/>
    <w:rsid w:val="00C151FC"/>
    <w:rsid w:val="00C166EF"/>
    <w:rsid w:val="00C17C3A"/>
    <w:rsid w:val="00C204A6"/>
    <w:rsid w:val="00C2526D"/>
    <w:rsid w:val="00C27F0E"/>
    <w:rsid w:val="00C303AE"/>
    <w:rsid w:val="00C31A5E"/>
    <w:rsid w:val="00C33883"/>
    <w:rsid w:val="00C4517B"/>
    <w:rsid w:val="00C45209"/>
    <w:rsid w:val="00C45BA7"/>
    <w:rsid w:val="00C50234"/>
    <w:rsid w:val="00C50FE4"/>
    <w:rsid w:val="00C518EE"/>
    <w:rsid w:val="00C549A3"/>
    <w:rsid w:val="00C54BC4"/>
    <w:rsid w:val="00C600AA"/>
    <w:rsid w:val="00C61234"/>
    <w:rsid w:val="00C64BFD"/>
    <w:rsid w:val="00C65F2D"/>
    <w:rsid w:val="00C6640B"/>
    <w:rsid w:val="00C66B10"/>
    <w:rsid w:val="00C726AA"/>
    <w:rsid w:val="00C74393"/>
    <w:rsid w:val="00C80F56"/>
    <w:rsid w:val="00C8174E"/>
    <w:rsid w:val="00C81AF0"/>
    <w:rsid w:val="00C82249"/>
    <w:rsid w:val="00C85C3C"/>
    <w:rsid w:val="00C91B57"/>
    <w:rsid w:val="00C92D2D"/>
    <w:rsid w:val="00C9372B"/>
    <w:rsid w:val="00C94B67"/>
    <w:rsid w:val="00C955F9"/>
    <w:rsid w:val="00C962E1"/>
    <w:rsid w:val="00C9678C"/>
    <w:rsid w:val="00CA0F0D"/>
    <w:rsid w:val="00CA3A8A"/>
    <w:rsid w:val="00CA3EF8"/>
    <w:rsid w:val="00CA3F1D"/>
    <w:rsid w:val="00CA51C7"/>
    <w:rsid w:val="00CA701B"/>
    <w:rsid w:val="00CA795E"/>
    <w:rsid w:val="00CA7A65"/>
    <w:rsid w:val="00CB74BE"/>
    <w:rsid w:val="00CC001C"/>
    <w:rsid w:val="00CC599B"/>
    <w:rsid w:val="00CC6E9E"/>
    <w:rsid w:val="00CD3461"/>
    <w:rsid w:val="00CE4F72"/>
    <w:rsid w:val="00CF366D"/>
    <w:rsid w:val="00CF3896"/>
    <w:rsid w:val="00CF5298"/>
    <w:rsid w:val="00CF66AF"/>
    <w:rsid w:val="00CF772E"/>
    <w:rsid w:val="00D00BAC"/>
    <w:rsid w:val="00D01318"/>
    <w:rsid w:val="00D014DE"/>
    <w:rsid w:val="00D02599"/>
    <w:rsid w:val="00D050D3"/>
    <w:rsid w:val="00D054F5"/>
    <w:rsid w:val="00D1645C"/>
    <w:rsid w:val="00D17B57"/>
    <w:rsid w:val="00D202AA"/>
    <w:rsid w:val="00D2110E"/>
    <w:rsid w:val="00D25C9E"/>
    <w:rsid w:val="00D26F7E"/>
    <w:rsid w:val="00D309BE"/>
    <w:rsid w:val="00D316F3"/>
    <w:rsid w:val="00D31CAF"/>
    <w:rsid w:val="00D31FA8"/>
    <w:rsid w:val="00D345B4"/>
    <w:rsid w:val="00D37311"/>
    <w:rsid w:val="00D37918"/>
    <w:rsid w:val="00D37AF4"/>
    <w:rsid w:val="00D44660"/>
    <w:rsid w:val="00D462A2"/>
    <w:rsid w:val="00D4708C"/>
    <w:rsid w:val="00D51F24"/>
    <w:rsid w:val="00D5231F"/>
    <w:rsid w:val="00D52BA8"/>
    <w:rsid w:val="00D52F19"/>
    <w:rsid w:val="00D60FC9"/>
    <w:rsid w:val="00D61434"/>
    <w:rsid w:val="00D63B86"/>
    <w:rsid w:val="00D651D9"/>
    <w:rsid w:val="00D65253"/>
    <w:rsid w:val="00D70433"/>
    <w:rsid w:val="00D7113D"/>
    <w:rsid w:val="00D72814"/>
    <w:rsid w:val="00D741F9"/>
    <w:rsid w:val="00D77A49"/>
    <w:rsid w:val="00D80D6E"/>
    <w:rsid w:val="00D8152E"/>
    <w:rsid w:val="00D8167B"/>
    <w:rsid w:val="00D8657D"/>
    <w:rsid w:val="00D86C88"/>
    <w:rsid w:val="00D92EA9"/>
    <w:rsid w:val="00DA0D56"/>
    <w:rsid w:val="00DA1CEC"/>
    <w:rsid w:val="00DA26ED"/>
    <w:rsid w:val="00DA4331"/>
    <w:rsid w:val="00DA6773"/>
    <w:rsid w:val="00DB0410"/>
    <w:rsid w:val="00DB141C"/>
    <w:rsid w:val="00DB25E6"/>
    <w:rsid w:val="00DB2A45"/>
    <w:rsid w:val="00DB5D83"/>
    <w:rsid w:val="00DB5EE7"/>
    <w:rsid w:val="00DB6D9D"/>
    <w:rsid w:val="00DC1520"/>
    <w:rsid w:val="00DC1FE0"/>
    <w:rsid w:val="00DC53D8"/>
    <w:rsid w:val="00DC5C56"/>
    <w:rsid w:val="00DC79AB"/>
    <w:rsid w:val="00DD2C2E"/>
    <w:rsid w:val="00DD2CB6"/>
    <w:rsid w:val="00DD5C7D"/>
    <w:rsid w:val="00DD63E8"/>
    <w:rsid w:val="00DD76E4"/>
    <w:rsid w:val="00DE0442"/>
    <w:rsid w:val="00DE0D72"/>
    <w:rsid w:val="00DE0E72"/>
    <w:rsid w:val="00DE342F"/>
    <w:rsid w:val="00DE66E9"/>
    <w:rsid w:val="00DE7BEC"/>
    <w:rsid w:val="00DF01F0"/>
    <w:rsid w:val="00DF1661"/>
    <w:rsid w:val="00DF2534"/>
    <w:rsid w:val="00DF732B"/>
    <w:rsid w:val="00E004F3"/>
    <w:rsid w:val="00E00691"/>
    <w:rsid w:val="00E041B8"/>
    <w:rsid w:val="00E045D5"/>
    <w:rsid w:val="00E06494"/>
    <w:rsid w:val="00E122CE"/>
    <w:rsid w:val="00E127DA"/>
    <w:rsid w:val="00E13BE8"/>
    <w:rsid w:val="00E140DD"/>
    <w:rsid w:val="00E1443A"/>
    <w:rsid w:val="00E14CB4"/>
    <w:rsid w:val="00E15326"/>
    <w:rsid w:val="00E16CBA"/>
    <w:rsid w:val="00E16CE7"/>
    <w:rsid w:val="00E1768F"/>
    <w:rsid w:val="00E2094E"/>
    <w:rsid w:val="00E243D3"/>
    <w:rsid w:val="00E265AA"/>
    <w:rsid w:val="00E26A20"/>
    <w:rsid w:val="00E26E19"/>
    <w:rsid w:val="00E27A84"/>
    <w:rsid w:val="00E3077F"/>
    <w:rsid w:val="00E3128F"/>
    <w:rsid w:val="00E318E9"/>
    <w:rsid w:val="00E3589C"/>
    <w:rsid w:val="00E35DE4"/>
    <w:rsid w:val="00E36E74"/>
    <w:rsid w:val="00E40561"/>
    <w:rsid w:val="00E46331"/>
    <w:rsid w:val="00E471F7"/>
    <w:rsid w:val="00E47569"/>
    <w:rsid w:val="00E47F51"/>
    <w:rsid w:val="00E5358D"/>
    <w:rsid w:val="00E560C1"/>
    <w:rsid w:val="00E57C3C"/>
    <w:rsid w:val="00E60795"/>
    <w:rsid w:val="00E62440"/>
    <w:rsid w:val="00E707D0"/>
    <w:rsid w:val="00E80341"/>
    <w:rsid w:val="00E8331C"/>
    <w:rsid w:val="00E841D2"/>
    <w:rsid w:val="00E85917"/>
    <w:rsid w:val="00E87F10"/>
    <w:rsid w:val="00E9093D"/>
    <w:rsid w:val="00E93B6F"/>
    <w:rsid w:val="00E93F7D"/>
    <w:rsid w:val="00E94BD4"/>
    <w:rsid w:val="00E964FE"/>
    <w:rsid w:val="00E970F6"/>
    <w:rsid w:val="00EA08E9"/>
    <w:rsid w:val="00EB0AD9"/>
    <w:rsid w:val="00EB2D1D"/>
    <w:rsid w:val="00EC14B6"/>
    <w:rsid w:val="00EC15B4"/>
    <w:rsid w:val="00EC341A"/>
    <w:rsid w:val="00EC4FAA"/>
    <w:rsid w:val="00EC5341"/>
    <w:rsid w:val="00ED1386"/>
    <w:rsid w:val="00ED3C14"/>
    <w:rsid w:val="00ED445B"/>
    <w:rsid w:val="00ED6909"/>
    <w:rsid w:val="00ED7AA4"/>
    <w:rsid w:val="00EE194C"/>
    <w:rsid w:val="00EE31C7"/>
    <w:rsid w:val="00EE7749"/>
    <w:rsid w:val="00EE7B16"/>
    <w:rsid w:val="00EF0818"/>
    <w:rsid w:val="00EF190B"/>
    <w:rsid w:val="00EF3887"/>
    <w:rsid w:val="00EF5744"/>
    <w:rsid w:val="00EF788A"/>
    <w:rsid w:val="00EF7AE6"/>
    <w:rsid w:val="00F00098"/>
    <w:rsid w:val="00F01A97"/>
    <w:rsid w:val="00F0370B"/>
    <w:rsid w:val="00F04AB9"/>
    <w:rsid w:val="00F05E72"/>
    <w:rsid w:val="00F0602A"/>
    <w:rsid w:val="00F10C9B"/>
    <w:rsid w:val="00F13205"/>
    <w:rsid w:val="00F13C76"/>
    <w:rsid w:val="00F140B0"/>
    <w:rsid w:val="00F220CD"/>
    <w:rsid w:val="00F2462E"/>
    <w:rsid w:val="00F2582B"/>
    <w:rsid w:val="00F26CD7"/>
    <w:rsid w:val="00F27870"/>
    <w:rsid w:val="00F3190E"/>
    <w:rsid w:val="00F351B8"/>
    <w:rsid w:val="00F35F02"/>
    <w:rsid w:val="00F37AB3"/>
    <w:rsid w:val="00F44312"/>
    <w:rsid w:val="00F46F60"/>
    <w:rsid w:val="00F5050E"/>
    <w:rsid w:val="00F50744"/>
    <w:rsid w:val="00F5258B"/>
    <w:rsid w:val="00F56F4D"/>
    <w:rsid w:val="00F574DE"/>
    <w:rsid w:val="00F57BC0"/>
    <w:rsid w:val="00F641AB"/>
    <w:rsid w:val="00F6733B"/>
    <w:rsid w:val="00F72854"/>
    <w:rsid w:val="00F73832"/>
    <w:rsid w:val="00F76CD2"/>
    <w:rsid w:val="00F76FBE"/>
    <w:rsid w:val="00F83BF5"/>
    <w:rsid w:val="00F8483C"/>
    <w:rsid w:val="00F84BAF"/>
    <w:rsid w:val="00F85A84"/>
    <w:rsid w:val="00F86DFC"/>
    <w:rsid w:val="00F87A93"/>
    <w:rsid w:val="00F9349D"/>
    <w:rsid w:val="00F94B7F"/>
    <w:rsid w:val="00F95B5F"/>
    <w:rsid w:val="00F9767A"/>
    <w:rsid w:val="00FA264D"/>
    <w:rsid w:val="00FA3133"/>
    <w:rsid w:val="00FA34A7"/>
    <w:rsid w:val="00FA34B8"/>
    <w:rsid w:val="00FA5933"/>
    <w:rsid w:val="00FB1EEE"/>
    <w:rsid w:val="00FB2583"/>
    <w:rsid w:val="00FB48BF"/>
    <w:rsid w:val="00FB4B43"/>
    <w:rsid w:val="00FB7B1A"/>
    <w:rsid w:val="00FC035E"/>
    <w:rsid w:val="00FC265F"/>
    <w:rsid w:val="00FC2D88"/>
    <w:rsid w:val="00FC3668"/>
    <w:rsid w:val="00FC45D9"/>
    <w:rsid w:val="00FC6E53"/>
    <w:rsid w:val="00FD1C10"/>
    <w:rsid w:val="00FD2BB0"/>
    <w:rsid w:val="00FD2F80"/>
    <w:rsid w:val="00FD323B"/>
    <w:rsid w:val="00FD5ADD"/>
    <w:rsid w:val="00FD7EF7"/>
    <w:rsid w:val="00FE1EE5"/>
    <w:rsid w:val="00FE4819"/>
    <w:rsid w:val="00FE534E"/>
    <w:rsid w:val="00FE7E94"/>
    <w:rsid w:val="00FF0167"/>
    <w:rsid w:val="00FF05C7"/>
    <w:rsid w:val="00FF0894"/>
    <w:rsid w:val="00FF1062"/>
    <w:rsid w:val="00FF122B"/>
    <w:rsid w:val="00FF1901"/>
    <w:rsid w:val="00FF4B7E"/>
    <w:rsid w:val="00FF543A"/>
    <w:rsid w:val="00FF6F44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A30"/>
  </w:style>
  <w:style w:type="paragraph" w:styleId="1">
    <w:name w:val="heading 1"/>
    <w:basedOn w:val="a"/>
    <w:next w:val="a"/>
    <w:link w:val="10"/>
    <w:qFormat/>
    <w:rsid w:val="008458C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DB25E6"/>
    <w:pPr>
      <w:keepNext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86609"/>
    <w:pPr>
      <w:keepNext/>
      <w:ind w:right="48"/>
      <w:jc w:val="center"/>
      <w:outlineLvl w:val="2"/>
    </w:pPr>
    <w:rPr>
      <w:b/>
      <w:bCs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18660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18660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86609"/>
    <w:rPr>
      <w:sz w:val="28"/>
    </w:rPr>
  </w:style>
  <w:style w:type="paragraph" w:styleId="a3">
    <w:name w:val="Title"/>
    <w:basedOn w:val="a"/>
    <w:link w:val="a4"/>
    <w:qFormat/>
    <w:rsid w:val="00343C42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link w:val="a3"/>
    <w:rsid w:val="00186609"/>
    <w:rPr>
      <w:sz w:val="28"/>
    </w:rPr>
  </w:style>
  <w:style w:type="paragraph" w:customStyle="1" w:styleId="ConsPlusNormal">
    <w:name w:val="ConsPlusNormal"/>
    <w:rsid w:val="005C00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C0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743AD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458C2"/>
    <w:pPr>
      <w:jc w:val="both"/>
    </w:pPr>
    <w:rPr>
      <w:sz w:val="24"/>
    </w:rPr>
  </w:style>
  <w:style w:type="character" w:customStyle="1" w:styleId="a7">
    <w:name w:val="Основной текст Знак"/>
    <w:link w:val="a6"/>
    <w:rsid w:val="00ED6909"/>
    <w:rPr>
      <w:sz w:val="24"/>
      <w:lang w:val="ru-RU" w:eastAsia="ru-RU" w:bidi="ar-SA"/>
    </w:rPr>
  </w:style>
  <w:style w:type="paragraph" w:styleId="21">
    <w:name w:val="Body Text 2"/>
    <w:basedOn w:val="a"/>
    <w:link w:val="22"/>
    <w:rsid w:val="008458C2"/>
    <w:pPr>
      <w:jc w:val="center"/>
    </w:pPr>
    <w:rPr>
      <w:sz w:val="24"/>
      <w:lang w:val="x-none" w:eastAsia="x-none"/>
    </w:rPr>
  </w:style>
  <w:style w:type="character" w:customStyle="1" w:styleId="22">
    <w:name w:val="Основной текст 2 Знак"/>
    <w:link w:val="21"/>
    <w:rsid w:val="00186609"/>
    <w:rPr>
      <w:sz w:val="24"/>
    </w:rPr>
  </w:style>
  <w:style w:type="paragraph" w:styleId="a8">
    <w:name w:val="header"/>
    <w:basedOn w:val="a"/>
    <w:link w:val="a9"/>
    <w:rsid w:val="007858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86609"/>
  </w:style>
  <w:style w:type="character" w:styleId="aa">
    <w:name w:val="page number"/>
    <w:basedOn w:val="a0"/>
    <w:rsid w:val="0078587B"/>
  </w:style>
  <w:style w:type="paragraph" w:styleId="ab">
    <w:name w:val="footer"/>
    <w:basedOn w:val="a"/>
    <w:link w:val="ac"/>
    <w:rsid w:val="007858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86609"/>
  </w:style>
  <w:style w:type="paragraph" w:styleId="ad">
    <w:name w:val="List Paragraph"/>
    <w:basedOn w:val="a"/>
    <w:uiPriority w:val="99"/>
    <w:qFormat/>
    <w:rsid w:val="003317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semiHidden/>
    <w:rsid w:val="00C92D2D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semiHidden/>
    <w:rsid w:val="00186609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0832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rsid w:val="00ED6909"/>
    <w:pPr>
      <w:ind w:firstLine="567"/>
      <w:jc w:val="both"/>
    </w:pPr>
    <w:rPr>
      <w:sz w:val="28"/>
    </w:rPr>
  </w:style>
  <w:style w:type="character" w:customStyle="1" w:styleId="af1">
    <w:name w:val="Основной текст с отступом Знак"/>
    <w:link w:val="af0"/>
    <w:rsid w:val="00ED6909"/>
    <w:rPr>
      <w:sz w:val="28"/>
      <w:lang w:val="ru-RU" w:eastAsia="ru-RU" w:bidi="ar-SA"/>
    </w:rPr>
  </w:style>
  <w:style w:type="paragraph" w:styleId="af2">
    <w:name w:val="Normal (Web)"/>
    <w:basedOn w:val="a"/>
    <w:uiPriority w:val="99"/>
    <w:rsid w:val="00ED6909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ED6909"/>
    <w:pPr>
      <w:jc w:val="both"/>
    </w:pPr>
    <w:rPr>
      <w:bCs/>
      <w:sz w:val="24"/>
      <w:szCs w:val="24"/>
      <w:lang w:eastAsia="ar-SA"/>
    </w:rPr>
  </w:style>
  <w:style w:type="paragraph" w:customStyle="1" w:styleId="ConsPlusTitle">
    <w:name w:val="ConsPlusTitle"/>
    <w:rsid w:val="00ED69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3">
    <w:name w:val=" Знак Знак2"/>
    <w:rsid w:val="002C3CDD"/>
    <w:rPr>
      <w:sz w:val="28"/>
    </w:rPr>
  </w:style>
  <w:style w:type="paragraph" w:customStyle="1" w:styleId="NoSpacing">
    <w:name w:val="No Spacing"/>
    <w:rsid w:val="006931AB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basedOn w:val="a"/>
    <w:rsid w:val="00BC2253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uiPriority w:val="99"/>
    <w:rsid w:val="00BC2253"/>
    <w:rPr>
      <w:color w:val="0000FF"/>
      <w:u w:val="single"/>
    </w:rPr>
  </w:style>
  <w:style w:type="paragraph" w:customStyle="1" w:styleId="consplusnormal0">
    <w:name w:val="consplusnormal"/>
    <w:basedOn w:val="a"/>
    <w:rsid w:val="00BC2253"/>
    <w:pPr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BC2253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sz w:val="24"/>
      <w:szCs w:val="24"/>
      <w:lang w:val="en-US"/>
    </w:rPr>
  </w:style>
  <w:style w:type="paragraph" w:customStyle="1" w:styleId="p4">
    <w:name w:val="p4"/>
    <w:basedOn w:val="a"/>
    <w:rsid w:val="00BC2253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sz w:val="24"/>
      <w:szCs w:val="24"/>
      <w:lang w:val="en-US"/>
    </w:rPr>
  </w:style>
  <w:style w:type="paragraph" w:customStyle="1" w:styleId="p10">
    <w:name w:val="p10"/>
    <w:basedOn w:val="a"/>
    <w:rsid w:val="00BC2253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sz w:val="24"/>
      <w:szCs w:val="24"/>
      <w:lang w:val="en-US"/>
    </w:rPr>
  </w:style>
  <w:style w:type="paragraph" w:customStyle="1" w:styleId="p6">
    <w:name w:val="p6"/>
    <w:basedOn w:val="a"/>
    <w:rsid w:val="00BC2253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8">
    <w:name w:val="p8"/>
    <w:basedOn w:val="a"/>
    <w:rsid w:val="00BC2253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BC2253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szCs w:val="24"/>
      <w:lang w:val="en-US"/>
    </w:rPr>
  </w:style>
  <w:style w:type="character" w:styleId="af4">
    <w:name w:val="FollowedHyperlink"/>
    <w:rsid w:val="00BC2253"/>
    <w:rPr>
      <w:color w:val="800080"/>
      <w:u w:val="single"/>
    </w:rPr>
  </w:style>
  <w:style w:type="paragraph" w:styleId="af5">
    <w:name w:val="No Spacing"/>
    <w:qFormat/>
    <w:rsid w:val="00BC2253"/>
    <w:rPr>
      <w:rFonts w:ascii="Calibri" w:hAnsi="Calibri"/>
      <w:sz w:val="22"/>
      <w:szCs w:val="22"/>
    </w:rPr>
  </w:style>
  <w:style w:type="paragraph" w:styleId="af6">
    <w:name w:val="endnote text"/>
    <w:basedOn w:val="a"/>
    <w:link w:val="af7"/>
    <w:rsid w:val="003537D7"/>
  </w:style>
  <w:style w:type="character" w:customStyle="1" w:styleId="af7">
    <w:name w:val="Текст концевой сноски Знак"/>
    <w:basedOn w:val="a0"/>
    <w:link w:val="af6"/>
    <w:rsid w:val="003537D7"/>
  </w:style>
  <w:style w:type="character" w:styleId="af8">
    <w:name w:val="endnote reference"/>
    <w:rsid w:val="003537D7"/>
    <w:rPr>
      <w:vertAlign w:val="superscript"/>
    </w:rPr>
  </w:style>
  <w:style w:type="paragraph" w:styleId="af9">
    <w:name w:val="footnote text"/>
    <w:basedOn w:val="a"/>
    <w:link w:val="afa"/>
    <w:rsid w:val="003537D7"/>
  </w:style>
  <w:style w:type="character" w:customStyle="1" w:styleId="afa">
    <w:name w:val="Текст сноски Знак"/>
    <w:basedOn w:val="a0"/>
    <w:link w:val="af9"/>
    <w:rsid w:val="003537D7"/>
  </w:style>
  <w:style w:type="character" w:styleId="afb">
    <w:name w:val="footnote reference"/>
    <w:rsid w:val="003537D7"/>
    <w:rPr>
      <w:vertAlign w:val="superscript"/>
    </w:rPr>
  </w:style>
  <w:style w:type="character" w:customStyle="1" w:styleId="header-user-name">
    <w:name w:val="header-user-name"/>
    <w:basedOn w:val="a0"/>
    <w:rsid w:val="00112095"/>
  </w:style>
  <w:style w:type="character" w:customStyle="1" w:styleId="30">
    <w:name w:val="Заголовок 3 Знак"/>
    <w:link w:val="3"/>
    <w:semiHidden/>
    <w:rsid w:val="00186609"/>
    <w:rPr>
      <w:b/>
      <w:bCs/>
      <w:sz w:val="24"/>
      <w:szCs w:val="24"/>
    </w:rPr>
  </w:style>
  <w:style w:type="character" w:customStyle="1" w:styleId="40">
    <w:name w:val="Заголовок 4 Знак"/>
    <w:link w:val="4"/>
    <w:semiHidden/>
    <w:rsid w:val="00186609"/>
    <w:rPr>
      <w:b/>
      <w:bCs/>
      <w:sz w:val="28"/>
      <w:szCs w:val="28"/>
    </w:rPr>
  </w:style>
  <w:style w:type="character" w:customStyle="1" w:styleId="email">
    <w:name w:val="email"/>
    <w:basedOn w:val="a0"/>
    <w:rsid w:val="009B3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A30"/>
  </w:style>
  <w:style w:type="paragraph" w:styleId="1">
    <w:name w:val="heading 1"/>
    <w:basedOn w:val="a"/>
    <w:next w:val="a"/>
    <w:link w:val="10"/>
    <w:qFormat/>
    <w:rsid w:val="008458C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DB25E6"/>
    <w:pPr>
      <w:keepNext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86609"/>
    <w:pPr>
      <w:keepNext/>
      <w:ind w:right="48"/>
      <w:jc w:val="center"/>
      <w:outlineLvl w:val="2"/>
    </w:pPr>
    <w:rPr>
      <w:b/>
      <w:bCs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18660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18660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86609"/>
    <w:rPr>
      <w:sz w:val="28"/>
    </w:rPr>
  </w:style>
  <w:style w:type="paragraph" w:styleId="a3">
    <w:name w:val="Title"/>
    <w:basedOn w:val="a"/>
    <w:link w:val="a4"/>
    <w:qFormat/>
    <w:rsid w:val="00343C42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link w:val="a3"/>
    <w:rsid w:val="00186609"/>
    <w:rPr>
      <w:sz w:val="28"/>
    </w:rPr>
  </w:style>
  <w:style w:type="paragraph" w:customStyle="1" w:styleId="ConsPlusNormal">
    <w:name w:val="ConsPlusNormal"/>
    <w:rsid w:val="005C00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C00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743AD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458C2"/>
    <w:pPr>
      <w:jc w:val="both"/>
    </w:pPr>
    <w:rPr>
      <w:sz w:val="24"/>
    </w:rPr>
  </w:style>
  <w:style w:type="character" w:customStyle="1" w:styleId="a7">
    <w:name w:val="Основной текст Знак"/>
    <w:link w:val="a6"/>
    <w:rsid w:val="00ED6909"/>
    <w:rPr>
      <w:sz w:val="24"/>
      <w:lang w:val="ru-RU" w:eastAsia="ru-RU" w:bidi="ar-SA"/>
    </w:rPr>
  </w:style>
  <w:style w:type="paragraph" w:styleId="21">
    <w:name w:val="Body Text 2"/>
    <w:basedOn w:val="a"/>
    <w:link w:val="22"/>
    <w:rsid w:val="008458C2"/>
    <w:pPr>
      <w:jc w:val="center"/>
    </w:pPr>
    <w:rPr>
      <w:sz w:val="24"/>
      <w:lang w:val="x-none" w:eastAsia="x-none"/>
    </w:rPr>
  </w:style>
  <w:style w:type="character" w:customStyle="1" w:styleId="22">
    <w:name w:val="Основной текст 2 Знак"/>
    <w:link w:val="21"/>
    <w:rsid w:val="00186609"/>
    <w:rPr>
      <w:sz w:val="24"/>
    </w:rPr>
  </w:style>
  <w:style w:type="paragraph" w:styleId="a8">
    <w:name w:val="header"/>
    <w:basedOn w:val="a"/>
    <w:link w:val="a9"/>
    <w:rsid w:val="007858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86609"/>
  </w:style>
  <w:style w:type="character" w:styleId="aa">
    <w:name w:val="page number"/>
    <w:basedOn w:val="a0"/>
    <w:rsid w:val="0078587B"/>
  </w:style>
  <w:style w:type="paragraph" w:styleId="ab">
    <w:name w:val="footer"/>
    <w:basedOn w:val="a"/>
    <w:link w:val="ac"/>
    <w:rsid w:val="007858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86609"/>
  </w:style>
  <w:style w:type="paragraph" w:styleId="ad">
    <w:name w:val="List Paragraph"/>
    <w:basedOn w:val="a"/>
    <w:uiPriority w:val="99"/>
    <w:qFormat/>
    <w:rsid w:val="003317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semiHidden/>
    <w:rsid w:val="00C92D2D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semiHidden/>
    <w:rsid w:val="00186609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0832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rsid w:val="00ED6909"/>
    <w:pPr>
      <w:ind w:firstLine="567"/>
      <w:jc w:val="both"/>
    </w:pPr>
    <w:rPr>
      <w:sz w:val="28"/>
    </w:rPr>
  </w:style>
  <w:style w:type="character" w:customStyle="1" w:styleId="af1">
    <w:name w:val="Основной текст с отступом Знак"/>
    <w:link w:val="af0"/>
    <w:rsid w:val="00ED6909"/>
    <w:rPr>
      <w:sz w:val="28"/>
      <w:lang w:val="ru-RU" w:eastAsia="ru-RU" w:bidi="ar-SA"/>
    </w:rPr>
  </w:style>
  <w:style w:type="paragraph" w:styleId="af2">
    <w:name w:val="Normal (Web)"/>
    <w:basedOn w:val="a"/>
    <w:uiPriority w:val="99"/>
    <w:rsid w:val="00ED6909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ED6909"/>
    <w:pPr>
      <w:jc w:val="both"/>
    </w:pPr>
    <w:rPr>
      <w:bCs/>
      <w:sz w:val="24"/>
      <w:szCs w:val="24"/>
      <w:lang w:eastAsia="ar-SA"/>
    </w:rPr>
  </w:style>
  <w:style w:type="paragraph" w:customStyle="1" w:styleId="ConsPlusTitle">
    <w:name w:val="ConsPlusTitle"/>
    <w:rsid w:val="00ED69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3">
    <w:name w:val=" Знак Знак2"/>
    <w:rsid w:val="002C3CDD"/>
    <w:rPr>
      <w:sz w:val="28"/>
    </w:rPr>
  </w:style>
  <w:style w:type="paragraph" w:customStyle="1" w:styleId="NoSpacing">
    <w:name w:val="No Spacing"/>
    <w:rsid w:val="006931AB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basedOn w:val="a"/>
    <w:rsid w:val="00BC2253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Hyperlink"/>
    <w:uiPriority w:val="99"/>
    <w:rsid w:val="00BC2253"/>
    <w:rPr>
      <w:color w:val="0000FF"/>
      <w:u w:val="single"/>
    </w:rPr>
  </w:style>
  <w:style w:type="paragraph" w:customStyle="1" w:styleId="consplusnormal0">
    <w:name w:val="consplusnormal"/>
    <w:basedOn w:val="a"/>
    <w:rsid w:val="00BC2253"/>
    <w:pPr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BC2253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sz w:val="24"/>
      <w:szCs w:val="24"/>
      <w:lang w:val="en-US"/>
    </w:rPr>
  </w:style>
  <w:style w:type="paragraph" w:customStyle="1" w:styleId="p4">
    <w:name w:val="p4"/>
    <w:basedOn w:val="a"/>
    <w:rsid w:val="00BC2253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sz w:val="24"/>
      <w:szCs w:val="24"/>
      <w:lang w:val="en-US"/>
    </w:rPr>
  </w:style>
  <w:style w:type="paragraph" w:customStyle="1" w:styleId="p10">
    <w:name w:val="p10"/>
    <w:basedOn w:val="a"/>
    <w:rsid w:val="00BC2253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sz w:val="24"/>
      <w:szCs w:val="24"/>
      <w:lang w:val="en-US"/>
    </w:rPr>
  </w:style>
  <w:style w:type="paragraph" w:customStyle="1" w:styleId="p6">
    <w:name w:val="p6"/>
    <w:basedOn w:val="a"/>
    <w:rsid w:val="00BC2253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8">
    <w:name w:val="p8"/>
    <w:basedOn w:val="a"/>
    <w:rsid w:val="00BC2253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  <w:style w:type="paragraph" w:customStyle="1" w:styleId="p20">
    <w:name w:val="p20"/>
    <w:basedOn w:val="a"/>
    <w:rsid w:val="00BC2253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szCs w:val="24"/>
      <w:lang w:val="en-US"/>
    </w:rPr>
  </w:style>
  <w:style w:type="character" w:styleId="af4">
    <w:name w:val="FollowedHyperlink"/>
    <w:rsid w:val="00BC2253"/>
    <w:rPr>
      <w:color w:val="800080"/>
      <w:u w:val="single"/>
    </w:rPr>
  </w:style>
  <w:style w:type="paragraph" w:styleId="af5">
    <w:name w:val="No Spacing"/>
    <w:qFormat/>
    <w:rsid w:val="00BC2253"/>
    <w:rPr>
      <w:rFonts w:ascii="Calibri" w:hAnsi="Calibri"/>
      <w:sz w:val="22"/>
      <w:szCs w:val="22"/>
    </w:rPr>
  </w:style>
  <w:style w:type="paragraph" w:styleId="af6">
    <w:name w:val="endnote text"/>
    <w:basedOn w:val="a"/>
    <w:link w:val="af7"/>
    <w:rsid w:val="003537D7"/>
  </w:style>
  <w:style w:type="character" w:customStyle="1" w:styleId="af7">
    <w:name w:val="Текст концевой сноски Знак"/>
    <w:basedOn w:val="a0"/>
    <w:link w:val="af6"/>
    <w:rsid w:val="003537D7"/>
  </w:style>
  <w:style w:type="character" w:styleId="af8">
    <w:name w:val="endnote reference"/>
    <w:rsid w:val="003537D7"/>
    <w:rPr>
      <w:vertAlign w:val="superscript"/>
    </w:rPr>
  </w:style>
  <w:style w:type="paragraph" w:styleId="af9">
    <w:name w:val="footnote text"/>
    <w:basedOn w:val="a"/>
    <w:link w:val="afa"/>
    <w:rsid w:val="003537D7"/>
  </w:style>
  <w:style w:type="character" w:customStyle="1" w:styleId="afa">
    <w:name w:val="Текст сноски Знак"/>
    <w:basedOn w:val="a0"/>
    <w:link w:val="af9"/>
    <w:rsid w:val="003537D7"/>
  </w:style>
  <w:style w:type="character" w:styleId="afb">
    <w:name w:val="footnote reference"/>
    <w:rsid w:val="003537D7"/>
    <w:rPr>
      <w:vertAlign w:val="superscript"/>
    </w:rPr>
  </w:style>
  <w:style w:type="character" w:customStyle="1" w:styleId="header-user-name">
    <w:name w:val="header-user-name"/>
    <w:basedOn w:val="a0"/>
    <w:rsid w:val="00112095"/>
  </w:style>
  <w:style w:type="character" w:customStyle="1" w:styleId="30">
    <w:name w:val="Заголовок 3 Знак"/>
    <w:link w:val="3"/>
    <w:semiHidden/>
    <w:rsid w:val="00186609"/>
    <w:rPr>
      <w:b/>
      <w:bCs/>
      <w:sz w:val="24"/>
      <w:szCs w:val="24"/>
    </w:rPr>
  </w:style>
  <w:style w:type="character" w:customStyle="1" w:styleId="40">
    <w:name w:val="Заголовок 4 Знак"/>
    <w:link w:val="4"/>
    <w:semiHidden/>
    <w:rsid w:val="00186609"/>
    <w:rPr>
      <w:b/>
      <w:bCs/>
      <w:sz w:val="28"/>
      <w:szCs w:val="28"/>
    </w:rPr>
  </w:style>
  <w:style w:type="character" w:customStyle="1" w:styleId="email">
    <w:name w:val="email"/>
    <w:basedOn w:val="a0"/>
    <w:rsid w:val="009B3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mailto:bknshiidra@rambler.ru" TargetMode="External"/><Relationship Id="rId26" Type="http://schemas.openxmlformats.org/officeDocument/2006/relationships/hyperlink" Target="mailto:kureidra@rambler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maiskoeutro@rambler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krskstate.ru" TargetMode="External"/><Relationship Id="rId17" Type="http://schemas.openxmlformats.org/officeDocument/2006/relationships/hyperlink" Target="mailto:bxabidra@rambler.ru" TargetMode="External"/><Relationship Id="rId25" Type="http://schemas.openxmlformats.org/officeDocument/2006/relationships/hyperlink" Target="mailto:Mxabidra@rambl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dra.org.ru" TargetMode="External"/><Relationship Id="rId20" Type="http://schemas.openxmlformats.org/officeDocument/2006/relationships/hyperlink" Target="mailto:Otridra15@rambler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.org.ru" TargetMode="External"/><Relationship Id="rId24" Type="http://schemas.openxmlformats.org/officeDocument/2006/relationships/hyperlink" Target="mailto:centridra@ramble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krskstate.ru" TargetMode="External"/><Relationship Id="rId23" Type="http://schemas.openxmlformats.org/officeDocument/2006/relationships/hyperlink" Target="mailto:nikolidra@rambler.ru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idra.org.ru/Administratsiya/Postanolvleniy/2016/206-p_ot_08.06.2016.zip" TargetMode="External"/><Relationship Id="rId19" Type="http://schemas.openxmlformats.org/officeDocument/2006/relationships/hyperlink" Target="mailto:romidra@rambl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mailto:nberidra@rambler.ru" TargetMode="External"/><Relationship Id="rId27" Type="http://schemas.openxmlformats.org/officeDocument/2006/relationships/hyperlink" Target="mailto:novotridra@rambler.ru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11\&#1056;&#1072;&#1073;&#1086;&#1095;&#1080;&#1081;%20&#1089;&#1090;&#1086;&#1083;\&#1085;&#1080;&#1085;&#1072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92CF-6E48-4FB1-8569-EC804FA3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34</Pages>
  <Words>10433</Words>
  <Characters>59469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Рабочий</Company>
  <LinksUpToDate>false</LinksUpToDate>
  <CharactersWithSpaces>69763</CharactersWithSpaces>
  <SharedDoc>false</SharedDoc>
  <HLinks>
    <vt:vector size="108" baseType="variant">
      <vt:variant>
        <vt:i4>6815822</vt:i4>
      </vt:variant>
      <vt:variant>
        <vt:i4>51</vt:i4>
      </vt:variant>
      <vt:variant>
        <vt:i4>0</vt:i4>
      </vt:variant>
      <vt:variant>
        <vt:i4>5</vt:i4>
      </vt:variant>
      <vt:variant>
        <vt:lpwstr>mailto:novotridra@rambler.ru</vt:lpwstr>
      </vt:variant>
      <vt:variant>
        <vt:lpwstr/>
      </vt:variant>
      <vt:variant>
        <vt:i4>1900588</vt:i4>
      </vt:variant>
      <vt:variant>
        <vt:i4>48</vt:i4>
      </vt:variant>
      <vt:variant>
        <vt:i4>0</vt:i4>
      </vt:variant>
      <vt:variant>
        <vt:i4>5</vt:i4>
      </vt:variant>
      <vt:variant>
        <vt:lpwstr>mailto:kureidra@rambler.ru</vt:lpwstr>
      </vt:variant>
      <vt:variant>
        <vt:lpwstr/>
      </vt:variant>
      <vt:variant>
        <vt:i4>524326</vt:i4>
      </vt:variant>
      <vt:variant>
        <vt:i4>45</vt:i4>
      </vt:variant>
      <vt:variant>
        <vt:i4>0</vt:i4>
      </vt:variant>
      <vt:variant>
        <vt:i4>5</vt:i4>
      </vt:variant>
      <vt:variant>
        <vt:lpwstr>mailto:Mxabidra@rambler.ru</vt:lpwstr>
      </vt:variant>
      <vt:variant>
        <vt:lpwstr/>
      </vt:variant>
      <vt:variant>
        <vt:i4>7012424</vt:i4>
      </vt:variant>
      <vt:variant>
        <vt:i4>42</vt:i4>
      </vt:variant>
      <vt:variant>
        <vt:i4>0</vt:i4>
      </vt:variant>
      <vt:variant>
        <vt:i4>5</vt:i4>
      </vt:variant>
      <vt:variant>
        <vt:lpwstr>mailto:centridra@rambler.ru</vt:lpwstr>
      </vt:variant>
      <vt:variant>
        <vt:lpwstr/>
      </vt:variant>
      <vt:variant>
        <vt:i4>8192095</vt:i4>
      </vt:variant>
      <vt:variant>
        <vt:i4>39</vt:i4>
      </vt:variant>
      <vt:variant>
        <vt:i4>0</vt:i4>
      </vt:variant>
      <vt:variant>
        <vt:i4>5</vt:i4>
      </vt:variant>
      <vt:variant>
        <vt:lpwstr>mailto:nikolidra@rambler.ru</vt:lpwstr>
      </vt:variant>
      <vt:variant>
        <vt:lpwstr/>
      </vt:variant>
      <vt:variant>
        <vt:i4>983084</vt:i4>
      </vt:variant>
      <vt:variant>
        <vt:i4>36</vt:i4>
      </vt:variant>
      <vt:variant>
        <vt:i4>0</vt:i4>
      </vt:variant>
      <vt:variant>
        <vt:i4>5</vt:i4>
      </vt:variant>
      <vt:variant>
        <vt:lpwstr>mailto:nberidra@rambler.ru</vt:lpwstr>
      </vt:variant>
      <vt:variant>
        <vt:lpwstr/>
      </vt:variant>
      <vt:variant>
        <vt:i4>56</vt:i4>
      </vt:variant>
      <vt:variant>
        <vt:i4>33</vt:i4>
      </vt:variant>
      <vt:variant>
        <vt:i4>0</vt:i4>
      </vt:variant>
      <vt:variant>
        <vt:i4>5</vt:i4>
      </vt:variant>
      <vt:variant>
        <vt:lpwstr>mailto:maiskoeutro@rambler.ru</vt:lpwstr>
      </vt:variant>
      <vt:variant>
        <vt:lpwstr/>
      </vt:variant>
      <vt:variant>
        <vt:i4>3932188</vt:i4>
      </vt:variant>
      <vt:variant>
        <vt:i4>30</vt:i4>
      </vt:variant>
      <vt:variant>
        <vt:i4>0</vt:i4>
      </vt:variant>
      <vt:variant>
        <vt:i4>5</vt:i4>
      </vt:variant>
      <vt:variant>
        <vt:lpwstr>mailto:Otridra15@rambler.ru</vt:lpwstr>
      </vt:variant>
      <vt:variant>
        <vt:lpwstr/>
      </vt:variant>
      <vt:variant>
        <vt:i4>720950</vt:i4>
      </vt:variant>
      <vt:variant>
        <vt:i4>27</vt:i4>
      </vt:variant>
      <vt:variant>
        <vt:i4>0</vt:i4>
      </vt:variant>
      <vt:variant>
        <vt:i4>5</vt:i4>
      </vt:variant>
      <vt:variant>
        <vt:lpwstr>mailto:romidra@rambler.ru</vt:lpwstr>
      </vt:variant>
      <vt:variant>
        <vt:lpwstr/>
      </vt:variant>
      <vt:variant>
        <vt:i4>6291533</vt:i4>
      </vt:variant>
      <vt:variant>
        <vt:i4>24</vt:i4>
      </vt:variant>
      <vt:variant>
        <vt:i4>0</vt:i4>
      </vt:variant>
      <vt:variant>
        <vt:i4>5</vt:i4>
      </vt:variant>
      <vt:variant>
        <vt:lpwstr>mailto:bknshiidra@rambler.ru</vt:lpwstr>
      </vt:variant>
      <vt:variant>
        <vt:lpwstr/>
      </vt:variant>
      <vt:variant>
        <vt:i4>458790</vt:i4>
      </vt:variant>
      <vt:variant>
        <vt:i4>21</vt:i4>
      </vt:variant>
      <vt:variant>
        <vt:i4>0</vt:i4>
      </vt:variant>
      <vt:variant>
        <vt:i4>5</vt:i4>
      </vt:variant>
      <vt:variant>
        <vt:lpwstr>mailto:bxabidra@rambler.ru</vt:lpwstr>
      </vt:variant>
      <vt:variant>
        <vt:lpwstr/>
      </vt:variant>
      <vt:variant>
        <vt:i4>3604527</vt:i4>
      </vt:variant>
      <vt:variant>
        <vt:i4>18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6422573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6422573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http://www.gosuslugi.krskstate.ru/</vt:lpwstr>
      </vt:variant>
      <vt:variant>
        <vt:lpwstr/>
      </vt:variant>
      <vt:variant>
        <vt:i4>3604527</vt:i4>
      </vt:variant>
      <vt:variant>
        <vt:i4>3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  <vt:variant>
        <vt:i4>1572928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http://www.idra.org.ru/Administratsiya/Postanolvleniy/2016/206-p_ot_08.06.2016.zip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2019-11-11T04:01:00Z</cp:lastPrinted>
  <dcterms:created xsi:type="dcterms:W3CDTF">2019-12-03T02:59:00Z</dcterms:created>
  <dcterms:modified xsi:type="dcterms:W3CDTF">2019-12-03T02:59:00Z</dcterms:modified>
</cp:coreProperties>
</file>